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A71DA" w14:textId="77777777" w:rsidR="004E02BC" w:rsidRPr="004E02BC" w:rsidRDefault="004E02BC" w:rsidP="004E02BC">
      <w:pPr>
        <w:spacing w:line="259" w:lineRule="auto"/>
        <w:jc w:val="right"/>
        <w:rPr>
          <w:rFonts w:ascii="Calibri" w:eastAsia="Calibri" w:hAnsi="Calibri" w:cs="Calibri"/>
          <w:b/>
          <w:bCs/>
          <w:lang w:eastAsia="en-US"/>
        </w:rPr>
      </w:pPr>
      <w:r w:rsidRPr="004E02BC">
        <w:rPr>
          <w:rFonts w:ascii="Calibri" w:eastAsia="Calibri" w:hAnsi="Calibri" w:cs="Calibri"/>
          <w:b/>
          <w:bCs/>
          <w:lang w:eastAsia="en-US"/>
        </w:rPr>
        <w:t xml:space="preserve">Załącznik nr 2 </w:t>
      </w:r>
    </w:p>
    <w:p w14:paraId="69C01D16" w14:textId="77777777" w:rsidR="004E02BC" w:rsidRPr="004E02BC" w:rsidRDefault="004E02BC" w:rsidP="004E02BC">
      <w:pPr>
        <w:spacing w:after="160" w:line="259" w:lineRule="auto"/>
        <w:jc w:val="center"/>
        <w:rPr>
          <w:rFonts w:ascii="Calibri" w:eastAsia="Calibri" w:hAnsi="Calibri" w:cs="Calibri"/>
          <w:b/>
          <w:bCs/>
          <w:lang w:eastAsia="en-US"/>
        </w:rPr>
      </w:pPr>
      <w:r w:rsidRPr="004E02BC">
        <w:rPr>
          <w:rFonts w:ascii="Calibri" w:eastAsia="Calibri" w:hAnsi="Calibri" w:cs="Calibri"/>
          <w:b/>
          <w:bCs/>
          <w:lang w:eastAsia="en-US"/>
        </w:rPr>
        <w:t>Formularz wyrażenia opinii, zgłoszenia uwag i propozycji do projektu  Programu Usług Społecznych w gminie Śrem na lata 2024 - 2026</w:t>
      </w:r>
      <w:r w:rsidRPr="004E02BC">
        <w:rPr>
          <w:rFonts w:ascii="Calibri" w:eastAsia="Calibri" w:hAnsi="Calibri" w:cs="Calibri"/>
          <w:b/>
          <w:bCs/>
          <w:lang w:eastAsia="en-US"/>
        </w:rPr>
        <w:br/>
      </w:r>
    </w:p>
    <w:p w14:paraId="0A28CBD5" w14:textId="77777777" w:rsidR="004E02BC" w:rsidRPr="004E02BC" w:rsidRDefault="004E02BC" w:rsidP="004E02BC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Calibri" w:eastAsia="Calibri" w:hAnsi="Calibri" w:cs="Calibri"/>
          <w:lang w:eastAsia="en-US"/>
        </w:rPr>
      </w:pPr>
      <w:r w:rsidRPr="004E02BC">
        <w:rPr>
          <w:rFonts w:ascii="Calibri" w:eastAsia="Calibri" w:hAnsi="Calibri" w:cs="Calibri"/>
          <w:lang w:eastAsia="en-US"/>
        </w:rPr>
        <w:t>Informacja o zgłaszającym: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4E02BC" w:rsidRPr="004E02BC" w14:paraId="0C285166" w14:textId="77777777" w:rsidTr="004E02BC">
        <w:tc>
          <w:tcPr>
            <w:tcW w:w="3539" w:type="dxa"/>
            <w:shd w:val="clear" w:color="auto" w:fill="F2F2F2"/>
          </w:tcPr>
          <w:p w14:paraId="5A206100" w14:textId="77777777" w:rsidR="004E02BC" w:rsidRPr="004E02BC" w:rsidRDefault="004E02BC" w:rsidP="004E02BC">
            <w:pPr>
              <w:jc w:val="both"/>
              <w:rPr>
                <w:rFonts w:ascii="Calibri" w:eastAsia="Calibri" w:hAnsi="Calibri" w:cs="Calibri"/>
                <w:lang w:eastAsia="en-US"/>
              </w:rPr>
            </w:pPr>
            <w:r w:rsidRPr="004E02BC">
              <w:rPr>
                <w:rFonts w:ascii="Calibri" w:eastAsia="Calibri" w:hAnsi="Calibri" w:cs="Calibri"/>
                <w:lang w:eastAsia="en-US"/>
              </w:rPr>
              <w:t xml:space="preserve">Imię i nazwisko </w:t>
            </w:r>
          </w:p>
        </w:tc>
        <w:tc>
          <w:tcPr>
            <w:tcW w:w="5523" w:type="dxa"/>
          </w:tcPr>
          <w:p w14:paraId="273626CD" w14:textId="77777777" w:rsidR="004E02BC" w:rsidRPr="004E02BC" w:rsidRDefault="004E02BC" w:rsidP="004E02BC">
            <w:pPr>
              <w:jc w:val="both"/>
              <w:rPr>
                <w:rFonts w:ascii="Calibri" w:eastAsia="Calibri" w:hAnsi="Calibri" w:cs="Calibri"/>
                <w:lang w:eastAsia="en-US"/>
              </w:rPr>
            </w:pPr>
          </w:p>
          <w:p w14:paraId="637B4C3B" w14:textId="77777777" w:rsidR="004E02BC" w:rsidRPr="004E02BC" w:rsidRDefault="004E02BC" w:rsidP="004E02BC">
            <w:pPr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4E02BC" w:rsidRPr="004E02BC" w14:paraId="0CA0EB26" w14:textId="77777777" w:rsidTr="004E02BC">
        <w:tc>
          <w:tcPr>
            <w:tcW w:w="3539" w:type="dxa"/>
            <w:shd w:val="clear" w:color="auto" w:fill="F2F2F2"/>
          </w:tcPr>
          <w:p w14:paraId="01C760FE" w14:textId="77777777" w:rsidR="004E02BC" w:rsidRPr="004E02BC" w:rsidRDefault="004E02BC" w:rsidP="004E02BC">
            <w:pPr>
              <w:jc w:val="both"/>
              <w:rPr>
                <w:rFonts w:ascii="Calibri" w:eastAsia="Calibri" w:hAnsi="Calibri" w:cs="Calibri"/>
                <w:lang w:eastAsia="en-US"/>
              </w:rPr>
            </w:pPr>
            <w:r w:rsidRPr="004E02BC">
              <w:rPr>
                <w:rFonts w:ascii="Calibri" w:eastAsia="Calibri" w:hAnsi="Calibri" w:cs="Calibri"/>
                <w:lang w:eastAsia="en-US"/>
              </w:rPr>
              <w:t>Adres zamieszkania</w:t>
            </w:r>
          </w:p>
          <w:p w14:paraId="58E0A6D2" w14:textId="77777777" w:rsidR="004E02BC" w:rsidRPr="004E02BC" w:rsidRDefault="004E02BC" w:rsidP="004E02BC">
            <w:pPr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5523" w:type="dxa"/>
          </w:tcPr>
          <w:p w14:paraId="3D6CA91F" w14:textId="77777777" w:rsidR="004E02BC" w:rsidRPr="004E02BC" w:rsidRDefault="004E02BC" w:rsidP="004E02BC">
            <w:pPr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4E02BC" w:rsidRPr="004E02BC" w14:paraId="1AC4129D" w14:textId="77777777" w:rsidTr="004E02BC">
        <w:tc>
          <w:tcPr>
            <w:tcW w:w="3539" w:type="dxa"/>
            <w:shd w:val="clear" w:color="auto" w:fill="F2F2F2"/>
          </w:tcPr>
          <w:p w14:paraId="1469BEF7" w14:textId="77777777" w:rsidR="004E02BC" w:rsidRPr="004E02BC" w:rsidRDefault="004E02BC" w:rsidP="004E02BC">
            <w:pPr>
              <w:jc w:val="both"/>
              <w:rPr>
                <w:rFonts w:ascii="Calibri" w:eastAsia="Calibri" w:hAnsi="Calibri" w:cs="Calibri"/>
                <w:lang w:eastAsia="en-US"/>
              </w:rPr>
            </w:pPr>
            <w:r w:rsidRPr="004E02BC">
              <w:rPr>
                <w:rFonts w:ascii="Calibri" w:eastAsia="Calibri" w:hAnsi="Calibri" w:cs="Calibri"/>
                <w:lang w:eastAsia="en-US"/>
              </w:rPr>
              <w:t>Instytucja/organizacja*</w:t>
            </w:r>
          </w:p>
        </w:tc>
        <w:tc>
          <w:tcPr>
            <w:tcW w:w="5523" w:type="dxa"/>
          </w:tcPr>
          <w:p w14:paraId="37CFB903" w14:textId="77777777" w:rsidR="004E02BC" w:rsidRPr="004E02BC" w:rsidRDefault="004E02BC" w:rsidP="004E02BC">
            <w:pPr>
              <w:jc w:val="both"/>
              <w:rPr>
                <w:rFonts w:ascii="Calibri" w:eastAsia="Calibri" w:hAnsi="Calibri" w:cs="Calibri"/>
                <w:lang w:eastAsia="en-US"/>
              </w:rPr>
            </w:pPr>
          </w:p>
          <w:p w14:paraId="36F9732B" w14:textId="77777777" w:rsidR="004E02BC" w:rsidRPr="004E02BC" w:rsidRDefault="004E02BC" w:rsidP="004E02BC">
            <w:pPr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4E02BC" w:rsidRPr="004E02BC" w14:paraId="04D969A5" w14:textId="77777777" w:rsidTr="004E02BC">
        <w:tc>
          <w:tcPr>
            <w:tcW w:w="3539" w:type="dxa"/>
            <w:shd w:val="clear" w:color="auto" w:fill="F2F2F2"/>
          </w:tcPr>
          <w:p w14:paraId="6F0ACA47" w14:textId="77777777" w:rsidR="004E02BC" w:rsidRPr="004E02BC" w:rsidRDefault="004E02BC" w:rsidP="004E02BC">
            <w:pPr>
              <w:jc w:val="both"/>
              <w:rPr>
                <w:rFonts w:ascii="Calibri" w:eastAsia="Calibri" w:hAnsi="Calibri" w:cs="Calibri"/>
                <w:lang w:eastAsia="en-US"/>
              </w:rPr>
            </w:pPr>
            <w:r w:rsidRPr="004E02BC">
              <w:rPr>
                <w:rFonts w:ascii="Calibri" w:eastAsia="Calibri" w:hAnsi="Calibri" w:cs="Calibri"/>
                <w:lang w:eastAsia="en-US"/>
              </w:rPr>
              <w:t>Adres e-mail do korespondencji (lub telefon)</w:t>
            </w:r>
          </w:p>
        </w:tc>
        <w:tc>
          <w:tcPr>
            <w:tcW w:w="5523" w:type="dxa"/>
          </w:tcPr>
          <w:p w14:paraId="0BFEFD4F" w14:textId="77777777" w:rsidR="004E02BC" w:rsidRPr="004E02BC" w:rsidRDefault="004E02BC" w:rsidP="004E02BC">
            <w:pPr>
              <w:jc w:val="both"/>
              <w:rPr>
                <w:rFonts w:ascii="Calibri" w:eastAsia="Calibri" w:hAnsi="Calibri" w:cs="Calibri"/>
                <w:lang w:eastAsia="en-US"/>
              </w:rPr>
            </w:pPr>
          </w:p>
          <w:p w14:paraId="50486862" w14:textId="77777777" w:rsidR="004E02BC" w:rsidRPr="004E02BC" w:rsidRDefault="004E02BC" w:rsidP="004E02BC">
            <w:pPr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</w:tbl>
    <w:p w14:paraId="23B6A3F4" w14:textId="77777777" w:rsidR="004E02BC" w:rsidRPr="004E02BC" w:rsidRDefault="004E02BC" w:rsidP="004E02BC">
      <w:pPr>
        <w:spacing w:after="160" w:line="259" w:lineRule="auto"/>
        <w:jc w:val="both"/>
        <w:rPr>
          <w:rFonts w:ascii="Calibri" w:eastAsia="Calibri" w:hAnsi="Calibri" w:cs="Calibri"/>
          <w:lang w:eastAsia="en-US"/>
        </w:rPr>
      </w:pPr>
      <w:r w:rsidRPr="004E02BC">
        <w:rPr>
          <w:rFonts w:ascii="Calibri" w:eastAsia="Calibri" w:hAnsi="Calibri" w:cs="Calibri"/>
          <w:lang w:eastAsia="en-US"/>
        </w:rPr>
        <w:t xml:space="preserve">*jeśli dotyczy </w:t>
      </w:r>
    </w:p>
    <w:p w14:paraId="30BC8648" w14:textId="77777777" w:rsidR="004E02BC" w:rsidRPr="004E02BC" w:rsidRDefault="004E02BC" w:rsidP="004E02BC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Calibri" w:eastAsia="Calibri" w:hAnsi="Calibri" w:cs="Calibri"/>
          <w:lang w:eastAsia="en-US"/>
        </w:rPr>
      </w:pPr>
      <w:r w:rsidRPr="004E02BC">
        <w:rPr>
          <w:rFonts w:ascii="Calibri" w:eastAsia="Calibri" w:hAnsi="Calibri" w:cs="Calibri"/>
          <w:lang w:eastAsia="en-US"/>
        </w:rPr>
        <w:t>Uwagi do projektu Programu Usług Społecznych w gminie Śrem na lata 2024 - 2026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5381"/>
      </w:tblGrid>
      <w:tr w:rsidR="004E02BC" w:rsidRPr="004E02BC" w14:paraId="5E1B3E2B" w14:textId="77777777" w:rsidTr="004E02BC">
        <w:tc>
          <w:tcPr>
            <w:tcW w:w="562" w:type="dxa"/>
            <w:shd w:val="clear" w:color="auto" w:fill="F2F2F2"/>
          </w:tcPr>
          <w:p w14:paraId="4B784C4D" w14:textId="77777777" w:rsidR="004E02BC" w:rsidRPr="004E02BC" w:rsidRDefault="004E02BC" w:rsidP="004E02BC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4E02BC">
              <w:rPr>
                <w:rFonts w:ascii="Calibri" w:eastAsia="Calibri" w:hAnsi="Calibri" w:cs="Calibri"/>
                <w:lang w:eastAsia="en-US"/>
              </w:rPr>
              <w:t>Lp.</w:t>
            </w:r>
          </w:p>
        </w:tc>
        <w:tc>
          <w:tcPr>
            <w:tcW w:w="3119" w:type="dxa"/>
            <w:shd w:val="clear" w:color="auto" w:fill="F2F2F2"/>
          </w:tcPr>
          <w:p w14:paraId="6113FF23" w14:textId="77777777" w:rsidR="004E02BC" w:rsidRPr="004E02BC" w:rsidRDefault="004E02BC" w:rsidP="004E02BC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4E02BC">
              <w:rPr>
                <w:rFonts w:ascii="Calibri" w:eastAsia="Calibri" w:hAnsi="Calibri" w:cs="Calibri"/>
                <w:lang w:eastAsia="en-US"/>
              </w:rPr>
              <w:t xml:space="preserve">Cześć dokumentu, </w:t>
            </w:r>
            <w:r w:rsidRPr="004E02BC">
              <w:rPr>
                <w:rFonts w:ascii="Calibri" w:eastAsia="Calibri" w:hAnsi="Calibri" w:cs="Calibri"/>
                <w:lang w:eastAsia="en-US"/>
              </w:rPr>
              <w:br/>
              <w:t>do którego odnosi się uwaga (rozdział, strona, punkt)</w:t>
            </w:r>
          </w:p>
        </w:tc>
        <w:tc>
          <w:tcPr>
            <w:tcW w:w="5381" w:type="dxa"/>
            <w:shd w:val="clear" w:color="auto" w:fill="F2F2F2"/>
          </w:tcPr>
          <w:p w14:paraId="572FC166" w14:textId="77777777" w:rsidR="004E02BC" w:rsidRPr="004E02BC" w:rsidRDefault="004E02BC" w:rsidP="004E02BC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4E02BC">
              <w:rPr>
                <w:rFonts w:ascii="Calibri" w:eastAsia="Calibri" w:hAnsi="Calibri" w:cs="Calibri"/>
                <w:lang w:eastAsia="en-US"/>
              </w:rPr>
              <w:t>Treść opinii, uwag, propozycji</w:t>
            </w:r>
          </w:p>
        </w:tc>
      </w:tr>
      <w:tr w:rsidR="004E02BC" w:rsidRPr="004E02BC" w14:paraId="10F8452A" w14:textId="77777777" w:rsidTr="004A1D81">
        <w:tc>
          <w:tcPr>
            <w:tcW w:w="562" w:type="dxa"/>
          </w:tcPr>
          <w:p w14:paraId="562CE8D6" w14:textId="77777777" w:rsidR="004E02BC" w:rsidRPr="004E02BC" w:rsidRDefault="004E02BC" w:rsidP="004E02BC">
            <w:pPr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3119" w:type="dxa"/>
          </w:tcPr>
          <w:p w14:paraId="13ED4531" w14:textId="77777777" w:rsidR="004E02BC" w:rsidRPr="004E02BC" w:rsidRDefault="004E02BC" w:rsidP="004E02BC">
            <w:pPr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5381" w:type="dxa"/>
          </w:tcPr>
          <w:p w14:paraId="10842E6A" w14:textId="77777777" w:rsidR="004E02BC" w:rsidRPr="004E02BC" w:rsidRDefault="004E02BC" w:rsidP="004E02BC">
            <w:pPr>
              <w:jc w:val="both"/>
              <w:rPr>
                <w:rFonts w:ascii="Calibri" w:eastAsia="Calibri" w:hAnsi="Calibri" w:cs="Calibri"/>
                <w:lang w:eastAsia="en-US"/>
              </w:rPr>
            </w:pPr>
          </w:p>
          <w:p w14:paraId="39F5422B" w14:textId="77777777" w:rsidR="004E02BC" w:rsidRPr="004E02BC" w:rsidRDefault="004E02BC" w:rsidP="004E02BC">
            <w:pPr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4E02BC" w:rsidRPr="004E02BC" w14:paraId="70D1DF9E" w14:textId="77777777" w:rsidTr="004A1D81">
        <w:tc>
          <w:tcPr>
            <w:tcW w:w="562" w:type="dxa"/>
          </w:tcPr>
          <w:p w14:paraId="1F82120F" w14:textId="77777777" w:rsidR="004E02BC" w:rsidRPr="004E02BC" w:rsidRDefault="004E02BC" w:rsidP="004E02BC">
            <w:pPr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3119" w:type="dxa"/>
          </w:tcPr>
          <w:p w14:paraId="5BFB8CF5" w14:textId="77777777" w:rsidR="004E02BC" w:rsidRPr="004E02BC" w:rsidRDefault="004E02BC" w:rsidP="004E02BC">
            <w:pPr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5381" w:type="dxa"/>
          </w:tcPr>
          <w:p w14:paraId="5C5B8618" w14:textId="77777777" w:rsidR="004E02BC" w:rsidRPr="004E02BC" w:rsidRDefault="004E02BC" w:rsidP="004E02BC">
            <w:pPr>
              <w:jc w:val="both"/>
              <w:rPr>
                <w:rFonts w:ascii="Calibri" w:eastAsia="Calibri" w:hAnsi="Calibri" w:cs="Calibri"/>
                <w:lang w:eastAsia="en-US"/>
              </w:rPr>
            </w:pPr>
          </w:p>
          <w:p w14:paraId="3E34208F" w14:textId="77777777" w:rsidR="004E02BC" w:rsidRPr="004E02BC" w:rsidRDefault="004E02BC" w:rsidP="004E02BC">
            <w:pPr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4E02BC" w:rsidRPr="004E02BC" w14:paraId="7AF5B669" w14:textId="77777777" w:rsidTr="004A1D81">
        <w:tc>
          <w:tcPr>
            <w:tcW w:w="562" w:type="dxa"/>
          </w:tcPr>
          <w:p w14:paraId="3E7CB027" w14:textId="77777777" w:rsidR="004E02BC" w:rsidRPr="004E02BC" w:rsidRDefault="004E02BC" w:rsidP="004E02BC">
            <w:pPr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3119" w:type="dxa"/>
          </w:tcPr>
          <w:p w14:paraId="507E9678" w14:textId="77777777" w:rsidR="004E02BC" w:rsidRPr="004E02BC" w:rsidRDefault="004E02BC" w:rsidP="004E02BC">
            <w:pPr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5381" w:type="dxa"/>
          </w:tcPr>
          <w:p w14:paraId="235F4C51" w14:textId="77777777" w:rsidR="004E02BC" w:rsidRPr="004E02BC" w:rsidRDefault="004E02BC" w:rsidP="004E02BC">
            <w:pPr>
              <w:jc w:val="both"/>
              <w:rPr>
                <w:rFonts w:ascii="Calibri" w:eastAsia="Calibri" w:hAnsi="Calibri" w:cs="Calibri"/>
                <w:lang w:eastAsia="en-US"/>
              </w:rPr>
            </w:pPr>
          </w:p>
          <w:p w14:paraId="19FF8749" w14:textId="77777777" w:rsidR="004E02BC" w:rsidRPr="004E02BC" w:rsidRDefault="004E02BC" w:rsidP="004E02BC">
            <w:pPr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</w:tbl>
    <w:p w14:paraId="3F63D181" w14:textId="77777777" w:rsidR="004E02BC" w:rsidRPr="004E02BC" w:rsidRDefault="004E02BC" w:rsidP="004E02BC">
      <w:pPr>
        <w:spacing w:after="160" w:line="259" w:lineRule="auto"/>
        <w:jc w:val="both"/>
        <w:rPr>
          <w:rFonts w:ascii="Calibri" w:eastAsia="Calibri" w:hAnsi="Calibri" w:cs="Calibri"/>
          <w:lang w:eastAsia="en-US"/>
        </w:rPr>
      </w:pPr>
      <w:r w:rsidRPr="004E02BC">
        <w:rPr>
          <w:rFonts w:ascii="Calibri" w:eastAsia="Calibri" w:hAnsi="Calibri" w:cs="Calibri"/>
          <w:lang w:eastAsia="en-US"/>
        </w:rPr>
        <w:t xml:space="preserve">Uzupełniając niniejszy formularz wyrażam dobrowolną, świadomą zgodę </w:t>
      </w:r>
      <w:r w:rsidRPr="004E02BC">
        <w:rPr>
          <w:rFonts w:ascii="Calibri" w:eastAsia="Calibri" w:hAnsi="Calibri" w:cs="Calibri"/>
          <w:lang w:eastAsia="en-US"/>
        </w:rPr>
        <w:br/>
        <w:t>na przetwarzanie moich danych w związku ze zgłoszeniem uwag do projektu Programu Usług Społecznych w gminie Śrem na lata 2024 – 2026.</w:t>
      </w:r>
    </w:p>
    <w:p w14:paraId="2463C287" w14:textId="77777777" w:rsidR="004E02BC" w:rsidRPr="004E02BC" w:rsidRDefault="004E02BC" w:rsidP="004E02BC">
      <w:pPr>
        <w:spacing w:after="160" w:line="259" w:lineRule="auto"/>
        <w:jc w:val="right"/>
        <w:rPr>
          <w:rFonts w:ascii="Calibri" w:eastAsia="Calibri" w:hAnsi="Calibri" w:cs="Calibri"/>
          <w:lang w:eastAsia="en-US"/>
        </w:rPr>
      </w:pPr>
      <w:r w:rsidRPr="004E02BC">
        <w:rPr>
          <w:rFonts w:ascii="Calibri" w:eastAsia="Calibri" w:hAnsi="Calibri" w:cs="Calibri"/>
          <w:lang w:eastAsia="en-US"/>
        </w:rPr>
        <w:t>Data i podpis osoby zgłaszającej</w:t>
      </w:r>
    </w:p>
    <w:p w14:paraId="5B89BEA1" w14:textId="36629B70" w:rsidR="0097251B" w:rsidRPr="004E02BC" w:rsidRDefault="004E02BC" w:rsidP="004E02BC">
      <w:pPr>
        <w:spacing w:after="160" w:line="259" w:lineRule="auto"/>
        <w:jc w:val="right"/>
      </w:pPr>
      <w:r w:rsidRPr="004E02BC">
        <w:rPr>
          <w:rFonts w:ascii="Calibri" w:eastAsia="Calibri" w:hAnsi="Calibri" w:cs="Calibri"/>
          <w:lang w:eastAsia="en-US"/>
        </w:rPr>
        <w:t>………………………………………………</w:t>
      </w:r>
    </w:p>
    <w:sectPr w:rsidR="0097251B" w:rsidRPr="004E02B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A67CD" w14:textId="77777777" w:rsidR="009126E6" w:rsidRDefault="009126E6" w:rsidP="00DF3795">
      <w:r>
        <w:separator/>
      </w:r>
    </w:p>
  </w:endnote>
  <w:endnote w:type="continuationSeparator" w:id="0">
    <w:p w14:paraId="7861979A" w14:textId="77777777" w:rsidR="009126E6" w:rsidRDefault="009126E6" w:rsidP="00DF3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660284291"/>
      <w:docPartObj>
        <w:docPartGallery w:val="Page Numbers (Bottom of Page)"/>
        <w:docPartUnique/>
      </w:docPartObj>
    </w:sdtPr>
    <w:sdtContent>
      <w:p w14:paraId="0FA35A7A" w14:textId="77777777" w:rsidR="0097251B" w:rsidRDefault="0097251B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</w:p>
      <w:p w14:paraId="08D2B4FE" w14:textId="77777777" w:rsidR="0097251B" w:rsidRPr="0097251B" w:rsidRDefault="0097251B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1" locked="0" layoutInCell="1" allowOverlap="1" wp14:anchorId="7FF05E4F" wp14:editId="435EFEED">
                  <wp:simplePos x="0" y="0"/>
                  <wp:positionH relativeFrom="margin">
                    <wp:align>left</wp:align>
                  </wp:positionH>
                  <wp:positionV relativeFrom="paragraph">
                    <wp:posOffset>3810</wp:posOffset>
                  </wp:positionV>
                  <wp:extent cx="5791200" cy="1036320"/>
                  <wp:effectExtent l="0" t="0" r="19050" b="30480"/>
                  <wp:wrapNone/>
                  <wp:docPr id="2113320673" name="Grupa 2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5791200" cy="1036320"/>
                            <a:chOff x="0" y="0"/>
                            <a:chExt cx="5791200" cy="1036320"/>
                          </a:xfrm>
                        </wpg:grpSpPr>
                        <pic:pic xmlns:pic="http://schemas.openxmlformats.org/drawingml/2006/picture">
                          <pic:nvPicPr>
                            <pic:cNvPr id="1783302942" name="Obraz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314450" cy="42926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733943996" name="Łącznik prosty 1"/>
                          <wps:cNvCnPr/>
                          <wps:spPr>
                            <a:xfrm flipV="1">
                              <a:off x="0" y="533400"/>
                              <a:ext cx="5791200" cy="2286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4472C4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676874187" name="Pole tekstowe 1"/>
                          <wps:cNvSpPr txBox="1"/>
                          <wps:spPr>
                            <a:xfrm>
                              <a:off x="0" y="571500"/>
                              <a:ext cx="2804160" cy="43434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E669840" w14:textId="77777777" w:rsidR="0097251B" w:rsidRPr="00DF3795" w:rsidRDefault="0097251B" w:rsidP="0097251B">
                                <w:pP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 w:rsidRPr="00DF3795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63-100 Ś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rem</w:t>
                                </w:r>
                                <w:r w:rsidRPr="00DF3795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br/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ul</w:t>
                                </w:r>
                                <w:r w:rsidRPr="00DF3795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.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DF3795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Stefana Grota Roweckiego 31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4499316" name="Pole tekstowe 1"/>
                          <wps:cNvSpPr txBox="1"/>
                          <wps:spPr>
                            <a:xfrm>
                              <a:off x="2552700" y="556260"/>
                              <a:ext cx="1805940" cy="43434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89AED5E" w14:textId="77777777" w:rsidR="0097251B" w:rsidRPr="00DF3795" w:rsidRDefault="0097251B" w:rsidP="0097251B">
                                <w:pP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T. 61 28 36 107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br/>
                                  <w:t>e-mail: cus@cus.srem.pl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88874306" name="Pole tekstowe 1"/>
                          <wps:cNvSpPr txBox="1"/>
                          <wps:spPr>
                            <a:xfrm>
                              <a:off x="4533900" y="548640"/>
                              <a:ext cx="1226820" cy="43434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A127813" w14:textId="77777777" w:rsidR="0097251B" w:rsidRPr="00DF3795" w:rsidRDefault="0097251B" w:rsidP="0097251B">
                                <w:pP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www.cus.srem.pl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9061314" name="Łącznik prosty 1"/>
                          <wps:cNvCnPr/>
                          <wps:spPr>
                            <a:xfrm flipV="1">
                              <a:off x="0" y="1013460"/>
                              <a:ext cx="5791200" cy="2286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4472C4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wgp>
                    </a:graphicData>
                  </a:graphic>
                </wp:anchor>
              </w:drawing>
            </mc:Choice>
            <mc:Fallback>
              <w:pict>
                <v:group w14:anchorId="7FF05E4F" id="Grupa 2" o:spid="_x0000_s1026" style="position:absolute;left:0;text-align:left;margin-left:0;margin-top:.3pt;width:456pt;height:81.6pt;z-index:-251657216;mso-position-horizontal:left;mso-position-horizontal-relative:margin" coordsize="57912,103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DA1xqgQAAC0SAAAOAAAAZHJzL2Uyb0RvYy54bWzsWF1v2zYUfR+w/0Do&#10;vbG+bFlGnCJzlqBA0BhLtz7TNGUJkUiNpGM7b33YP9v+1w4pyV/JkKwICrRIgiikSJH33nPO5ZVO&#10;36+rktxzpQspxl5w4nuECybnhViMvd8/Xb4bekQbKua0lIKPvQ3X3vuzn386XdUjHspclnOuCBYR&#10;erSqx15uTD3q9TTLeUX1iay5wGAmVUUNumrRmyu6wupV2Qt9f9BbSTWvlWRca9y9aAa9M7d+lnFm&#10;brJMc0PKsQfbjLsqd53Za+/slI4WitZ5wVoz6FdYUdFCYNPtUhfUULJUxaOlqoIpqWVmTpisejLL&#10;CsadD/Am8I+8uVJyWTtfFqPVot6GCaE9itNXL8s+3l+p+raeKkRiVS8QC9ezvqwzVdn/sJKsXcg2&#10;25DxtSEMN/tJGgAHjzCMBX40iMI2qCxH5B89x/Jfn3my123cOzCnLtgIf20M0HoUg+e5gqfMUnGv&#10;XaR60RoVVXfL+h3gqqkpZkVZmI2jHoCxRon7acGmqukgnFNFijlikQyjyA/TOPSIoBWofzNT9IEE&#10;lnL2OTu1eZBax64lu9NEyElOxYKf6xrUxSp2du9wuuse7Dori/qyKEsLlm23/oHmRzR5IkQNBS8k&#10;W1ZcmEZTipdwVQqdF7X2iBrxasbhk/owdwbRkTaKG5bbDTNs/BuMtYbuDTgrd4ZZFzRY9lJeBVEQ&#10;x/2WV3GYhgNHqy05EDOlzRWXFbEN2AYTgAgd0ftr3RrTTWlD2OzvDIM5lu7IObqLFnqP4vW/ZHWb&#10;05rDBLvsPg+iKI2jNB10PPjny99/sQdR3MFyqc2moUT71ES0StQH4SIZYP3D8sG6eCDIfhTFECDC&#10;T0dPqjIMh88FryyEtfw/gkdHQlp6uS1KQVZjbxA5bCgydgauQP5VDYJosfAILRc4CphRbkUty2Le&#10;kVOrxWxSKnJPkY7jOAknsSM4eLM/zeJ2QXXezHNDjX9VYXBalEU19oa+/WmfLoXz3uX7Fn0bzwZw&#10;25rJ+cYFFknFgf6t0B8kg2ESB8OkQ38qS04Mv9NGrvgB9DYJE7P+RSKtOpntXOhS4jH0SdA/hj4c&#10;+nEAvF1CjiP8dkHq0nmnihcJ5wgZvdFb/HAKz+XKIyXVBjfH3qX7eQrQPdJYoLZ0gpwtdA6UHVhm&#10;PVuDazvciJJQOHzSNbssQI5rbDmlCic1bqL6MDe4ZKUEM2Xb8kgu1cNT9+18KB2jHlnh5Adt/1xS&#10;eyyUHwRyQIrMg2WN68T9BAcaUfsjs/0RsawmEmwOnHWuaeebsmtmSlafUaSc210xRAXD3mMPomma&#10;E4MeBlDkMH5+7trNaXMtbmucUY3oLWyf1p+pqlvgDNT+UXZZ55F2m7lNuM+XRmaFy4q7qLZxRwb8&#10;RmJIkzhO0yjYZsLX0ULY74eJLUFQgfT7g/ak2CXDYOj3U4uoLVG+X0U0VYVV1w7CN2Egm3z/wkCt&#10;OMQpEfmvrIwYtUHaKSMeDpqjYE8ZYTgY2vT2AygjfFOGfUH5wY6MMEn9gX0X6MqnVy6eAz+I4qY6&#10;3sni4J32rXp+snp2L+f4JuFe+trvJ/ajx37fFRi7rzxn/wIAAP//AwBQSwMECgAAAAAAAAAhAIv2&#10;iZX2mwAA9psAABQAAABkcnMvbWVkaWEvaW1hZ2UxLnBuZ4lQTkcNChoKAAAADUlIRFIAAAeJAAAC&#10;dggGAAAAQkS0rwAAAAlwSFlzAAAuIwAALiMBeKU/dgAAIABJREFUeJzs3T9y2+b2P2Dc76SXfyuQ&#10;7wqsW6qSVLDjjJUVWF6BdRs1KCwXbNREWYHlFUSeQYdCUqUy8gqutANrBfc3b3KYy5j+IxIvSIB4&#10;nhlNEtCxSJAEQXzec84//vvf/xYAAAAAAAAADMP/eZ4BAAAAAAAAhkNIDAAAAAAAADAgQmIAAAAA&#10;AACAARESAwAAAAAAAAyIkBgAAAAAAABgQITEAAAAAAAAAAMiJAYAAAAAAAAYECExAAAAAAAAwIAI&#10;iQEAAAAAAAAGREgMAAAAAAAAMCBCYgAAAAAAAIABERIDAAAAAAAADIiQGAAAAAAAAGBAhMQAAAAA&#10;AAAAAyIkBgAAAAAAABgQITEAAAAAAADAgAiJAQAAAAAAAAZESAwAAAAAAAAwIEJiAAAAAAAAgAER&#10;EgMAAAAAAAAMiJAYAAAAAAAAYECExAAAAAAAAAADIiQGAAAAAAAAGBAhMQAAAAAAAMCACIkBAAAA&#10;AAAABkRIDAAAAAAAADAgQmIAAAAAAACAARESAwAAAAAAAAyIkBgAAAAAAABgQITEAAAAAAAAAAMi&#10;JAYAAAAAAAAYECExAAAAAAAAwIAIiQEAAAAAAAAGREgMAAAAAAAAMCBCYgAAAAAAAIABERIDAAAA&#10;AAAADIiQGAAAAAAAAGBAhMQAAAAAAAAAAyIkBgAAAAAAABgQITEAAAAAAADAgAiJAQAAAAAAAAZE&#10;SAwAAAAAAAAwIEJiAAAAAAAAgAEREgMAAAAAAAAMiJAYAAAAAAAAYECExAAAAAAAAAADIiQGAAAA&#10;AAAAGBAhMQAAAAAAAMCACIkBAAAAAAAABkRIDAAAAAAAADAgQmIAAAAAAACAARESAwAAAAAAAAyI&#10;kBgAAAAAAABgQITEAAAAAAAAAAMiJAYAAAAAAAAYECExAAAAAAAAwIAIiQEAAAAAAAAG5Kc+PtTd&#10;s6tnRVHsxM/z+GeyN/eHGYrHoiju4rFeF0XxOf777vbk4HOX9sHu2dX1hr9W392eHJzObWXO7tlV&#10;2k9v527YHJ17LeyeXX352fEs/n177g+zqT7FZ8R9/KTPivvbk4M7zzgAAAAAMBS9CIkjFN4viuIw&#10;Luq/mPtDDN3WTPD6twB29+zqIYLj9HPZtdAYaM/u2dV+fH7sW0hEmJ5DfPlZkf5xM/NZITTeUHVV&#10;zi42nC4UeR6Ptslx4mbm36/jn38tRhiNJ84/AAAAAOiMTofEu2dXKRQ+Kori5dyN8HSpQvBV/Lzf&#10;PbtKVWTnAmPYTFEtfBwLi7Y8zSxgL37e7p5dpQ4Vl+nzQmDcX3VVTrsG7M8Ew20dF/a+8e9/qKuy&#10;iCB5WsGeguPrub8FAAAAAFagcyFxVA0fRzis/SdtSFVk79OF/92zqxQAnN6eHNzb09Bvu2dXR/H5&#10;odsEOWxNFxhNFxfdnhxc2LPdFlXC0+4z+x08l5wuREivrdng+I+OJ10Mjeuq/O/cRpKb0Xiyv649&#10;0dLzstbH1Bd1VTYeFzIaT/4xtzGDuirT83e1uXu/Fw7aOpb3/Hj8EIukpmOh/ui0MfTFUnVVNh1F&#10;5bj9DZu4b1s8Bvw/HW/Wr67KtJj198x3xDECgB/qVEgcF/jPVX6xIrMBwIcULqkshv6JltIXFhbR&#10;ohfRieI0Pisu7ezuiGD4KELhPnaf+auCPULjj1HFfumCHSu2V1fl8Wg8Obfjgcy2Z87V//qsjs+9&#10;TxEcTxdMWcANq5UWWp/a52t3PPDHD8CadCIk3j27eh4X+M2LZF1SWHyYFiq4+A/9EJ0nLowkYIXS&#10;xc3fds+uUoh3ZGHRetVVeRQVw5t2DHgZP+/rqkyvtYvReOLchFU5ravyUkgDrNCL+Jl22fgUgXH6&#10;/DPyA9p3JCRerxiR82rI+wCA9fm/de/7mDt8JyCmA7bi4v9FhE9AR8Xc4XsBMWuSXnf3UcXOCqUL&#10;KKnVa12Vn2N0xKYfA9Lj+62uyvtU4Tl3K+S3FZ2dANYlBcZvUtvVuirv0qKw6BoCtGM7Fl+yPs7z&#10;AVibtYbE0V76N+2l6Zi0eu9aUAzdFJ8dv/vsYM3S6+8qXo+0LMLh1DngPzELdGjv/+2omoZVeFlX&#10;pdcb0AUvYlHYfSwS8x0d2iGkXJOZ0TkAsBZrC4l3z67O42QfuuiFoBi6JwI5nx10yXtBcXu+CIe1&#10;YIPVuRDGAB2yFYvEhMXQjhd1VeqStB5HFsADsE5rCYnjYuqbuRugWwTF0CECYjpMUJxZuvgrHIa1&#10;2jKfEOigaVh8J9CC7HyfWQ9V3ACs1cpD4pjf5yI/fZGC4kvPFqxXzCA2I5Eue29GcR4xe/deOAxr&#10;90YIA3RUGsNwVVfluapiyOZV6uJjd65OzILeHsrjBaCbVhoSR0WmwI2+2ds9u1JJAet1oQUTPXCh&#10;+8Ty6qrcqavyriiKX7zfoTMuPBVAh6UOddfpHMKTBFmoal0t+xuAtVt1JfG5i3701NuoZARWLBZp&#10;vLDf6YFtFe/LSfMFi6L43XsdOmc73p8AXfUiguJDzxA0dqQ6fzWiW4vvPgCs3cpC4gjYtA2kz1z4&#10;hxXbPbt6HnPHoC9eWVT0dDPVw97n0F1vVekBHZeKEX6L1q3A8tJ7yYKL1VBFDEAnrLKSWMBG3+2Z&#10;Nwkrp3qJPnLO8wRxIffaCnroBcc1oA/eC4qhMd/BWxazn19u9IMEoDdWEhJHJdje3A3QP06WYUXi&#10;s0MHCvpoL16/fENdlSlwem8MCfTGXl2VKl6APhAUQzPb2re3zrVFADrjpxXdER9+bIp04X/n9uTg&#10;zjMKrXNxhz471kJsXsw4u+zQ4sHHoijSZ/p9/BRR3fxU6fFM2/DuzPy38JtNdFpX5eVoPLn37AId&#10;d57GWYzGE9/bYTnHcc5OZvF9yGJ4ADpjVSGxFWhskiMX/mElhMT0mc+KL0Rbtcs1t5e+iRA4/aSL&#10;x5/n/sTi5i6gxcWfnS9+tNWm77ai7bTvdkDXpePVZZqnnumzHoZmL94/Flrk5zsiAJ3Seki8e3Z1&#10;qJqCDXPopA7alSr2U5sru5ke20pz7G9PDhapSt1Y6SJTBLOrPid8iBA3VT+u7LmIC9LXs1XJERzv&#10;x8/hgI5x70bjia5Cm+NlakE5Gk/mFkewfnGc+0dXn4q6KtPx72ruhsUcrPJ4vmFaOR7HIrAvx2w8&#10;+6LDxjq6bKTP2QsLW2BpxxZut8L1RAA6ZRWVxPtzW6DftrWchtb57GAT7C/YungjrSEgfoyLwhdd&#10;qn6I4Pgyfo7jovphXHxTZUyfXKTXr+o8oPjz8212ZMOsvy0mic+96UKp/RWdF1jYAst7VVflsc/7&#10;fGJeukIqADpFSAzL2Y8ZhkA7fHawCQb/Ol5xQPwptcIdjScXc7d0UFxUP4+5ic+jqmBIFcb0V3o/&#10;n6qEARYRn3sX8TMNS9LPXss7Mn3OXgu6YCnH8ZlPHvYlAJ3zfyu4Qyoj2ESDv/APLfMeYxO0fdGz&#10;01YYEN9E+9GdvgTEX0oXzkfjSarUSGHxz/GYoMveROtggGU/+1LHj3Qc+WfLn3vbFrXA0rx3Mkld&#10;DSwGBaCLWg2J0yy+uY2wGXY8j9CO3bOrZ1owsSlivvbgrCggfohweH+T5lOmlphx0fxfRVF8mPsD&#10;0NxDtGVvqpeLMoBuiYVS6XPvII5PbUhjHp556hmwZRdibEXVP80tG7h/mtsCABm1XUn8fG4LbAar&#10;/6A9FmGwSQZ3QXIFAXEKt/6dqm43KRz+UpqnPBpPjqLCSlhMTtuZAt7tuiq1TQSyiM/0nZY+87ZU&#10;RDJwTcalee80FN+Plu0ytbHfdwDoBiExLEmlPLTGZwebZFCLHqJK56LFgDhVQaS20udzt2yoqLA6&#10;iioryCXXe+htXPgEaCzNDY4FUv9uYW+qJoblvDBiorFlg/Yb10cAaFvbIbETcAAW5UsQm2Ro50Jp&#10;pfuLua3NTauHU2vp+1U/KNhQHzM9rMEs2gBWIxaDvc78y9ICtsO5rTAMnxu2LVZNvKS6KtP1jVdL&#10;/u/Xrq0D0La2Q2KrytlkgiwACHVVXrQUEKcLWvtDqh6GFXieMdzdq6vSxWMgq9F4ctFCRbHZqgxZ&#10;k7bFLyPsZHFNjjtaTQPQurZDYthkTpAB+JFBrPyuq/KowQr577mJgLjJHDXgK2L+5838LUs5dfEY&#10;yC0WiOXqelDEohZVeQxV08DRgrAFxfFm2f32GOdqzq8AaJWQGICu0YWCTbLxr+eYR9pGle+HaC/9&#10;ee4WIJdcVXVb2k4DLTmKsRO5aDnNED3PEBIfWWSxsKM4R1rG9Pna7sdDBaCvhMQAdI0vntATcaHo&#10;osHFj295NxpPtISElsWM718z/ZbUilL4AmQVi8VyVjDuz22Bzfc83ktNOohsadm+sCbHrsu5LQDQ&#10;AiExAADLOm1hDvHr0XhyOrcVyGk2JDnNWKV3ocoIyC3mE3/K9NcKiRmypsGjltNPFON4mlQBC4kB&#10;WAkhMQAAC6urMl1kfZN5z72OC8HAikRlUc620xZ5AG3I1dJ+22IWBqxpy+ntCD/5sSb76WM6P4vv&#10;WwDQKiExAADLyB3mfhAQw3qMxpNUrfIx0y9/46ImkFucI+TqerAztwUGYDSe3BVF8dDwkQqJfyDO&#10;g/a+/6e+SxUxACsjJAYAYCF1VZ42bJ/2pQ9mEMPaHedsOz23BaC5XMGJkJgha/o+2qur0nvo+5q2&#10;5RYSA7AyQmIAAJ6srsrnmeeRfRIQw/qNxpP7jK2it2MxCUBOuYIT7aYZshyt280m/ob4rvTy67c+&#10;yYcYBQIAKyEkBgBgEacxdzSHVLWoLS10xGg8SReObzLdm7cqjYDMms5TnXo+twUGIhaFNf2sfxVh&#10;KPOaLpKbDfGdRwHQOiExAABPEvO1XmXcW4dWykPn5Kzsz1GtBPCHOGdoOk+1EBJDlrEQOgF9oa7K&#10;1KXgcO6Gp7uJudFTuh4A0DohMQAAT5Wzfey70XiSqyIIyCQqjN5l+uvS3EItKYGc7u1NWNje7P8w&#10;Gk8uMiy48Pk+77hhx6Uc4T0ALERIDADAD0UV8V6mPZXmEJtXCh0V789Pme7dqZaUQEZ3diZk0bTb&#10;x1ZdlaqJ/65JcP4Q4T0ArJSQGACAp8gZ6rqgBN2X6326pe00kJExFZBHCiQfG/5NFn2GCMybVBE7&#10;VwJgLYTEAAB8V12VOxmriH/9YtYW0EHxPv010z17WVdlkxl9AEBGMeO7aeXqdnQbollg/qjVNADr&#10;IiQGAOBHcs0ce1RxAL1ymmFm4dRFXZXP5rYCAOuSo3p18Of2EZRvz93wdBcR2n9JAA9A64TEAAB8&#10;U4Q6r751+4JOv3EBBOigeL/mbDs9+AvJANAVo/HkviiKDw3vzl5dlc/ntg5L0/MbraYBWBshMQAA&#10;35MrIHoYjScugEDPjMaT6wwXkKfeaEsJAJ2imriBDGN5PkRYDwBrISQGAOB7crWaVkEI/XUc7eJz&#10;MHMPWLc7zwD8aTSepPfDTcPdcTjgkRJNvys5LwJgrYTEAAB8VayMbzJfaypVEbsAAj2Vue30dl2V&#10;Fo0Ay8rRjcDoC/i7ptXEWxkXlvZGtNluMpbnJjq2AMDaCIkBAPiWXKGQgBh6bjSeXBZF8THTo3gb&#10;i1AAFpWjWlFrV5gRn/EPDfdJru8NfdL0MfuOBMDa/eQpAICVend7cqCCKuyeXaV98XbuBroi18Ue&#10;s4hhMxxFuLKV4dGcZ6oIBIblRYZHKySGeel72fu5rU+XOoUcDaV7ULTXblI9rdMSAJ0gJG7m4Pbk&#10;QFuQb3DhHwD6K6r8cgRBH6JVLdBz6b0craJ/yfBI9uqqPB6NJxaRAE9SV2WWhSXau8JXXcYCribn&#10;/0cDqo49arivnP8A0AnaTQMA8DVaTQNzItS9mbthOacxzw/gKQ4z7KVPc1uAIhZ1Ng0u93It5uiB&#10;JlXEj74jAdAVQmIAAL4mx4XYB9U6sJGO4gJnU1sqaYAF5AifnJfAt+UILjd+NnFqq53aa8/d8HQX&#10;Oi0B0BVCYgAA/iYq+5pc+Ji6nNsC9N5oPLnPGO6+rKsyx6IUYIPFGIwc84iFxPAN8fn+4eu3Ptmr&#10;AXQJaRqEWyAHQGcIiQEA+FKuNnFCYthQo/HkNGPb1ou6Kp/NbQX4nyatXaceR+OJcxP4vhwB5sZW&#10;E0c77b25G57uQ4TxANAJQmIAAL6UIyR+1GoaNl6ui8Cp7fTp3FaAP0OZZ5nGYAiI4QdG48ldURQ3&#10;3/9TP3S8wYu/mi5YMYsYgE4REgMA8CUz/4AfigvJ7zLtqTdRnQPwpeNYTNKUcAaepmk18VamhR2d&#10;Em20Xza4TzcW0QLQNUJiAAD+Eqv+zSMGnipdSH7ItLcEOMDfRCjzNsNeeRDOwNNEW/amn+2b2CGk&#10;6WNyngNA5wiJAQCYtZNpb7gQCwMwGk8+Z2w7vV1XpbbTwKxcoYpjCyym6XsmfaZvTDVxhrb3aaGK&#10;kBiAzhESAwAwK9c84vu5rcBGiuq8XzM9trd1VeZarAL0WF2Vqc30XoZH8KjDCSzsMt47TTSd39sl&#10;TdveN23hDQCtEBIDADArRzhzN7cF2HSnGS4mT7mQCgMXM8p/ybQXjqPrAfBE8Z5p+nm8Fy3jN0GT&#10;rimPWk0D0FVCYgAAZuW4kKPVNAxM5rbTe1FBCAxQdBPIVfmrxSssL8d7p/et3uuqTOc323M3PN2F&#10;hSoAdJWQGACAWS8y7A2VxDBAo/EkhTofMz3y0w2qPgKeKALi64ZtXWflWrwCgxPjYz40fNyvYp5v&#10;nzUNunVIAaCzhMQAAPwhYyBjHjEM11GmttNbLqrCsNRVeZg5IP41ZqYDy8vxWdzb7iDR+r5JFfHH&#10;CNsBoJOExAAATGUJiUfjiUpiGKhop5irteTLCI2ADVdXZTpu/JYxIP60CW1uYd3ivP6m4d3oc0W/&#10;KmIANpqQGACAqZ0Me+JhbgswKKPx5DzDBeWpiw1oUwl8Q6rSq6syhVBvv/4nlpK6GRyZAQrZNA06&#10;t2Oub69El6W9Bvf5k24GAHTdT54hAABCjiBGOzVmva2rMueF/3V5NxpPVKQt5ijmkzetCtyKKp7e&#10;tqoE5kX4kt7br+ZubO5IVxPIZzSeXNZV+dCw7XL6HL+Y29ptqogB2HgqiQEAmMoREqvaAYqYv5cr&#10;WH8TMwGBnkst5OuqvCyK4j8tBcSvU6A1txVoquln+os+fZbHQpYmx6iH0XjSt1AcgAFSSQwAwFSO&#10;dtMqd4A/pLbT0V7yRYY9cpFrbjqwOtEuPgVDh/HPJpWIP/JaKAPtSO+tuirPG3YISdXEfWm/3LQ9&#10;tmMRAL0gJAYAAKAt6SLr7xn+7jTP8FTbb+iWqLabXcDxLBadPY9/5lgk8hQCYmjfecP54S/TMSO6&#10;jXRWLG5pMubiUatpAPpCSAwAAEAr0lzQuirfNbyoPJVmXF+aNQpL2ZQZ8V9KYcyxgBhWomlIXET4&#10;2iSAXYXDhhXT6VzFCB4AesFMYgAApnK0m+5LCzlgRaL69yHTb1OZA0yl48q+gBhWI4LPDw1/2VFU&#10;6nZZ064lup4A0BtCYgAAppqsmAf4nqaz/ab26qrsegUS0L6PaXGbzgKwck0D0K2M5wTZ1VV51HB2&#10;+seut9MGgFlCYgAAAFo1Gk9Sl4FfM/2O05iDCgxPai/982g8OdTOFVYvAtCbhr+4y4u9mgbYOp4A&#10;0CtCYgAAAFYhV9vpLRdhYZDSQpPno/Hk0tMPa9W0mni7rsrDua1rVlflfupY0uBefIpFcQDQG0Ji&#10;AAAAWhdVf7mqh1528QIz0Io0A/Wfo/HkWPUwrF8EoU0XfXWxmlgVMQCDIyQGAABgJaIC8GOm33VR&#10;V+Wzua3AppiGw0dmfELnNK0m3qurcmdu65rEGItXDX77w2g8uZjbCgAdJyQGAABglY5irmhTWxku&#10;UgPdkqoT3wmHodsiEG36Wd6lauKm5xMCYgB6SUgMAADAymRuO/0mZggC/fUYVcMHo/EkzRw+FQ5D&#10;LzRtr/yqCx1B4j40GWHxqNU0AH0lJAYAAGClogLpJtPvVL0D/fRrURT/Go0nz6Jq+NrzCL2SIxjt&#10;QjXxcXQnWdaleekA9JWQGAAAgHXI1XZ6u65Kbaehf96kcCZmgQI9E8Hoh4b3ugsh8dHclsU4BwGg&#10;t37y1AEAkNFOURQqgZh6l9qG2ht8TWonG+HuL1+5eVFv66pMlTx3djb0yqvU5rWuynOfF9BLp/E+&#10;XtZWXZVH0WFk5dLvTovNGvzej9rjA9BnKokBAMhp7XPFgP4YjSepVeWnTHfYPEDop61Y6HFXV+WO&#10;5xD6IwLSpuMj1rlApOnvdu4BQK8JiQEAmMo1HxRgEU3bPE7t1VXZhbaVwHJeFEXxe1T2Af3RNGhN&#10;YyP257a2LH5nkyriT2apA9B3QmIAAHJSAQQsJFpEv8u0107NN4Xee19X5VpazwKLi6D0oeGuW8ci&#10;L1XEAAyemcQAAOSk3TSwsDSLNMNcwCLa1qaLtodzt8CwLTwjvq7KZ18s/pr+9/Sn6fv1e17VVZmO&#10;DaqKoR/S8eV9g3v6Mi3yWtV831hQtjd3w9M9rGuOMgDkJCQGAGDqruHFkkQFH7CsFAZdZdh76ULz&#10;4Wg8uZy7BXiy0XjyuSiKL1up/vW+ipDlMCoA2wiMBcXQEykwravyPBZrLes04wiKH2laRSwgBmAj&#10;aDcNAMDU5wx7os2qImCDRbvKXzM9wouoggRakir+RuPJ+Wg8SWHxQVEUNy38pldaT0NvNG2/fLiK&#10;z+5Y4PJq7oane9RqGoBNISQGAGAqR0icLrzsz20EeJrTDHMNi6hkalolBDxRWuQxGk/S5//PEaDk&#10;lILidcwrBRbTNDjdWlElcdPfcRmdFgCg94TEAABM3WXaE1pOA0uJi665LhC/sWgFVivavKfzgI+Z&#10;f/Ev3s/QbfEZ/qHhnWx1QUhUKjf9HRahAbAxhMQAAEzdZ9oTQmJgadF2OlfApE0trFgKikbjSZpV&#10;/C7zb77URh46r2mAul1XZZvVxIcN5ybfpFb7c1sBoKeExAAA/CHjBQ+VPkBTR5la1qaLzSp+YA1G&#10;40l6773O+JtTsHM5txXojPg+0XShV5shcdNzAucUAGwUITEAALM+Zdgbe3NbABaQue3027oqd+a2&#10;Aq0bjScXmYPiPQs//uK41h6Vos00nU2818bndl2VqYp4e+6Gp3uIbicAsDGExAAAzMpyUUwgAzQV&#10;s01vMu3IphesgSW1EBRb+PGnJi1zN13T0SdC4gYiSG268LSN2cRmEQPAF4TEAADMusu0N7ScBnLI&#10;1XY6VSW1ccEZeIIIinPOKN6EeeO5zrmY16RalDyaLs56VVdl07D/L3VV7jfsdvQYxzEA2ChCYgAA&#10;ZuVqoXY4twVgQTHbMFflzmnOC87AYmJGcdNZpVMvNqDt9Oe5LbAhIlB9aPhocs4mbvp36UgCwEYS&#10;EgMAMCtXVUuq2ns2txVgQaPx5DxT2+ktF3lh7Y4ytKGdGnzb6aiOJD8Bfh5NK2+Pc3yfiAVir+Zu&#10;WIzzBwA2kpAYAIC/jMaTzxkv3qomBnLJ1Sr6ZV2Vjk2wJnGekauNfCG44UuZOkZoBZ7HecP3+lam&#10;7xNNzyE+xLELADaOkBgAgC9pOQ10ymg8ucs4z/RCpwNYn3g/52oV3ed54zlCJy3059knHRHB6mXD&#10;e9PoWBGf901bTfe9tT0AfJOQGACAL+UKiV8KYoBcYp5pjk4HWy74wnplbCNf9HjeeI5qVYHovBzn&#10;nvdzW1hW08/b7YZt1Y/jc39ZN6PxxOsBgI0lJAYA4Eu5QuJCNTGQWa6KwTdmecLaHWZqOz3keeOD&#10;nsn8DY33iVAwn9iXHxv+hU2CZlXEAPAdQmIAAP4m81xiF1aAbEbjSVrE8mumv+9ibguwMnG+kes8&#10;oY/zxlUSt6PpPnmY20JTTRdx7C3TLaCuyhQQb8/d8HQPcd4BABtLSAwAwNfkCk+atogD+NJppov4&#10;6fhkIQusUea20+d9GnMRIXlTL9b7KDqpaUisijizCFqbLkBd5vO6afcR5wgAbDwhMQAAX3P5lW3L&#10;coEFyCaClabtI6fe1lWpXSusV67383bGlvSr0njBi2PYnL25LYvJUeHNvKbVxK8WWQQSi1SbLKJ4&#10;HI0nOo4AsPGExAAAzIn5YblaTi/VIg7gW6IqqemMw6mhzjKFTohzjneZ7kvfFn7kqFrVsSVkeu5V&#10;ErcgAtemiyIWWQTSdPGJcwMABkFIDADAt+RcPW8lPpBbugD8mOHvTAtZ+lZ9CJvmPOMs2D6FOzmq&#10;VoXE/5MjJFZJ3J6m3weeFPxGxfGruRsWIyQGYBCExAAAfEvOltN7ZhMDOWVuO32q4wGsT7yfcy3W&#10;6NPCD5XEeeXYF0Li9pw3XNy1XVflUz73m54bfMg0MxwAOk9IDADAV0X7x1ztXAuziYHcRuPJZabj&#10;1JaqIViveD/fZLoTp4vML12jHIHklrnEf2kaEj8IB9sT+7bpItSnBMBNF4n4zgLAYAiJAQD4npxt&#10;orV0BdpwnKnt9Mu6Kg/ntgKrlKs7wFYfRl3EfPUccu233oqgfLvh/VdF3L6mAeze9zp/ROeiJq+D&#10;m1goCwCDICQGAOCboqon14zAokeVPUBPxMXcXFU/Fz84RqkwgxbF+/ldpt/wsiejLj7NbVmcBS55&#10;Wk3nCu35hkydir636LTpgglVxAAMipAYAIAfyXmxpBeVPUC/jMaT80xtard+cMxTZQbtO8+4QO1H&#10;Cz+6IMdxZVvL6SzV1ELi1Wg63uGrz3W811/N3fB0Dxmr+wGgF4TEAAB812g8ucjUynXqpbbTQAu+&#10;etF4CW96Un0IGynmln5vscYitn9QddgFuUKpwZ5bRUD+Yu6GxTyOxhMLgVYggtgmC7vSHO6vfeY3&#10;rahXRQzA4AiJAQB4iqYr/r90quIFyClzm1odD2CNYoFaju4AyduOn3PkCokPBzzSI0dAfjm3hTY1&#10;/Zz9WiDc5HXwGMcdABgUITEAAE+Rs/Xcmy1rAAAgAElEQVRjES1dL80nBnIajSenmeZ7ptatKopg&#10;vXJWxuZe7JZNLHDJcY61NcRq4jiX/FpguChthlcoAtkmr/vUmej59D/i35tUk3f2GAEAbRISAwDw&#10;Q5lbP05tuyAHtOBrLSiX0fXqQ9ho0fr310yPce8b7Wm7IlcV6/EAF+AdR0DelEri1WsazM4uDmi6&#10;QEIVMQCDJCQGAOBJYsV/jgq9WS/qqnRRBsgmc7CksgjWKy1Qe8x0D847HKDmCigHVU0cz2eOx/sx&#10;FkSyWhcN39+zCz+aVJN/iIp+ABgcITEArJaKJPqujQuPrwTFQGanmdq3purD2eOeEAFWKIK7XOce&#10;W11d+DEaT64zhuHHs214N9ypKuL+ivd3k+8AabHp87oqD6ND0bIsCANgsITEALBaL3fProRh9FZc&#10;xPzQwv0XFAPZxIXnXK1lT6fVh1GlDKxQdDK5yfQb0/nG/tzWbsh1HrQ1hNa5MQ7gzdwNi3uM1xjr&#10;0TSg3W9YRXzjsx2AIRMSA8DqvRIU03PHGatdZgmKgWwyLmoZROACHZezk0lX388579eXXRA2Ua79&#10;pYp4jaLNc5PP6uOGIbEqYgAGTUgMAOuRguLr3bOrrs5Fg2/KXKH3pRQUX3Z4ZiDQL7kWtbzscPUh&#10;bLzMs8a366o8ndu6ZvEYP2W8F79Ete3GqasyBXsvMj2uzr0WBqhRy+kGLccfRuOJRQIADNpPQ98B&#10;AHROWkm8N5CnJT3OFBTv354cDHLG4e3JwakLM/2ULqjUVfkxBSctPID0d16n+WJRXQCwlLSopa7K&#10;tKjltwx7MF3Efh4hTq5wAni601iklmMG7dvUvaSD5xkp/Hw/t3V56XzqeSzw2whxTM/RZrqIVsPO&#10;Ndcsdf6oq/JmDdcBfA8FYPBUEgPQNUP7kv4igmJVk/RRukj30NL9Tu+NO5V7QFNRJfQxw181rT4c&#10;5MIuWLcIOje67XTMxs050mMrguKN+K4R54U5Q3QhYXes+v34qNU4AAiJAaALBMX0UlysbTID7EfS&#10;hc2r1FJwqO2n0+NOlU51VV7P3QgsIlfb6WMhMaxPhKg3me7AXlSldk3uGakvNiEojtbZOUO9m5hd&#10;TwfEe7utxadfc75JFfYAsCwhMQB0g6CYXor5ea9bvu9vhlZVHOHwaXRXeDX3B4CFRDvRHBVjafGK&#10;DgewXjmribu4EO08czVxMdOhpZcziiPM/z1Tq/EpVcTdk3uBxPd0rpMAAKyDmcS0xpxJYElDngmV&#10;Lt7cx4ziu7lboaPSyv+46JhrPtzXbEdV8Yd0frGp8+PS3MBo432c+UIoDN5oPElh0GGGmYfem7BG&#10;aYFaXZW/Zjrv2IpgqjMVxTFLPV1L+WXuxma2o6L4OKo2eyH2xdvM9/WDKuJOuojriG1/zn4wixoA&#10;/qSSGICuGfqXta2oKO7lKn+GazSepFDzwwp2wKuohDndpBbUqUo6tZUuiuI/cSFUCAXtOGqhQg9Y&#10;vdOM7+VXXetWkha1tNR6N51fvK+r8rLr51Fp4VxdlXctBMSPmavRySTaP69iAcMqK5YBoNOExAB0&#10;zdBD4kJQTI+lC26fVnD3t+KC4X3MK34+9yd6IC5+HscF0CttpaF9UTnk4jD0XIRJOTuXdfG40GZ1&#10;88s4j+pcWDozcuM/0Wkpt1OzaDut7ffiTYzLAYDBK4TEAHTN7cmBkPhPgmJ6Jy647a8oKC7ifZJa&#10;Tf4nKmIO5/5Ex3wRDP8nWkm2cQEU+IbReHK6wuMU0JKots31Xn4RwWRnRDvkX1u8P+k86pe6Ku/j&#10;3GStlcUz4fB9C9XDUzfxuqGjYjFXm92JPP8AMMNMYgC66CbDvMBNMA2KD29PDszMohdijl4Kiq9X&#10;HH6mipiXdVWmFoKX8XO97kqRuOC6Hz+HMQ8QWL9Uofe75wF67zi6ceSQgtKLjs0qPV3B+cN2LFpL&#10;ozzS+dP5Kist47zxKB5nm+M2HuN30H0XLXXYeRiNJ5dzWwFgwITEAHTRnZD4L+lCydXu2dXr25OD&#10;VcxngsbWGBQX8Z55Nb2wVFflTdyPdFy5a/PCb7S9fh6B8E78DD0UfltXZVvVQF2RqpI6NcuSH0sB&#10;SF2V71qsVgNWIFXb1lX5IVOgtBXhVGeO6XFOdbiiRS1/nUPNLLq7jkV32c6f4nxpdgFdm8HwrENt&#10;pvsh3tdtLBzvVLcAAOgCITEAXXQdLWT5n/e7Z1eFoJi+WHNQPGtv9gJTXPS8i1aG6edz/PcipheP&#10;n0UQ/EzLaOil86heG/piDui744xh414KZbtUbRiLWl6n7wNzN7bny0V3X54/TX9+ZPZcabqAblWh&#10;8KzX0b6b/rjIHBJPFz4AADOExAB0kS/wXycopleiWmMntW5sqWXcMra+DI6BYYrFLEcZW9UCaxDv&#10;5dNomZzDRap27VLV6Wg8uYjFd+s6n+rz+dOHtP/mttJp8Zo/zbiQ61wlOQDM+7+5LQCwZrcnB+nL&#10;2yfPw1eloPjoazdAV43Gk/SafecJAromKst+9cRAv43Gk/OM3x+2utiWNs6nPszdwPd8iP1GP51n&#10;vNcWCgDAVwiJAegqX+K+LQXF5inRK6PxJL1mf45WbwBdcurYBBvhOOODeBOVu50iKF6IgLj/LjJ9&#10;Pn/IOVcbADaJkBiArjIv6Pve7p5dCdLplZjvt6NTANAl0X5SkAA9F50BcgaoOasYsxEUP8mvAuL+&#10;i8/nHO/DTr6XAaALhMQAdNLtyUFa6Xvj2fmuV4Ji+iat4h+NJzvaTwNdEotYPnpSoPeOM3YGeBEz&#10;UTtHUPxdr0fjSc6qctar6ffdm9F4cje3FQD4g5AYgC4TgP6YoJheivbT/1JVDHTIkbbT0G9ReZgz&#10;2D2uq/L53NYOiKD4tZfsXx7SueVoPPHdaINEm+gmCyJUEQPAdwiJAeis25ODi/iyz/cJiumltKo/&#10;qor/LZgB1q2FcAlYg9F4cp5xEdpWlxeuRiBq0d2fnSB2VIxurGWD3ofoFAIAfIOQGICuc7H2aVJQ&#10;fL17dvWsD3cWZsXF3FSl86sdM+cxWnMfzt0CZBfHI+MuoP9ythveq6uys5/DEYzuD/Q8Ki0o/nk0&#10;nhzGQh82ULzGl/lsVkUMAD8gJAag01QTL2SvKApBMb2ULuzF/Lh/mrH3h4cIh5+n1twufMJKaTsN&#10;PTcaT64zn0+c11XZ2XPsmfOofw1koct0Ed2OStHBWDTwfTS+CgB+TEgMQB+oJn66F4Ji+izNHYsZ&#10;e/+Mi39DC2rShd3Xo/FEOAxrEvMPVR9B/51mPI/Y7sN3khjlkaqKDza4BfWHCIedJw1ILAZYZPH4&#10;hdcHAPyYkBiAzotqYq0fn05QTO9FWJwu/qXX8esNPwY8xFzmf6YLuzFfEFijdPwx4xP6rYUFH2/q&#10;qtyZ29pBqZJ6NJ7sRFi8CedQ0w4r/y8tJoznluFZZKGGxV4A8AQ/2UkA9ESqLPyPJ+vJpkHx/u3J&#10;gRXU9FqEphd1VT6P2bxH8Rrvs0/RAu865qwB3ZOONb97XqC/0oKPuiqPohI4h/TZ3YuguPhf2+39&#10;OIc6jvOoXPtiFT5GRaiW0iSXEf5u/WBvfLCQAACeRiUxAL1we3JwH5V2PF0K0e53z656cyELvieq&#10;i8+jMuafcUz42JOW1CkU/rUoip+jCmYnHouAGDoq3p/vPD/Qe0cZH8CLuiqP57Z2XJxDHadxFjG3&#10;+NcFW/euymO0k34d50uHAmKmon30UyqEdeUBgCf6x3//+9/W9tXu2VVasbg3d8PmOLg9Obj2YmMR&#10;A3hfvLs9OTA/9gl2z67Sfnrb+Tu6vFZeC7tnV+kiwcu5G/iedLElVRQLo9hY0f5xP6p7dtZcaZza&#10;Ot7Hz3VU8QAAdEpUGO/PnEOt+vwpLaK7ix/dVQAAVky7aQD65iguIvSpTdq6bc20nnbhhY0UFxX/&#10;9vqO4Ph5XPR8NtMe8nmDY8jsXL/0+z7PBML3WtsBAH0R5y0Xs5WX3zl/2nlCm98vPc6cn03Pm/74&#10;p0V0AADrJyQGoFfSfN3ds6s0S+t6iYsUQyYoZnBmgmNtCgEAnsD5EwDAcJhJDEDvRMi535M5pF0y&#10;DYoPh74jAAAAAACGTEgMQC9FUHzs2VtYCop/2z27OurZ/QYAAAAAIBMhMQC9dXtykGZnvVZRvJT3&#10;gmIAAAAAgGESEgPQaxEUaz29HEExAAAAAMAACYkB6D0zihsRFAMAAAAADIyQGICNIChuJAXF5z2+&#10;/wAAAAAALEBIDMDGEBQ38mb37Oqix/cfAAAAAIAnEhIDsFFmguIHz+zCXgmKAQAAAAA2n5AYgI0T&#10;QfFOURSfPLsLExQDAAAAAGw4ITEAG+n25OBzVBQLihcnKAYAAAAA2GBCYgA2lqC4kRQU3+2eXT3r&#10;8WMAAAAAAOArhMQAbDRBcSMviqK4FhQDAAAAAGwWITEAG09Q3IigGAAAAABgwwiJARiEFBTfnhzs&#10;FEXxwTO+MEExAAAAAMAGERIDMCi3JwdHguKlTIPi5z287wAAAAAAzBASAzA4guKlpaD4bvfsaqen&#10;9x8AAAAAYPAKITEAQyUoXtpWVBQLigEAAAAAekpIDMBgCYqXJigGAAAAAOgxITEAgxZB8b+Hvh+W&#10;ICgGAAAAAOgpITEAg3d7cnBeFMXroe+HJUyD4sPe3XMAAAAAgAETEgPAn0HxhaB4KSko/m337Oqo&#10;h/cdAAAAAGCQhMQAEATFjbwXFAMAAAAA9IOQGABmCIobERQDAAAAAPSAkBgAvhBB8UFRFI9zN/Ij&#10;gmIAAAAAgI4TEgPAV9yeHFwXRbEvKF5KCorPe3i/AQAAAAAGQUgMAN9we3JwJyhe2pvds6uLnt53&#10;AAAAAICNJiQGgO8QFDfySlAMAAAAANA9QmIA+AFBcSOCYgAAAACAjhESA8ATzATFn+yvhQmKAQAA&#10;AAA6REgMAE8kKG4kBcV3u2dXz3r8GAAAAAAANoKQGAAWcHty8FlQvLQXRVFcC4oBAAAAANZLSAwA&#10;CxIUNyIoBgAAAABYMyExACxBUNyIoBgAAAAAYI2ExACwpJmg+MY+XNg0KN7p2f0GAAAAAOg9ITEA&#10;NJCC4tuTgxQUf7AfFyYoBgAAAABYAyExAGRwe3JwJCheypagGAAAAABgtYTEAJCJoHhpgmIAAAAA&#10;gBUSEgNARoLipQmKAQAAAABWREgMAJkJipc2DYqPenr/AQAAAAB6QUgMAC2IoPi1fbuwFBS/FxQD&#10;AAAAALRHSAwALbk9ObgQFC9NUAwAAAAA0BIhMQC0SFDciKAYAAAAAKAFQmIAaJmguBFBMQAAAABA&#10;ZkJiAFgBQXEjKSi+6PH9BwAAAADoFCExAKxIBMX/Kori0T5f2CtBMQAAAABAHkJiAFih25ODu6Io&#10;9gXFSxEUAwAAAABkICQGgBUTFDciKAYAAAAAaOgnOxAAVi8FxbtnVykovi6KYstTsJAUFKc/f3x7&#10;cvC5P3cbaFtdlem4+vyLn2Svwa++mfn3tMjnc/z88e+j8eRu7v8A4C91VT4rimInfp7NHKOL2Lbs&#10;ufCnOB47PgMAwBKExACwJoLiRl6li4pp/wmKYZgiEN6Jzgzpn9st7Yi9b/z7H+qqLCKouI9g4no0&#10;nlzP/S0AA1BX5fOZ4/JOwxD4R14seHz+42c0ntz/4O8FAIBBEBIDwBpFUJwunl1+caGLH0v761pQ&#10;vBp1VV5/7QLsAm5G48n+5u2Z5uzbp4ng4TDCh/2OLa55ET8vi6J4OxNMpGP7ZZer2eqq/O/cxsW8&#10;G40np6u+333mPd8e+3b1okp49tjc1oKdZc0en/9QV+VjLNK8joU9Ko4BABgkITEArNntycH9TEWx&#10;oHgxgmLYYDPB8FEPj4/TYCKFxg9FUaR56hcq2IC+6/mxuYhFRi+nwXGExpdxLp4W9jinBABgEITE&#10;ANABKeAUFC9NUAwbpq7KafjwckMeWaqsexuB8YfReHI09ycAOmymYvh4A89Vt2KUSfp5X1flx5lO&#10;EM4tAQDYWP/nqQWAboiAcz9alLKYaVC8Y79Bf9VVeVRXZaq0/W2DAuIvvZrbAtBRdVXu1FV5EXN9&#10;3w9kMePLeKz36bGnfTD3JwAAYAMIiQGgQwTFjQiKoadmwuH3HZxnCTA4dVXux4zn32NxS5fmwK/K&#10;tML497oq79Jn1TAeNgAAQyEkBoCOmQmKP3puFrYlKIb+iBDiTjgM0A0z4fBVURR7npa/vIhW1ObK&#10;AwCwMcwkBoAOiqD4cPfs6kJr0oVtzcwovuvZfYdBiNmWp0VRvPGMA6xfCofjuCwY/j4LmgAA2Bgq&#10;iQGgw25PDlJbuw+eo4WpKIaOiiDiTkAMsH5p0U7MHFY5DAAAAyMkBoCOExQvbRoUmx8HHVFX5XEE&#10;ESqxANYsjsn3utYAAMAwCYkBoAcExUtLQfF7QTGsX1Sq/eKpAFivuiqfx9zhX+JcCQAAGCAhMQD0&#10;RATF7zxfSxEUw5pEK9NrlWoA61dX5VG0/NdaGgAABk5IDAA9cntycFoUxWvP2VIExbBiKSBObd+F&#10;EQDrFQt2LtP5kOphAACgEBIDQP/cnhxcCIqXJiiG1UqBxAv7HGB96qrciQU7Lz0NAADA1E/2BAD0&#10;TwqKd8+uiqgGYTEpKN6P9t1AS2IG8ToqiB+jlWr6+VwUxX38PEWqfN6JP/c8fnZU3QF9VVflYVEU&#10;Fx05jj3E8XiZ43PxjWP0M4uRAABgOUJiAOgpQXEjr9K+ExRDO+qqPF7hDOJPUbGcquTuRuPJ57k/&#10;sZjLr/3puir3I5yY/gglgE6L+cPrOk98nB6XMx6fi+8co3dmFvZMf7bn/iAAAPAXITEA9NhMUHyu&#10;0m1hgmJoQVyo/6XlffspjnuXmUKHHxqNJ9cRdPwh5i2n4Pgw/imMADojujmsarHO1Kc4Tl6MxpO7&#10;uVtbFL/vbjZErqvyeRyf9x2nAQBgnpAYAHouguJplYageDGCYsgogtOvVnll8iGFw6sOH74mwunL&#10;6eONcPwofhyLgbVZcUD8GO2sVx4M/8hoPLmf3rfif6HxYRyndYMAAGDwhMQAsAFuTw7u0pxdQfFS&#10;UlCcgq2j25ODlVQkwgY7balS6ya9R+OCfydFOJLabB9Hi9ejNc1kBgZshQHxp1i0czF3S0fFZ0jq&#10;QnE+ExgfqzAGAGCo/s8zDwCbIQXF0Urv0VO6sJcpYI+wGFhCXHB/k3nfpePZz6PxZL/LAfGXUmiS&#10;7nNRFAcRcAO0bkUBcTqmHYzGk50+BcRfSp8po/Ekhdzps+tf0akCAAAGRUgMABtEUNzIC0ExNJI7&#10;LEhVas9H40mb7atbleYYC4uBVVhBQPwws2jneu7WHkudIEbjSer+8P+KonjnPBoAgKEQEgPAhhEU&#10;NyIohiXUVbmfubVyqujaj7m/vTcTFv8cQQtANi0HxOl88l2quO3zop2nSJ85o/EkjU14LiwGAGAI&#10;hMQAsIEiKH4elXgsRlAMizvKuM8+pIquTQmIZ6WAJVqbAmRRV+VpiwFx6oCwE8HpYAiLAQAYCiEx&#10;AGyo25ODz1FRLCheXAqK73bPrnb6dsdh1WIWca6AIh2vjue2AjCnrsq0QOft3A15vOvbPPjcZsLi&#10;HTOLAQDYREJiANhgguJGtqOiWFAM33f43VufLlVqHW5iBTFAbnVVpvOT9y381elYfDC06uHvSUF5&#10;zCw+MDIAAIBNIiQGgA0nKG5kS1AMP5Sr1fTxkCvWAJ6qrso0EuO6hR2WzhXT7OE2/u7ei/nyRgYA&#10;ALAxhMQAMACC4kYExfANEVS8+PqtC7kZjScX9jPAk1zG+UlOqZ3yvm4OAAAwHEJiABiImaDYTLXF&#10;CYrh6/a/unVxAmKAJ6irMrWB3su8rz6kdsoCYgAAGBYhMQAMSAqKb08OjgTFS0lB8e+7Z1e55q/C&#10;JsixcOJRFTHAj9VVmRbmvM28qz7EvF0AAGBghMQAMECC4kYuVBTDX3JUEl/ObQHgb6K9f+4FNQJi&#10;AAAYMCExAAyUoHhpWk/D/zzPsC+u57YA8KXUZnp7buvyBMQAADBwQmIAGDBB8dJSUHy5e3b1rKf3&#10;H3LJEVjcz20B4C/RZvpNxj3ySUAMAAAIiQFg4CIo/vfQ98MStrXJZcii9WkOd15IAN91/r0bF/Qp&#10;06gAAACg54TEAEAKitPFx9f2xML2ds+uTnt2nyGXLC3XR+PJ57mNAPyhrsrjoiheZNobj0VRHDnu&#10;AgAAhZAYAJi6PTm4EBQv5a35xABAbtGxIeditOPReKJ7AwAA8AchMQDwF0Hx0nK2gQQASFIV8Vam&#10;PfFhNJ5czG0FAAAGS0gMAPyNoHgpqe30UQ/vNwDQQVFFfJzpnj1k/LsAAIANISQGAOZEUPxzzK7j&#10;acwmhiXUVblvvwHMyVlFbA4xAAAwR0gMAHzV7cnBZVEU+4LiJ9tWTQxLeWa3AfxP5iri1Gb6em4r&#10;AAAweEJiAOCbbk8O7gTFC1FNzJDcZXqsO3NbAIYtVxXxozbTAADAtwiJAYDvEhQvRDUxg5Gxdenh&#10;3BaAYcsV7J5rMw0AAHyLkBgA+CFB8UKExAzJQ4bH+qKuyudzWwEGqK7Ko0xVxOn4fD63FQAAIAiJ&#10;AYAnmQmKc4RCm2xv9+xK4MVQ3Gd6nBZXsJC6Knfqqryrq3LfnmPD5DoenqoiBgAAvkdIDAA8WQTF&#10;aX7oJ3vtu7TPZSiuMz3O47oqn81thS+k10ldlak68vdUhT73B6DHoqvCXoZH8DAaTy7mtgIAAMwQ&#10;EgMAC7k9OfgcFcWC4m8TEjMUd5ke51bGGZxsqLoqD+M198ZzzIbKdRwUEAMAAD8kJAYAFiYo/qHU&#10;clpVJEOQq5I4eZtaCM9tZfBSdWVdlem19ltRFNtD3x9stFyLzMwiBgAAfkhIDAAsRVD8Q+ZksvFi&#10;3uVNxsd5oe00s+qqPI3q4RwteKGzYpFMjkUQH8wiBgAAnkJIDAAsbSYozhkSbQoVkQxFzramL1TA&#10;UfwZmO3XVZnC4bfRjhw23VGmx+cYCgAAPImQGABoJAXFtycHKSj+YE/+jUpihuKyKIrHjI/1VV2V&#10;5mkOVKokr6syhVxXsWgAhiLHecPDaDzJNSseAADYcEJiACCL25ODI0Hx36gkZhCirell5scqKB6g&#10;uirT58h9URRvhr4vGJY0dzvToojcx2IAAGCDCYkBgGwExX+ztXt2ZbYqQ3HawuP8Iyg2o3jzpYCs&#10;rsrroijeay3NQOXqPmJxDQAA8GRCYgAgK0Hx36gmZhBG48l9S+/7V0VRXNdV6b20oeqqTAsM/lMU&#10;xd7Q9wWDptU0AACwckJiACA7QfFfVEAyJMeZZxNPvYig+GjuFnqrrsr9uirT4oK3nkXIEhJfz20B&#10;AAD4DiExANCKCIpfD3zvqn5kMGI2cRttp4toQfy+rspL7af7LT1/MW/6qiiK7aHvD4h5xDneC+YR&#10;AwAACxESAwCtuT05uBAUw3CMxpPzoihuWnzAL4uiuFdV3E/xvN1HG3HgT7kWlKkkBgAAFvKT3UVb&#10;ds+uTje8fdy725ODtqplADZGCop3z1LBWPHeswqDkILAu6j+bcO0qjj9ntPReCIY6biYKX1u7jB8&#10;VY6Q+CG6OQAAADyZSmIAoHUqimE4RuPJfQTFbUuB41VqXRztWumYaC2dFlX+LiCGbzKPGAAAWAsh&#10;MQCwEgMNinNc+IXeGY0naTbmv1d0v1Pr4v/UVXluXnF31FW5HxXlbXUWekydfVSSswFyLHK5m9sC&#10;AADwA9pNA9Apu2dX1xtebTToVvXRejpVGV622IoW6IA0nzjaDK9q/uybVMGcwuLU2ljr1fWIoP4i&#10;5ke3Jc29Poqqdei77Qz3X0gMAAAsTCUxALBStycH11Fh+2jPw2YbjSep7fSHFT7IrahcvU9tjlUW&#10;r1Zdlcdp37cYED8URfHzaDzZFxCzCWIhTQ5CYgAAYGFCYgBg5W5PDu4ExTAMawiKC2HxaqWgq67K&#10;dFz/pcUuEe+KotiJVuawKbIcm3ROAAAAliEkBgDWIoLic3sfNl8ExauaUTxLWNy+9Nz+XhTFi5Z+&#10;U2ot/a/ReHIqCGMD7Wd4SDdzWwAAAJ5ASAwAALQuzSguiuL1mjoICIvbk2Oe6tek18nraC2tlS4A&#10;AABkJiQGAABWYjSeXETl3MOa9riwuB9Se/Ln8XqBTZZjJrFFFAAAwFKExAAAwMpEVWgKRj6uca8L&#10;i7vpU1EUB6k9udbSDESOY4/3CgAAsBQhMQAAsFIpAByNJ4cxp3gd7aenpmHxXV2VR3O3sirpNfBu&#10;NJ7sjMaTa3sdAAAA2ickBgAA1iLmFKeq4ps1PwNpru77uirvhcUrlyrKUzh8OrDHDUWmSmLtpgEA&#10;gKX8ZLcBAADrMhpP7tOc4roqj4uiOI3q3nWZhsXpvhyram3VQ+zjyw1+jPAjL35w+1P0vt10XZX/&#10;ndvYE6Px5B99ve8AAKCSGAAAWLuoKn5eFMWHDtydFNxc1VV5WVfl87lbaepdVA8LiAEAAGBNhMQA&#10;AEAnxKzi1O75oAMtqJOXRVH8p67K07oqc7SFHbr0nP4rtZZOz/XQdwYAAACsk5AYAADolNTmeTSe&#10;7BdF8TraEq/b26IozCte3mN6LtNzOhpPzE8FAACADhASAwAAnTQaTy5SW+JoT/y45vu4FfOKr7Wg&#10;XsivqY14PJcAAABARwiJAQCAzooW1Kcxr/jXDtzPvWkL6rlbeqSuyv26Ktus6v2U2oaPxpNjraUB&#10;AACge37ynAAAAF0XQeNxXZXnRVGkgPbVmu/y27oqD4uiOOpTC+WYrZz235u5G/NIFd9p5vD5qh8b&#10;AAAA8HQqiQEAgN4YjSf3o/EkzQb+Z1EUH9d8v18URXHdl1nFEWrftxgQp+djR0AMAAAA3aeSGAAA&#10;6J0UFhdFcZjaJkdl7N6aHsN0VnG6H51srRwzlC9a3EcPUVF9PXcLAAAA0EkqiQEAgN5KweRoPEkB&#10;7UFRFDdrfByvoqr4+dwtaxSzk1dTLAsAACAASURBVO9aDIin1cMCYliPTh1zAACA/hASAwAAvdeR&#10;sDi1n76rq3Jn7pYVS5XNdVWmcPhtVDu35a6L1dMwIEJiAABgKUJiAABgY3QgLN5a55ziuiqf1VWZ&#10;ZgJfRWgNdNcnzw0AALAuQmIAAGDjrDksns4pXmlQXFflYVEUaVbzm7kbgS7KUYWvkhgAAFiKkBgA&#10;ANhYM2Hxz0VRPKz4ca4kKE5zkOuqTDOBf2u5tTTQPUJiAABgKUJiAABg443Gk8vReJLClNcrDotX&#10;ERSn2cN7c1uBrrvPcP+ezW0BAAB4gp/sJAAAYChG48lFURQXEdyer6jyNgXF96mqee6WPFQPQz/l&#10;CIl7P3t8NJ78Y27jCtRVeVoUxdt1/G4AAOgClcQAAMDgRFicKovfreixX9ZVuTO3FaChuipVEwMA&#10;AAsTEgMAAIM0Gk8+j8aTVEn2z6IoPra8D7aiglmYA0zl6i5gAQoAALAwITEAADBoo/EktYI+LIri&#10;56IoHlvcFy+ixTVA8jnTXhASAwAACxMSAwAA/BkWX0YL6jaril/VVXk4txUYnNF4cpfpMQuJAQCA&#10;hQmJAQAAQrSgTiHu6xarirvQdvom2mwD6/WQ4bcLiQEAgIUJiQEAWAUXsNtzv6kPbJ1G48lFURT7&#10;RVF8auFupPnEp3NbVyMF369H48l+arPd0d3P9zmetmcd74kcv/OFeecAAMCihMQAAKxCCsX+P3v3&#10;jxTXlf6Pv2dqcvRbgfRZgXBIJAjIqBJegdAKzCQkHQgFJCTGK7C0gkFVnXXQEBEaVjBiBV+zgvnV&#10;kZ+22zSSoPu5/1+vKsqebo1F/7nn3nve53kOD3vx4KOPJ+irSLSC3a6o/fRP08l43c/+qcrreBEB&#10;ON1lPP26Lo6nF0uPrGa77l8cAADoNiExAACPkbVvIsueLz1Cayy0n/5Ywe9UVzVxaWe7U15HeT1L&#10;z1I342l1ujieZn0fhMQAAMCTCIkBAHgMwRKDtrt3clBBUPymhmriX0p74t29k6xqRdZnPGWRkBgA&#10;AGiEkBgAgFpMJ2MT2NUQONWkoqC4qmrispfyD7t7J4eqh/vHeFqZ2o+V2Bv8dumJp3vZQAt7AACg&#10;w4TEAADQkKQJfa1raxRB8U3i37i/9Mh67kaj0fvdvZPN2FMZBqHj42nW35s9ngAAAD0mJAYA4DEy&#10;qqtUOC3znnTTfoSxGTamk3FWsHMZraXr2uuY1RhPq9Hl9ySrHbwKcwAA4NGExAAAPEZGlZNQY9mz&#10;pUee7nOjr2CAoj3sYeIrXzckLoH12929k+343Wg342k1ujyeni89sprXWk4DAACPJSQGAKAum97p&#10;JWu/J0LBZuzunXyIyt0Ma1X/7e6dPIvfh+Ewni7r7HiauC/xSMtpAADgsYTEAAA8hsq3aqz7nmSF&#10;Cqwmq63zc9V/g2I8rUbXx9OsauLMLgcAAECPCYkBAPiu3b2TjD00Xy49wrqhhiriBu3unZR9RG+S&#10;fgOVoQNhPK1M18fTrJD4eeI+5wAAQI8JiQEAeKy1q6ymk7Eg7O9eLT3yNBkViaznLOn9c2wMi/E0&#10;X6fH01h0crf0xGpUEwMAAN8lJAYA4LEyqqzW2nu1T5ICHpXEzbtI+g2eLT1CnxlPE/VoPM3aW/zV&#10;dDL2/QAAAL5JSAwAwGNlVFmZtP5LRqihkrhhu3snn5P2MlUVOizG01x9GU+zQuJR4p7pAABATwmJ&#10;AQB4LJVvuTLeCyFxO/gceCrjaa5ejKe7eyfXifucqyYGAAC+SUgMAMBjZUygb9hH80/rTt7f7u6d&#10;/L70KE0QEvNUxtNcfRpPs/Y5z/5vAQAAPSMkBgDgUXb3TrL2Xj1YemRgIth5vuarFkxCRxlP8/Rw&#10;PD0fjUZ3S4+u5uV0Mj6s+wUAAADdICQGAOApMtpg7i89MjwZLUCzQiagGcbTHL0aT6OiOXVv4ulk&#10;/GzpUQAAYPCExAAAPEVGtdVzLVJTqv+ExNBtxtMcfRxPM9tEbySHzgAAQE8IiQEAeIqsifTBtr+M&#10;QOfl0hNPc7e7d6LdNHSb8XRNfR1Pd/dOPo9Go49LT6zu9XQyHnxrcgAA4O+ExAAAPEVWqLE/4PaX&#10;GYHO+dIjQNcYT9fX5/H0eOmR9ZypOgcAABYJiQEAeLSobrpNeMc2hlj9FkFOxh6iWk23S0bwojJ8&#10;YIyn6+n7eBrfj1+Wnljdl7bT9icGAADmhMQAADxVVtXV4QAnqw9jon5dKonbJSMk/n3pEYbAeLq6&#10;IYynpZr4bunR1b10/gAAAOaExAAAPFXWBPOgqt8iwMl4vZ92904Eii0Rn+vzhN/m89IjDIHxdAVD&#10;GU/jdztbemI9r6aT8Ye6XwsAANA+QmIAAJ5kd+/kIrGyqVS/vVh6tJ+OVRH3Uka725GQeJiMpysb&#10;zHi6u3dSXuvN0hPreSMoBgAAhMQAAKwia3J5I/G/1VrTybi0I/4p4fe72907MbHfLikhcYSFDJPx&#10;9AkGOp5WUSUuKAYAgIETEgMAsIrMieXS+rLvbVKz3i9VxC0SVZuvE36jy6VHGBLj6dMMbjyNRSS/&#10;LD2xPkExAAAMmJAYAIAn2907uU5uf/lzVIf1znQyLvtJvkx6XcdLjzRkOhkfCxfSPo/rpUcYDOPp&#10;4/V1PH2kKtpOj+ZBcezzDAAADIiQGACAVZ0lv3MXfZuknk7GB0ltUYvL3b2Ttu1bW8KF6wHtg/qn&#10;COHeLD2xmqGH7RhPv2sA4+k37e6d/D4ajQ6+9WfW8KaP3xkAAODbhMQAAKwk9nK8S3z3Nvo0ST2d&#10;jLdHo9GvS0+srq1Vb6Wq73oALW7/FN/RrGD3NipJGTDj6bcNaDz9phgr/v2tP7OGMpZ/jvcaAAAY&#10;ACExAADryK5+e9mHYCOqTDP3u7yMPSnbaiNa3F4PJGDIbHlrn2nmjKcPGOB4+k27eyfle/LxW39m&#10;DWUsn5W23qqKAQCg/4TEAACs4yy5+m20UJnayT01oyXqbzHZnqUrVW8vI2C46GtYHPswZ7WZHlUQ&#10;DNJdxtN7Bj6efsthRfsTz/0U3xtVxQAA0GNCYgAAVhZ7JFYx4f48KuCq2n+xEtPJ+Di5JWrxsYNV&#10;b6/6GBZXEBB/6tq+qFTHePp3xtOvi+/KdgWLChY9j3H8vI/7zsdrEoIDADBoQmIAANYSrS9vK3gX&#10;S+XYrzFB3eq2l2WyubRaHo1G75aeXM9dVIx11TwsLvtcHnS1fenC55sZEI9UEXOf8dR4+lg1BcXF&#10;69Fo9N+ySKYPYXF8v8qCn//GOQoAAAZLSAwAQIYqK9TKBHUJGVs3uV/Clqh2+2/iHrWLjiMI6Lrn&#10;URH4OYKG/a68nvjeXVfw+faiopFKGE+Np4+yu3dyXVNQPIpFMvOwuHPty0tXi4VwOHvBDwAAdNK/&#10;fGwAAKyrhF3TyfiX2MewCqUK7ucINkql3YcmJ/ujEu8wfjL3ylx0GVWFfbIRk/NvppNxCTXOy8/u&#10;3sl5215jtOY9joA7W68qGsllPK1EH8fTL0pQHAtvZktPVmM+ht/E9+e8reF7VD4fxE8VYzkAAHSa&#10;kBgAgCwlUNuveCK2/Ld/Ln9XaZtaJqijkqoWsb/uQbzOqsKMUYSInam2XdFiYFz+C5/Kvqnlp87P&#10;dFFUx80DhSo/395VNJLOeJqn9+NpLCz4sQT+Fb+Xi15Gh4jSxnw+fp83vc96fK/2o8K6iop0AADo&#10;DSExAAApSugV1Uy/1fCOPlSROg8Y0yaoowppO36qDjIW7Q8wRHwdP6MIjS/jMy2h1XUVwUOEwps1&#10;f76felbR+G46GWfvHdsmO020BTeephrEeFo6MkRAelHjezs3H79LhfrtvbG7suMnvlOL47g9hgEA&#10;4AmExAAApIm2l2+juqgufwYcoz8mje9icvrzvZ/veRYTzc8WJp3rnmgv3tqr9otXixP+C8Hx7/H5&#10;jiKIeIz5Zzpa+IybCBNuK95vlh4xnqYY1Hga35mmguK55/e+Q6MY+z7Hd+n3J3yP5l7EzyjC4Geq&#10;hAEAYH1CYgAAUu3unXyISeo3Db2zG/cDxg75WN6/Dv7edZl/pq/jn12qYL0baIU4azCermWQ42kE&#10;xZtREd6WIPV5/Kj0BQCAFvmnDwMAgGy7eyelWvKjN/ZJPsb7Rv+UgHi7qb2W6Tbj6UoGPZ5Gm/Dt&#10;2OsdAADgQUJiAAAqIdh4EgFxf5WA+FBAzDqMp09iPI19rXf3Tsrez++XngQAAAZvJCQGAKBKgo1H&#10;+UWg0VvzCmItxFmb8fRRjKf37O6dHI9Go53YF5g8ZY/8H7yfAAB0mZAYAIBKCTa+6e3u3snht/4A&#10;nXWrxTTZjKffZDz9it29k4vRaFT2Kf7l4T/BE5SxfWd378T4DgBA5wmJAQCoXAQbb73TfyqTzD+o&#10;MO2tsg/opgCBKhhPlxhPHyHaTx+qKl7ZbSxEeBGhOwAAdN6/fIRrmW2dzjr860Ml3m2dzt55awG4&#10;r0zgTyfjEpqVifyXS39gOEqAeFAm7H1Jeqe0lz7e3Ts5G/obQbWMp38ynj5RBJwvppNxaUNdQuON&#10;Tr2A+t3GuG4RAgAAvSMkBoB6WUjBoJXKyulkvF0mXEej0U8Dey/KRPPh7t7J+dIz3VRex/7AA6pF&#10;wipqZTzt1Xhau7JX8XQyLgtays+bgb38x7iMcFjVMAAAvaXdNAAAtVpoeflDTML2XakufR/th3sT&#10;aJSAanfvZDPa3g65dell7E+5LyCmbsZT1hHfn9K+/P/sdf3FXezb/H+x57CAGACAXlNJDABAI2K/&#10;1u2ohDvraUXqx6hE+rz0TE9EC87S+rYEDeXnVV9f6z2qzGgN4ynriPf0IFpQHwywDXXpBHGupTQA&#10;AEMjJAYAoFERsm0utE3tesh4G/uEng2psnQhLH4RbagPehhU3UWb7bMI5aBVjKesI8Li8r05HsDC&#10;n08xnp/7bgEAMFRCYgAAWiHCje0IGQ8jaHzeoU+nTDh/GHoL1AgZvuxzuRAYb8dPVyvThAl0ivGU&#10;dfVw4c98kc+FsRwAAP4gJAYAoFUiZCyhxuF0Mt6Miek2BhwmnL9jMTAufzKqGzc7EBrfzj/X8k+f&#10;LV1lPGVdDyz82V5Y/NPmhT9lHL+O79SF7g8AALBMSAwAQGvFpO484HixEC5uNlDRdBMTztcmnFcT&#10;1Y0XC6Hxi/gs5z8vGvhcS5DwOX6vL5/vkPY83d07+cfSg/SS8ZR1xdj4IX5GsfBge2EMb6rS+Hbh&#10;+zS4cRwAAFYlJAYAoBPuT06P/pqgngeNz+Kfo/jnUyuc7mJyeRT//H3+zwg3SRaf6eeoIPxTBFiL&#10;n+v8f49W2B9zHgL7XCEYT8kQ4f7fAv74Hj2L8Hi08M9nK4bIi9+l3xf+/SK+TxYYAADAioTEAAB0&#10;1sIEtX0re2QhPBYmQU2Mp2RYCG2N3wAA0HL/9AEBAAAAAAAADIeQGAAAAAAAAGBAhMQAAAAAAAAA&#10;AyIkBgAAAAAAABgQITEAAAAAAADAgAiJAQAAAAAAAAZESAwAAAAAAAAwIEJiAAAAAAAAgAEREgMA&#10;AAAAAAAMiJAYgLb53SdCj/g+AwAAAACtIyQGoG2ufSL0iO8zAAAAANA6QmJY3ecV/5+qygAAAAAA&#10;AGhM1SGx6hn6bNWQ2HHBUFgQAQAAAAAALVR1SCwgABiuVRdErLoAA9rI9xkAAAAAaJ2qQ2ITo/TW&#10;1dHOxYqvTSUxQ7HqQiHnDvrE9xkAAAAAaB0hMazmdo33zXHBIFwd7ay6IMJCCvrE9xkAAAAAaJ1K&#10;Q+I1Ki2h7Vae9F8jOIMuuVzjGCkVyHdLT0D33MX3GQAAAACgVaquJC5ulh6B7lt3AcTKARp0xLqL&#10;ISwyog98jwEAAACAVqojJDZBSh+t+712XNB3jhHwPQYAAAAAWkpIDE93m9Ay+nzpEegXITH4HgMA&#10;AAAALVV5SHx1tHNub0l6Zu1J/wiZb5eegH74tO4+rI4ReiBjQREAAAAAQCXqqCQeqZqkZ86SXs6H&#10;pUegH7K+244RuizrXAEAAAAAkK6ukPh46RHopsvEyjABGH10Gx0kMjhG6DLfXwAAAACgtWoJia+O&#10;dj6XcG3pCeietAUPcVx8XHoCus0xAqPRx3VbrgMAAAAAVKmuSuLicOkR6JZSRbz2fsT3HNuzmx4p&#10;VcTZ1ZM6UdA1d763AAAAAEDb1RYSR4teFWF0WfpCh6iUtG8lfXGQ/TriGHm/9AS011l8bwEAAAAA&#10;WqvOSuJRhGyqJumi94l7Ef/N1dFOqTi7WXoCuuWXCirt584cI3TETYzpAAAAAACtVmtIHPvz7S89&#10;Ae12WcOk/4EFFHTYTZXtdePc4Rih7e6qqKYHAAAAAKhC3ZXEo6g0e7v0BLTTTR0LG6JKWbhAF5Vg&#10;bDuC3MrEMWJve9rsoKqOEwAAAAAA2WoPiUd/TPZ/KK1Jl56AdrmpI/xaOC7OLaCgY2oJiOfi3OEY&#10;oY3exhgOAAAAANAJjYTEoz8m+0tF2L+XnoB2qDUgnlsIwbTVpe3KMbJZd+WkoJiWuYuA+IMPBgAA&#10;AADokn/873//a/TX3TqdlRa7Z6PRaGPpSWjGx9LWtu6AeNHW6WxzNBqVqrTnS09C8z5Fa92mj5EL&#10;5w4adFu2I9BiGgAAAADoosZD4tEfk/0vRqNRqcJ5tfQk1Ocugq9WtAzdOp09G41Gx6PR6KelJ6EZ&#10;5Rg5vjraOWvD+x/HSDl3vF56Eqr1SxwLjS2UAAAAAABYRytC4jlVxTSo8erhr9k6nW1HWGwRBU1q&#10;+zHyQeU9NbiMcPjCmw0AAAAAdFmrQuLRX5VhZb/iAxP+VOwuWjqXCf/PbX+zhcU0oGvHyEGcP14u&#10;PQnrEQ4DAAAAAL3SupB40dbpbD/CYq1EyXQTFevnXWwVGnuxluNi30IKKtKHY+QwjhGdKVjVbSyS&#10;OOvCIgkAAAAAgKdodUg8F9XF2zHhvy0Y44nKRP9F/HQy9PqaCMPmx4UKY1bV52NkO44PxwiPcblw&#10;HFx7xwAAAACAvupESHxfhMab8fMi/jkSAAxaaYs7n9Av//wc/7zuU+D1PREav1g4NsrPM+13uXeM&#10;lBDs9wEfI4vHybP4d4uPhuMmvv+fF84Vn4XCAAAAAMCQdDIkBgAAAAAAAGA1//S+AQAAAAAAAAyH&#10;kBgAAAAAAABgQITEAAAAAAAAAAMiJAYAAAAAAAAYECExAAAAAAAAwIAIiQEAAAAAAAAGREgMAAAA&#10;AAAAMCBCYgAAAAAAAIABERIDAAAAAAAADMi/fNgAALTddDLeHo1GL+79FK/W+NUvF/79ejQa/R4/&#10;X/59d+/keun/AQMXx+Kz0Wi0ufDPURybz9c4Dj8v/uzunVws/UmAnphOxvPxcz6Wzq9xRonXNvNx&#10;dD6+Xu/unfy+9P8AgAFzTmbo/vG///1v6O8BAAAtEiFUuUGb/3OV4CnLzfwmrtzYCa4YioXJku34&#10;WTUEXsft/NiL48/CDaBzppPxi3vXNeVno8HXcblwbXPt2gaAoXBOhmVCYgAAGhU3avsLYVSTN2mP&#10;UYLj8/LTptBqOhl38cL+fhXpvIrbzXEDYoHG/Fh82cJf8S4C4/MIjT8v/YmBSjj+3+/unRwvPcqS&#10;jo61dbjc3TvZ7v/L/L5YZLM4nja52O2xLhcW5FR+Dp5OxmW8ebf0BE1IP3YrGieNMY+QcWzt7p38&#10;Y+nBp/0O5XOaLT2xmo+7eycHSf+t3phOxuU9+TXh9ez0/b7LOXl97jOq1Yb3V7tpAABqtxAMH7Q0&#10;jPqWl/HzbjoZl0rHD+VHYLWSefuuv7Xxmk7GowjjF6tIvb8VmE7G+3Es7ndggUb5/V7HT/ndbxaO&#10;P+3agMbEJPRBTEC/7uAn8Sp+3sU5+NPCgjjjK23wajoZH+7unZz5NNqthFrTyfhyzTa9c29K8O0+&#10;YElG4PaxrwGxczI8jZAYAIDaRCB10NGbtYc8j9X65QbOSvdc8zD+zeiP787tQgXpeY9eZ+2mk3Fp&#10;q3bYkWD4W8r34+fyU46/CItVoQO1iWqu/R5d18zNF+T8Op2MP8X46txL046nk/G5wLATjhOriY/j&#10;/pG/zjsZ1bC9q+x0TobVCIkBAKhc3LAdd6S906remMCoVPnu/FR+ppPxXVSQnpkofLw4Dg87WL3/&#10;GG+i2qQsJigVJx/a/ysDXRTdUObjaZcX2jzWl8npGF/PVHLSoHK8nUUIRIupJq5UVhVxL95P52Tn&#10;ZNYnJB6NRluns+saJ0pKS7Ttq6MdrQEAgN4bSDhM/TYWAuPLuEG2mvorBnYcPo9V9sfCYiBTTEQf&#10;zztcDNDzCOdMSPdL1zpwlHBk33VfJ2RWEx/Gz6CpIv6Lc7JzMnn+OfT3cut0dlZjQPzx6mhnU0AM&#10;APTddDLenk7GZSHerwJiKlYqFP4znYw/RztzQplIKu/LQI/DeVjsewGspUxETyfjsuDkvwOejKaf&#10;bnb3TroYFn2IPUdpsdgC5DLpNzzwmX8x+Cpi52TIN+hK4q3T2X5UINShBMTaDwIAvRY378c1XmPB&#10;3PMIi8tk1OHu3sn1UN+Zskgj2nFboPH378WBVoXAY8U1zZlJaHqsq/OUG3G/MfjK0g7IqibeiM+7&#10;d/voPlZ0yRlsFbFzMlRnsJXEW6ezFzFxUgcBMQDQexFMXQuIaVipLP4tJlIGpUyeTCfj85iMExD/&#10;Xfle/HeI3wvg6aaTcQkjPpuMpsfed3xB3U9x70GLRTXxx6Tf8HCo1cTxujMWRbzv4oJJ52So1pAr&#10;iT/UtJm5gBgA6L24cfvZJ02LvIs2wwdDqCqO11rXPU6XDep7ATzNdDLejLG0rm3JoAldbTN9XzlW&#10;Xyw9Sttk7Rs75Griw4Rr/Luu7V/rnAz1GGQl8dbp7DhWkldNQAwA9F7sCSQgpo3KhMJF2Zu3r5/O&#10;QvXwfwTEj9b77wXwdNFp4DeT0fTcXYfbTN/3XIeQ9ovKVdXEK0qsIj7b3Tv5fenRlnJOhvoMLiTe&#10;Op2VViTvlp7I91ZADAD0WYRTF9o+0XIlOP21j5OIsbq+VMO+XnqS75l/L+ragghoqTKWTifj65rm&#10;iqBpxz3rpPEurodot6zr8I0B7kU9qCpi52So36BC4q3TWVl5c770RL4SEJtsAAB6K1Y0X9TUnQUy&#10;vOtTIBhVsL/Ze3htb8pE1FD3uIOhi7H0QqUSA3G5u3fSqXazj9TH19QrqolXM7QqYudkaMbQKonr&#10;2KNLQAwADMG5mzc66E0fguLpZFwmQ39deoJVlbHsWiUSDMvCWKpVP0PQpzbT972aTsZDqy7tItXE&#10;TzeYKmLnZGjOv4by3m+dzg5raMMmIAYAei9CtiYqiO+itW75KSuhP8fPY5RV2PMA6EX8bLoJHaQS&#10;FJeKhk5OlMbx15YW7zdxDM7bVl4s/YmHLR6P2/G/m1508jz2Kd7uWRtO4J6ozDpvUTeU+fXN4nXN&#10;Y8fT0b0xdXPhf7vGYdFxVHP21fF0Mj7v+WvstPLZTCfjj0nXsaWauFN77D5VYhXxcZvfJ+dkaN4g&#10;QuKt01k5EH9eeiKXgBgA6L1YpV9XQHUTN4zlpuw64eb2wW1HSigUN27zHxXS/VeC4ovdvZPOXL+3&#10;YALlLv7+MmlykRCkLh2PC8fidvzUPZmyISiGfptOxi9a0A3lMq5tsq5vRl8ZU5/du75xjTNcfW0z&#10;vWgjqiX3l56hTY6T7iXn1cRZ1cltlFFFfNvmY9852TmZduh9SFzDPsRlsmT76mjHJAIA0GvRirXq&#10;hXc3McFzXteK5929k4vF1cFxA7cdk0zbA9rz9f3u3knKREt8Vx7aK2z+eBuquX+dTsaf4/NvtYU9&#10;wOueSLiNe6kPdYSmC8fil8ms+B4dxLFY13EoKKZqaWMtTxNjykUD5535WHpe5zknrqO+do2zXfPY&#10;ev93O+55uJOi7JmfcO7vc5vp+15PJ+P93b2TKueBWYNq4sfJrCJeeqQlnJPbc06GIVQSn1V4gAmI&#10;AYBBWKhirEqZLDhrQygTN3Dn89e7EFQdaBP1ON/4HJduxGMF+WL1aJ1B6Hn5+zvQgq3ugLgVx2P8&#10;/YcxCbgZ/75fw3EoKIaeaWAyuswXfahrkc1j3bvGOYxz8H5c46hoapHpZHyc9Jn0vc30fR/afm2H&#10;auJHOEuqIm5l1yTn5D84J9MWvQ6Jt05nBxW2QxQQAwBDclzRwrvS3umgzZNX94KqeVjclj2TOi8+&#10;+88Lofz85viwhtXUGzFh0ObWhB9qmiS4iwmpVlZkxHF4sFBZkdGC71sExdATNU9G38Q42ontDOIc&#10;/GXsj/PvoWqm5sV39l3CLzKENtP3bcR9S0YVJhVIriY+6FtIHGNxxnvTyvfFOfnrnJNpyj/7+s7H&#10;PsRVXQgJiAGAwYgblJ+SX2+5nvpxd+9ku0vVDeUGs/zOo9FoJwJu8t/j0gK63My/iPf509IfyvU6&#10;9sJtnelkXCY0Xlf8e5Vj8X1p/13af7a98qb8ftGm9EX83ndLfyjPRlQkPdQ6HeiAGiejyzXBzu7e&#10;yWaX9rtfFOffwzj//ug6p1EZ36G7Ae/P+1Nbr+34U1aA+TwW8fZJxnvTyipi5+THc06mTr0NieOC&#10;qooBR0AMAAxN9o3VTQRSnd0vrOxfJCyuXrzPZYLzh4rf5zZOomS14vuWEsBvdiEcvu9eWPxx6Q/k&#10;eflQm3Sg/WqajL6NiejtLuxx/1jlGi2uc36oeIzlnsQ20wcdbbl8m7QArJPB0FDEIuGssaU3lcR9&#10;riJ2Tl6dczJV62VIvHU6O6uoJduXCU0BMQAwFLEKP7O1crmp2e7LPmELYfGPcVNKNe/zdbzPbyuq&#10;HG1VFcJ0Mt5PajP5NfNK/v2u71MYYfFBLNio6hh8GVXdQEfUMBldxtF/lwqfPk1E3xfn3zLG/p+J&#10;6eoltpn+1OHFmM+TAt7nEbjTXqqJl2W8J5dtq551Ts7hnExVehcSb53O9itohziKgLhUEPdiQhMA&#10;4JEyb7g/lpuavgTEi2J1k9dW+wAAIABJREFU74ulJ8h+n8uEx2Zcm2drxURiTKJUObHzqeuV/A+J&#10;CaHNCidM3vSwnSH0UrSIr6q73Cg6W2wOaa/XaHt5EAu2qMDC93Zdd8nX703IOrbexXUVLaSa+O/6&#10;WkXsnJzPOZlsvQqJt05nLyqaUBEQAwCDk3ijOorrqcOlR+GJYkJpu4K9ihuvQqhhEuXfUT3cy/ua&#10;harit0tP5jgz2QydcFFRd7l5pdJ217sw0EpDbzN9X9Z13mCCo45STfyXrCritlXSOidDy/WtkriK&#10;CRUBMQAwVPtJr7vcwPU2mKJ+EQbuV1A12vTK+6wJ4vvuYn+uQUyURsX5DxW0Jt+wxyG0W7SGr2r7&#10;se0hVSpRn9jeJaMrYpfbTC96kRjuvppOxhaqtpRq4j/0uIrYORk64F99+pCujnaU2AMA5MlajX1o&#10;dS8VOYwWw1mTD6UKobQru156pmKxD3EV2+bcxiKN2l9Tk8rrjUn37P3Pyv7Ex7t7J/Y5hJaJKrKs&#10;DiiLLi12oyraTD+sVENOJ+Ny7L168A88zfF0Mj53P9Jax0lj95dq4rbtx/tIvasidk6G7ujdnsQA&#10;AKwvJqwygrfLjt6o0wExObCdXDFae7VJ4gTxfTexR9egAuK5eN3Z34+RPQ6hfeKYrKKi6GO0sjQZ&#10;TVVKOPQ84b/dlzbTi7JC7w1tp9tr6NXEcf7qVRWxczJ0i5AYAICHZHVoERBTqZgkyKycyWqz/hRn&#10;VW2bM/RJlAqDYpPN0BIV7uf+PvY5h0oktpn+2JM2038T4eEvS0+s5nV0baGdhrw3ccY15ae2VBE7&#10;J0P3CIkBAHhIRpXcnSpi6hATo5dJf9VGnVWiMUGc3YrtVkD8l4qC4lcdnISEvqpiP/e32spTpcQu&#10;IrdNdEGp2OJi1ePE8/eHeN9pmaFWE8d9QEZL9TaNAc7J0DG92pP4vq3TWdn0/cXCxcX8ny9WaOVS&#10;Lrrme1eUSYbf439/vjraaU2/fwCAJBmVxL2raKDVSmD336RfcD+u+euQvZDizj5dy2KP4vId+c/S&#10;k6s7iz0OvdfQkMRKzEVvLXKjBtpMP0J5bYnn74143/sWqvfFEPcmzgg+P7Zlv23nZOimXoXEW6ez&#10;7ZjQ3I7ql8y2Bs8XLt7+tsJn63Q2WgiRL2JC6eLqaKfxi7SFoLx4dq8q6P7/nst67+7uTa59Xgja&#10;58H6dRveJwBgyYulR57OQjpqUyZHppPxx6TJpax2698Uk54ZE8SLtoe6B/H3lIrz6WT879Fo9PN3&#10;/uhjbcREs8oGaE72xPFHk9FULTFI+aUtLWarFOfvT6VldMJf81Ms8HKf0jLJ1/KHbd/2KLGKuE3X&#10;oc7J0EGdDom3TmfPYpX/ftKFwjrmIfKfg/vW6ewmJkdLYJxeSbN1OttcCHoX//msgrYOq9i4d7Jb&#10;/Pd3C69jFO0BP0eofN2W6uyt09n/lh7ki6ujnX+s+J5eJF0EZfiximOzKlunsw8VtKNcxeXV0U4t&#10;k+dAozKCq1asaGZQss6VlV+rRLvD7H1t3wqIv2137+QsJuWy7h8Pp5Pxh7ZUcMCQTCfjrErMuY/2&#10;O6RqyW2mh7RI6TAW8WUUtXxIWhBLvqxq4pfleq/liwH6VkXsnAwd1cmQeOt0dtCSYPh7XsbPTxGE&#10;foq2i+frVM9unc7OO/Dan+pV/Hy5EFgIji/i/TLZ1R9t2v9lv2OtUPeXHmmGPXyg5xL36nL+plZl&#10;Img6Gd9mTFCUfYkrDlwPkzsfWWn/eAexiCXj/Z+3rjSJBTWaTsYvklvG3piMpiZn2kw/XVSZHid1&#10;AyntiI/tcdo+ydXEx3V1B3qqvlUROydDt/2zK799qRreOp0db53OygXQrx0NSV/H7/7/SkVgtMde&#10;xVACmldRcfxb+dzXfM9ojzZUuc+1JXT9rq3T2X7yRPI62vQZAtV4aDuKJ7NPJw3JWgCWchw8JBZi&#10;pE6k2F/v8WJsypx4epO4uAZ4nOPE+6O7tgYJ9Mt0Mt5PCr8G0Wb6vtINJApKMrwrCwJb8+JYlBV8&#10;voowto0yXuMvLepk45wMHdb6kHgeDsdK73ctCknWVS4KZ1unM23JHmdj8T3bOp0dRrtxWOt71aGF&#10;B50JtAGgYVkhcZVtCLOriAdVTZSh7G8YnZ6yCOmhJjHpn7kNz74xlKppM50mc5FX9rYfJIjg82PS&#10;e9m6YyWpiviuRVXEzsnQca0OiUsQ2MNw+D6D3tM9j/Yyn6O6XFjMOroSvgqJAeAREitrqqwuyQwU&#10;39uHeGWHMcmW8t9STQy1yZwYfz/Eikwa8SFpbnPQC8MiQHy/9MRqSqWpRV7tlHWN1sZq4oxz2FmL&#10;xgHnZOi4VobEW6ezza3T2XUEgX0Nh+fsG7a6jVhA8DmqzWm5rdNZlRU5q2p9+NqyVtMA0AU3Cb9j&#10;JYHfdDI+SDyv39pPb3Ux0ZxVRbRhUR9UL3Efx1HseWgMpXLRZjpj2zwByh/n7+Oka73iOPZTpUUi&#10;AM26RmvNOB9jQUYVcSuq4J2ToR9aFxJH2PfbgPa8HPzFXYIvYXFZWFAWGHT+1fRbGy+8n3fge5PZ&#10;TimF/cGBx2jxHlD0X0ZlbVVVoZkVK627Ruigs8xq4qVHgGyZE8jGUCqX2GZagPJ3WcfvhrbTrZV1&#10;jdamauKM71pfq4idk6EhrQmJY+/h86gMHYrbq6MdreHylIUFv6kqZgWtDTGinXrGimOAJmi9SlM+&#10;J/y96YtWp5PxZuJ/91I10fqSK1VexmcMVCCOr6yKpV+06qcmaW2mlx4ZsDh+f0l6B15HhSct0rdq&#10;4ugm9HzpiadpUxWxczL0RCtC4mhBezHAIMSkTjVKVfEHexXzBG2+2XKjAjQh6wZNWEJTMkLiKqgi&#10;bqfMamKfC1Qnawy9a1P7Uforuc20AGVZOY5vlx5dzYeo+qZd+lRN3Le9iJ2ToScaD4mjzev1gNpL&#10;LzpfeoQsb0oILyhunbaGBS9bul/ySEgMNCHxxtMYRlPaGhJnHRMfYz9dEiRXqgiJoQIR3rxJ+i8f&#10;t2iSnZ7SZrp6cRxntp32PrdMX6qJk6qIb9syFjgnQ780GhJHQHyR1Hali1QSV+uloLh12vxZtC7I&#10;aHmradWB0H8Zq/JL69W2LsKBWsXkUNZ9j0nMfBkT+cWGlpVQiawgqEyy23+UOmgzXYPYeuNj0t/0&#10;U4v2ruUvfagmzrh2b9P1v3My9EhjIXGEH+cDDogvr452rJKp3su27NVA67XxRqDNE4wWX0D/ZVUp&#10;mtiCP2Sd1z+pIs4X7+mnpP+wkPiRyn5208n42qQ8j5DV1tIiGyoXC8O0ma7PYeK2EVmLxkjS9Wri&#10;xCriNn03nZOhR5qsJL5IGCC7TKvp+rzZOp056bRDm4PF1y2sOjfBCDQpq+PJof294Ius7iAWQFYn&#10;a/JN4Pkd5bwwnYzLd/m3gW49xROUxQRJ80dtm2Snh6KLTsa5WpvpR0puO/18Ohl739sns5q47k5X&#10;vaoidk6G/mkkJN46nZ25ERQS1+zd1unMZE3z2t6iuDWhbMtbTQPDkFW1sJG40hg6KbH98G20VaQC&#10;u3sn50kTkM9jAo0HxPFQzjE/LT8LD8oKf0xGU4eMNtN3Fo0/TZzDszqCvHMeb5euVhP3tIrYORl6&#10;pvaQOIK6od8M3l4d7WgRVz9VF3xPmxYStP2G0B6j0H+ZQZSJFoYu67zuerZ6WYt5LVC9p1TuTCfj&#10;cm75z8C7ivF0WRPSxlAqNZ2My8LIVwl/x7GtJVZykNh22njRPlnVxG9qrCbu217EI+dk6J9aQ+Ko&#10;jLNKRBVxU15unc5UMvEtbQpmhcRAo2K19mXi7/BB22kGLCswdB9Rvaz3WAXYgmjdeZ0UnjAgschs&#10;3arM4mNc20AlInTKCHMud/dOhCcriGM8K1B7FaE/LdG1auL4/qy7KO6yTVXEzsnQT3VXEmcMjn2g&#10;RVxzjlu47+yQtD1Y3Ng6nTU+oafVNNAimTekL60WpkYZ1xwplSgxaZxxD/RJVVH1EltOC0P/+P5v&#10;TyfjEg6/S5pUZHi0taQrstpMZ33nBykC9qyFrscN7F/Lt3WimjgWR6si/jrnZGiR2kLiCD2swBqN&#10;RldHO12pALiLC6uPo9Hoffz8OBqNdh7x8+/48+X/f7v0X27OhlX9jerCIpE2tAb0HQXaIissmSs3&#10;424IqUPGpE/WvtyqiLsnZVHvkNvsl8nR6WRcJnJnsUgIVpVxb2Q/dyqlzXTrZLWd3rDItV06VE18&#10;mLBo5LKF5y7nZOihf9X4kjIGxyw3o9Ho88LEz+f4mSs384vVpvOJnYwLvk9Lj7TU1dHOOhW3fxvs&#10;t05nL+JEctCCSYJjK5b4hv0WLGgREgOtUG7Cp5NxCabeJP4+JSgu/21VElSpTVUfWSGxyZT6XCR1&#10;ddlOXGzQGdPJ+CAmcFUOs5bETgwW2VAZbabbpwTtsVDpXcIv93o6Ge9HpxHa4SwpZyj3pekLM6KK&#10;OGNesVVVxM7J0F91h8RNuY0B6PzqaOcxkytf/TNREb258LP9xAHyq//tPrs62vkcJ/GzCIyPkyec&#10;n+L51uls8+poZ3ATNjxKo9+PDrWa1kIRhqOKc/aXoLhcH9qLiIpkVHBmXbdnhMQ3KotqlfXZD6qS&#10;OCYPP7hOJJFODHSBNtMttLt3UlpF7ycVqnwo5zj3Le0QC5mzFgEcV3Ds9bWK2DkZeqqWkHjrdHbQ&#10;0CriEg4fXx3tpFWNXh3t/B6TBn8O1BF6bkf13/Z3XuvgB8IIjA+2TmcfIjhuorL4oGXtz3eWHumZ&#10;Erx26BU1+f1wYwi0SqzE/1hFUFwClFJxtrt3YuEW2TKuL9cOZaOSIGPFvSriGpUxaToZ333nvu4x&#10;BhMSl0qcpMlaWJQxIX2nrSVV0Wa69cr8ym8Jv+RGhIm2UWyPVlYT97WKODgnQ0/VVUncROvU91dH&#10;O7UMqBF6fpi3MN46ne3Ha74/mXoTf5Y/3reLrdPZdpzY664qbsO+s396ZIV7163TvrxuTX4/hMRA&#10;Gx3GtU32or8S5F2UCbbdvRNbQZBiOhlnncczrtuzQsLBLzRtwHXCxH/v9+KN4+1D0mIIuC9jPDcZ&#10;TSUS20x/0ma6GrHo633SIqafyjY8Aq52aHE1cV+riEfOydBf/6zpldXZOrWs+N6pKyB+yNXRTmlr&#10;XU4u/99oNHobeyCPDITLSmV2vFcfl56s1sto60s/3Ca/ipfRIaBW8XdmTibeLD0CsIJorVbVtVW5&#10;if61TLrEymtYV8oC1aTJmazAWrV9/VLu3aaTcS+rict4PZ2MSzg8ExBThcRODBbZUJVzbaY74Sxx&#10;zsii1nY5i2NoXW9i0cdaEquIWzcmOCdDv1UeEkelaJ3221KVGQHoh6ujnc1oJ2xl4FdEUFx3oDWo&#10;PcJ6roqJ0yY6IGT/nZXewHSshTiwpqhwuKzwfSyLCktraxNlrCvjfJr1Xc9YdHZjD7xGZF1f9m7x&#10;S4zTnxvoBsWwZN1rWKxPumixn7HA+8A5vlrx/mbdXzyPz572fLZZc+0Zn2tGFfHHlraed06GHquj&#10;krjOkPiXtrbtLb+XVtPfVfeksICrXlWOBX0JiTOPgbsaqo5U/MHwHCSt1v6aeVXxRWLLYAYkvjdt&#10;2gM4IyRWRdyMrHu33oxlpSq6jM9lnK5g+wG4L2vvQ/MwpIoOERktbkubaVV1NYjuML8k/U3v+tol&#10;pKMyq4lXnuPq+V7EI+dk6Lc6QuI6T5xWc3XY1dHOdc1tpwVc/VHF4pBXdbYkr6DVtNV5QLq4qatj&#10;UVfZB3RWWplmtP5iULK+n1nn0XX3tB0JiZtR9jEc4ut+SLSWLvfavyV9p+ExMuaSHMdUIaNjlzbT&#10;9TtOXOyqU2RLJFcTrxPyHve4injknAz9VkdIXNfE3qfS3nnpUbqmzqBfhVJ//F5Ru/I6q4mz/y4r&#10;koFKRMXDv2t6d0sr0/9OJ+Mz+xXzPbGgIKP97V3GfsSJ31kTKs3JuL7s9D1HVOdfJ1XNPaRM2L9P&#10;2gOcfsmYS/K9IpU2092V3Hb61XQyzqgaJUdWNfHhKtfvcQ/y09ITT9fm4jfnZOixOkLizMq4bzF5&#10;0gPRkrvuvYmpR2WT+1GF3vWW09mriOu4+FLdBwMV+xPX2f3jp9iv+FhYzDdkTaxkLbTK6qjkPqc5&#10;g53Aj+rhcizMklq4P6Ts/b25u3eiIxgPyZhLMn6SRpvp7ov3/VPSCznW8agdEquJN1asJs64jmlz&#10;FfHIORn6rY6QuC4Gmv6wsqifqm49X8UYUEvlRwWtpm9r2gPdDREM2O7eyUHNQfFGTMwJi1kS1Y4Z&#10;VcSjpDaSo6wFciqNGpVxfdm5fQujOqpcS75eejLH7Wg0+nF372Tb3nQ8JDF48f0ikzbT/XCQVHW6&#10;oe10qzRSTZzUyeguaT/jSjgnQ//1KSQWVvSHkJhVVPG92dg6ndVRTazVNNBJDQTFI2ExX5E1SXeb&#10;2PY2Ixy8XHqEOmUE9OvuT1ebUiU3nYxLMP5zhb/3+6gedr3Kt6TM79hbnCzaTPdHvP9ZHSxeTyfj&#10;OjvQ8RUNVhNnfJfOWj4uOCdDzwmJaSMXzDxZtJyuQh0X/F1sNQ3wRQTFde1RvEhYzBdlz+rEjhwq&#10;Qlg0pIqHMpb/VuF2UWXBww+ltbSAhEfIWGRzu/QIrCCxzfQvFsi0Q2ydk7UQ74P7kNaotZo4sYq4&#10;7fcfzsnQc//q0cvbb3NrBp7EpEE/1bGQo1zkv1p6dD2VhsQVtJoe1RgSuxECvigTLdPJeL56u+6q&#10;uXlYfBhhYdtXYpNoOhkfxJ7VGe4SW02PkiZUrLhvVkpIXCYRO9BWuap9h7+0UNzdO8k8trru3XQy&#10;zgicmva+wv2kM+4ztLUkS8b4dZtYvUqOg7jOWvfeZSM+W3PSDSv3gFH1//Oav8m8mvh7x+wQqohH&#10;zskk6Mu1b2/1qZL4+dbprJb9Q6lWhRWhNKvKiae5Kr47peV0lXvJZYfQl1dHO3VdYHZujz2gOhEA&#10;bDe4Slhl8cBEQPxr4qvOnqTJ+A5a8NAPQ+16VbYjeCEgZgXGT1ohsVuJNtMtE4u3soL7n6aTsTnp&#10;Fogq8Yz70W9WEw+oinjknAz916eQuPiwdTozIdhxwn6eaDEYrqqCNrsddJX/be2rgMbEPkNlAcmn&#10;Bn8NYfEAVBAQd2WSBrrgZjQa7ZTtCIQirEgnBhoXoV9Gt5LSZtqWUC0UgeJN0m9mQVR7ZIT/39ub&#10;eChVxCPnZOi/OkLiOqtJnpvc4QlcpPdPp/Yl7niraYAHlRvd3b2T/dinOGNPqFXNw+LrCBTpiQoC&#10;4qKt+6RqzdYgk/pPdhctiDe9d0CXxSJDbaaHIes+4Xm0OqZh0cEkI4948LuRVEV8K8MA2qKOkLju&#10;iY03W6ezcxXFnVZXC1uTbjWpuF3zn66Odj5XtDDleQS62b61KnEVt9q1A20RK/M3Y7/4JpVFhL9O&#10;J+PPwuJuKxO208n4QwUB8U18X7O9SvjvuV6lK0oHic0K96gFqNNx0pZZOiq0XHRCep/0W5Z9N23L&#10;1Q4Z1yMl+H+oaCTjv93WBarAANUREjexgvh1qRrRtriz6rqgEqbVp85FG12qJs4eo+oeb938AN9U&#10;9vra3TvZbkFV8WghLL62Z1j3xGd2nbBq/yHZi7ZgSMoCzR9LB4nY3xEyZNxnqGZnJdpMD08scMoq&#10;OFAd2gJVVRNnVRHH79cVzsnQc3WExE0FcWUicLZ1OrNPcfdU0tr3njsVl71V1YVH6veyolbTde9H&#10;vLH0CMADokqzjHsfl5+tXRl7Z9PJ+Dxu8mmx8hlNJ+Nybp8lVfTcZwIXVvc+qofrvgal/9xn0Aht&#10;pgctq+PQq+lkbAFiO2Qcg6/v3TNmfLZdGxuck6Hn+lpJvKis7vm8dTo7Fha339bp7KCmk4+JjHpV&#10;eezdb89S1ZjzKnkMqWIxhEluoLVir+Jynt9pQQvqUXSe+W/ZOywmBGmRUsVTgvzyGSW1bX5IaTNt&#10;Eg+erozhP5TKK60SgZ7JajO9b3zsllg0+EvSL31sMWrzEquJv8zfxT3juosJulZFDAxA5SHx1dHO&#10;77E/UZNK6PguwuKzivYWJUddq6mExPWqsi3x3yrCo0K8qpamme1Js0PiTzHeArRamYCJFtRvK9pH&#10;/qm+XCPar7h5UTV8WPaPjsrh1xX+Unc1da+BPinHzdsyhscejgC9kdhm+r0xsrOy2k5vaDvdGhnz&#10;zPNFpfsJhU06DACtU0cl8ahFgdxGXPD9d+t0dr51OjMx1CKl2ruiNoL33V4d7QiJ+62qG7KUkDgq&#10;krOroh6qIq78xtSiG2BVsYJ6M9qVNr1f8UbsV3xh1X99IhQ+mE7GHyIYLlXDP9d0PWj/VHiaUl31&#10;QvUL0EeJbaZvYn9bOiiqv7O6zJQ2xeadG5ZUTfx8OhlvJnw3blxHAW30rzp+p6ujnbIv8FnLetiX&#10;yoTXW6ez27gQ/HB1tGOiqCFbp7PNqOSpgxNy/11U1JpyP+mGoYobhaWFD6WyeOt0tvQHk5UwxdgJ&#10;rCQmYko7trNYVZ1RvbGOV9GC+r0JvtVEyP5Q0D5faLUZ21BU1UL6Md7ah5i+iMq3KquVbsr1r2MG&#10;6LmsogWdaTqu7LM/nYw/JXW0KQshX2g93rhyfP+65i9RrrVeLj36NLa5AVqplpA4nNUYAj7F8/i9&#10;3m2dzi4jQDzXtrU+ERDXNelwp+VLIx6aLK7SRUXjzfNSOZuwoCSzbfUoquMFtUBnzVftL4TFbxp+&#10;Le9i5f/BwNoFltfdxuv1TG+t4KcPouqtysU15b6p7Dns3gnotbjm02aaRQexGH7dYqeNOFcLBxtU&#10;rv2nk/G6C0HWXeB6acEd0FZ1h8QHNbWPW9Wr+Pl163T2McLipeo88mydzrajArKuKvOzNi4A2Dqd&#10;/W/pwXZ6f3W0s0plVa0h8dXRzkWFFbT7CQsNsiuJjVNAL0T734O4iT+reE/a7ykrxUv76UOhYm8I&#10;iOmFCDQ+VHgP9Smqhy1CBHpNm2keUhawlnuAhOrT4qfpZHwuIGxcRjXxOowPQGvVtSfxKIK5Lg2I&#10;pYLlP1uns9Ku9UNUu5Kk7MkaexDPagyIb1cMOOmmy4p+67WqgGNhRPZ3vskJ72dLjwCsqQQTu3sn&#10;JQTZqXA8f4z5XsUfYhKR7hIQ06SUyrLYx7tMMv+nonuoshXTThl/BcTAQGQtuNFmumfiujHrPsQ1&#10;aMOS9iZelSpioNVqC4lHsTdxwxN9q9iIwPi3rdPZ563T2WEJODv2Glpl63R2EBMldbczdNHeT1+7&#10;0Pra4+tat1V0dhXx3dXRTpMtrSygASpTbqZ39062WxAWv4mq4rq3TyBHlwPi7C0qeIKsxSEZexFG&#10;h4XrCvfzLtXDmyYxgaGIrgwZXWu0me6vg9h+YV3P4zxOs5r6DHz2QKvV2W56bj9pX4cmlFbZP5fB&#10;fet0Vtq7HtsH9HGiEvsgPv8mWo6XNskmPJrTRJBY1b7EG6UaeI3vU/Zkr1bTQO9FaLE9nYy34ya7&#10;qpDkW0r76evyO5gI7IwyqefzYh2NL4aLce8sxqAqXWeE2TzKe21pa7FZ4cJhOi6xzfSl47m/SleN&#10;CHd/TniR76LttOvShiTtTfxUqoj/4Jw8bK59v2E6GTe+DWmtlcSjv9pOZ1fS1W1eXfzfaEVthf+C&#10;rdPZi/KeRNV1eX9KkP5b2YejoYD4UpvpxtW+KKTiRQErHfPl2Khggk9IDAxGCyqLN6KiWHeS9ivf&#10;jxcNT8R1rYMSLVICjOlkfBbb81QdEEMf6QDHt2S0mb7Tsa7/dvdOyrn4JumFni09Qt3qnh82RvzB&#10;ORlarIlK4i/hzdbp7G3DG8ZnKWHxm63TWWnPddinyuKt01njqxgS3PRgUQKru6yo2mzVhSHpC0qu&#10;jnaExMDgNFxZPN+neGSP29b6d0zo9YHFqN335MUC0QI1a59M6KKq7uMgs830sf3bB+Mgil/W9Wo6&#10;GR/26Dq1c2quJv7YkzHCORl6rvZK4rnYn/jt0hPd9XqhstjqmHYoAfF2VK8zTFVVE79a8TjPXrDw&#10;aemR+pm8BhqzUFn842g0uq359/hVRXHrlAmM/zPxRqJar3PKvufTybhcv/5HQAxra7xdPO2T3Gba&#10;9cZARGea90mv9ric75cepU51VRPravkX52RoscZC4lE/g+JRVBZ/Lq2Wl56hTgLilmi4HXvbWk43&#10;sR9x3aEJQO12907K/l4v4rqyznFPUNwO5TN/WxYMtGy1fsbvYkKl+57yPbhWqQFpLN7nIdpMs5LY&#10;TzPjPmND2+lmRTeoqu8Z+1JFnMU5GVqs0ZB41N+guJzwf946nV3EHqTUS0A8IN/aezieu1t6IseT&#10;At8Iy7MrQh4TErsoBQaj3PAvhMVVjf/3/Rptr6nfPBx+0dLW3xnnYNWkzcoI6Z/yPfB5wx8y9pM3&#10;F8PfaDNNgqzFAa/j+0hzqq7y7VMVsXMy9FzjIfHor6D4hxon8+pSVoFfb53OrDCsz8ero51NATEL&#10;vhoir+mpgUB6q2nfc4CHRWD4IrEt3PecTydjFZ/1uWl5ODyXcp62CKFRGVUPggR4uozxs479JumI&#10;aO+rzTRrKVvdjEajX5LexQ/R/pwGVFxN3LcqYudk6LlWhMSjP4Li65jMu1x6stvKavBfy17FPXtd&#10;bVMWGPx4dbQjkG+fpi96qwqJXz5xX+ImWk3XwWpAoJV2905+j7Zw/1fDHu4bJnoqV671PpaFpbt7&#10;J5stD4fnMlbdj7Rna1RG62chMTydRTZk02aaLJltp+1Z26wq3v+7Hn6uzsnQc60JiUd/BMW/Xx3t&#10;bNdY9VGnN1uns+snhko8TpkwfHF1tNOW0Iy/a7qyqvF9ieO4f7n0xHqqfF1PYTUg0GplFffu3knp&#10;5vBjxV1rXtpfLN1tXOf9uLt38mx37+Rgd+8kK3itQ1bHD1XqDYiqswxd+s5CW2QdNxa0Usbzw6RF&#10;P4faTFMWoiYuFvijIAcxAAAbeElEQVRJcNaciqqJz3o4TjgnQ8+1KiSeuzraOY72032rKi6ThxeC&#10;4jTl+7FTqoe13eVroktBVS1kHnsxn91q+ubqaMfNKcAT7O6dnMeNaZVVxW/sL7aWmwiF/x0Vwy8i&#10;GO7kQsDEQNvkYTMyJrLuYjIZeJqsex0T0gMXC34yqvo+daSLCTWIttNZ9xS+V83KrPq96+miYedk&#10;6LlWhsSjCHaiqvhthQFPEwTF6/sY4fD21dFOW6opacZjx4am9yXOntx1EwGwgmhBvR/Xl1VVFWs7&#10;/W2X8fMxugeVz2Jnd+/kH9FGuoTCZx2rGP6Wm28891gqiZuRcf1Wx/f4MtrqQ28kVmFZZIM201Tl&#10;IOl+4vl0MtZ2uiHJ1cRnfVwc6JwM/fevtr/Cq6OdD1uns1I9cBg/617ctcE8KN5WAfskZZJtXwVl&#10;51S5Uuyx34USEr9ZenR9X/YlfsRxnF1V1qqKqke+BwCtUSYDppPxdUwcZm8HMN9f7HDpmfZ7H/s4&#10;k+dzwndsYzoZb/YoOO+KjHC+ys/sLlqfflk8OJ2Ml/4AdNxNwviZ0WKYjkpsM32gKwT3le/EdDIu&#10;QfF/lp58unfTyfjctV5jyv3Pr2v+5X2tIp5zToYea20l8aLYq/g4wqb3Fe8nV5eXqgGfrLxnZV/n&#10;Y5XYndKGdiJVhqrfXAm3dTrbTF7c8tRW03XcZKhwAjonJmG2K2o//VPifqZ0W9Z52Lm2fm0Oicu4&#10;9ULrU3ouZXF4WWSz9CC9l9xmupPbXlC9+G5kbZXY54Cx1ZKqia97vpjEORl6rBMh8dy9sPjfPWhD&#10;/boEnkuP8i0lbHtXTk5bpzN7/vEoUeWa0e7xId8MiVvQatqKZ4CvWGg//fHhP7EW13iMEkNC1701&#10;inDhecLfmB0S30Z79n1VbQyAfd1ZhzbT1CWr7fSrqH6nGbpWfptzMvRYp0LiuQiLz66OdsrN+4+J&#10;q7aa8C4qDXmacrH/n9KKXFUxj9TUvsS9bjUN0AdlH9wKguI3qokxodJZGe/3XXLbyF9KdfPu3klV&#10;17TQNlnfdYtsBkabaeoU+7VmLQ49dv9ASzknQ491MiRedHW0c351tFNu4v8vWlF3sbpYS5HVvY79&#10;nQXF7VXlIoinrPSrKlx9+Z3vX+aeG09tNQ3AI1UUFKsmHriYOMy4Pyn7EguK65MxgZUVEJduOD/s&#10;7p0cCisYmKxjqFTnfet+jR7RZpom7O6dnCUVMG2YI6alnJOhxzofEs+V4KS0oo7q4h9ipXVXAuNX&#10;W6czLWxW91JQ3GqZ+/He9+jA9Opo56LC/cwfnLStoCV6W/ede/D1A3RNBMWZ2xNYKc3IyvtOyri2&#10;WfdzL9et73f3TjaTK5KhE2JRRNY52fg5HNpM05SsVtGvp5OxMYtWcU6GfvtXH1/d1dHOdZycD7dO&#10;Z9txcbdfcVi1ruMWB0BdMA+Kt2P/2U65Otr5x9A/wJpcRPV5tu2vVCo3vR8xAE+3HyulM64bS/Xn&#10;vkqUwSvXH28S3oT9xAlIviImZjOO/3WO+8toc6qDDEN3Eff669p3L9V/08n4OKmTl33febKyoGs6&#10;GZcOl+8S3r0PpSre95CWcU6GnupNJfHXlOrBq6Odg6ujnWexf/Gnr/zRpj1XTby2l9qytEsLq7ur&#10;mqT/WkvtzJD4UxcXQAB0TYQymUGcldJkVRI/13K6FhnH7Kr7EZfqtbe7eyfbAmL4Imv8fK29Zb9N&#10;J+PNpHDuF3u/s6rdvZPjpGrLDdvW0ELOydBTvQ+JF8X+xfst3r9YSLy+N8L2VvlaeNqUqkLipdXK&#10;EZBnrLCbW/V3154Q4Il2904+JO0rNtKSn8R9iUfuF2qRERKvdN22u3fyLMYf4A+ZYZ1FW/2WMXbe&#10;CuZIkLXY9CeLA2kZ52ToqUGFxHP39i9+26KwuOxN/GLp0YaUFsjf+xmNRjvx82ME758q3Pf1sc7a&#10;9D5SqSddoEQlbuZek3+K1vaLsi94Vg2J66g+bttiAIAMWZOEpfrTdQlZC9XeWHlfncRW06rQIEHy&#10;HojCv56KNtMZC7QPtPdlXVGJ/kvSG2nhGK3hnAz9NciQeNHV0c6HloXFnVpJE+28L6JKuwTv+9Ha&#10;+4fRaPRx6f9QD21Z+Jaqqonvh8RDajVtshronZjgyboJtpiGzEk+1cTVyXpv7UMOebLGTy37e0ib&#10;aVrqOGmO+XksgoC2cE6GHhp8SDy3EBa/b7gSthcD5NXRznXZCzpaezexD/SbByo7qV8bK6fq2pc4&#10;8/tnohGgGWdJf6uQeOBif9qsBamZe2YTouL/dcL78UklGqTKvBcStvSPNtO0TlwHZC08exeLIaAN&#10;nJOhh4TE95Rq2JjIq6Ql7SP0KtiM1t6lOvrfS09Wz8mmea0LicsChooWgvx57Ea78+dLf2J1VjQD&#10;NCNr/NVxgVHipEpZea+aOF/WvYPFfZAo9nXPmp95ZQuI/tBmmjaLyvSsopmshauwFudk6Cch8QNK&#10;sBmBTxPtkjf6uJ/u1dHOWbT0rlPZ49lqu377vOKrq2LybvHYzVzscRNjUpsJP4BeipvgjOpP1yOM&#10;kltOWwyZKPZ5ztj2505IDJXIHD/t8dkD2kzTEQdJRQolTNNJhrZwToaeERJ/Rdn/M9olNxEU93IV&#10;TWnpHe286+QiqsfWCE+rbjmdubf4uhdMdQTMGau3Adrq2idDhuSW06qJc5V7ho2E/+K5ajSoROb9&#10;2yv7IPZCRrBwY9EVVUpuO32s6pKWcE6GnhESf99hA62ne1ttEu28L5eeqE7Zm1iVY3Pa+l2uaqXw&#10;9r1/Zljr4qsDVcgAbSckJlNmu8CzqIBlDTHhmrWwVDtIqEB09shq2zoSDHabNtN0ye7eyXnS+LXh&#10;OoM2cE6G/hESf0epKG6gGrXvkz11v5+qLJrTyu9yHNdVLFbYjBbnGZUoo460mgYAHu9DUtvBUVxv&#10;6JqzvuOka7ebqBYHqpHZklLr1o6KirOMNtPvjdnU6DDp+u/1dDLO7FwHq3JOhh4REj/C1dHORQPV&#10;xL11dbRzXXMbbyExD6mi5fSr5P2I7c0BAD0SFUuZ1yDvYl9GVhBhw5uk9051D1QoqvGyWvaPonWr&#10;bgwdEp9XSpvp3b0TlWvUJiovs75zH74zdqmOp3LOydAvQuLHE9bkqvOC/OXW6cy+Hf2z7sVIVS2n&#10;M1e/VbV3crqt05k9RADgcbKvg92nrC4r2L3d3TvxOUD1MsfPDeNn55TP/3nCL62QgNrt7p2cJXW0&#10;2/jOWKhCnrp863v4VM7J0CAh8eM5ySaKFrqZ+xd8j3YszXhV4d+6VhvmqGjPXPU2l3HTOtJqGgD6&#10;KapJMrvqvIz9GXmCxD0tR/ZSg3rEYoyslv2jaN2qxWUHROeHnxJ+U22maVLWAoWf4piAxjgnQ38I&#10;iR9PWJOvzhVCVorykKqqiTNkHh9VhOEAwOqyQ0Vtp58g3quMPS1Hqoihdtmt3Y+Nn+2mzTR9EQsF&#10;3ye9HNcetIFzMvSAkJjGXB3tnCevOPqW0nLa3gbc1+Z2zpm/m0UuAKvLuElVscLfVFBNXJzby+v7&#10;4j3KvM4SOEC9zpIXwW4YP1tPm2l6IxYq3CS8nuc6ydACzsnQA0Lix7OnbTXqDOm0nK5RF0L5WKjQ&#10;Rl1sNW2lH9BXGePb70uPQH64+LzlC+Da4jxxexBVxFCz3b2T3ysaP9vcZWqwtJmmp7IWLOgkQ6Oc&#10;k6EfhMSPV+dJd0gXrnUO+vbrqFfVx0zWhHude2M/VhcnG63yA3onVjBnhEk6OrAkueXg3KvpZCy0&#10;/Ip4b149/OxK7JsGDYjFGRmVeIteGj/bJbHN9KU207RJLFj4JelXym73C0/inAzdJyR+vDoDxiFV&#10;m6gkZlVZiynauDpNFRBAO2RdOwiJ+ZrsFm3Fm+lkLLy8ZzoZl6qdN0tPrK6EDq7ZoDlVjHNvTEq3&#10;Skab6Tttpmmp46RrwFf3rvt0MKIJzsnQYULiR9g6nZVW06/r+vuujnYG01Lh6mjn9wpWG33Nxtbp&#10;TBsW7mvb5F4XW00D9FVKSLy7d6JdFg+KFm1VTKr8HKEofwXEvya+F0IHaFicW7P3dh+ZlG6HxDbT&#10;x9G5A1olrgGzriWO53u4aqtOE5yTodtqDYm3TmfHW6ezi63TWdduqOscjOoKTNukzgsYLafr04l9&#10;vCOQza7gWUcV400dK0m1mwZ6ZToZZy0SvFx6BBZENWoV21/8KiiuJCAuzoQO0AqHsWgjm0npBkXY&#10;lbGYu3R80IqX1koM1jY6um0Z/eKcDB1VdyXxduwB9evW6exzhMatDpK2TmfZ+1Z9zxArTep8zVpO&#10;16cTIXFoUzVxFb9LHQsxVOlDj0wn42M3YqOsveus5ucxDiqaVPl1yK2nKwqIb+xtCe2QXIl3X5mU&#10;Pp9X51GrDxF6rUPHB7oiK1h7HRX40AjnZOiu2kLirdPZs3tha9lX5N1oNPrv1unsvFQXx59pjQiI&#10;M/eteowhhsR1BnSv2vY9Y2WZ1bFtCYm1mgbapNyIXUdF7aBMJ+PNxGvAoYftPELFkyo/D3HRR7zm&#10;7ID4zqJTaJcKuzGMoqPIxRCvhZoynYz3kzq5aDNNJyRfA86v94bYpZIWcE6Gbqqzkvhbq5lexw38&#10;/2tDYFyqm0tb7AYC4ruro5227Y9auZr3JR5957tId6RVZsU+4FVU7zyVIAFom5dlvB1SJWKsTs4a&#10;j2/tC8ZjxaTKLxW9YWXRx8UQVt+X11hea0X3codCB2ilgwq3EJpfC5lHqFjiNZg203RKYrD2vHSE&#10;qmnLMfga52TomLaExIsWA+PraEldy4Ef4XC5IP1vzS2m5wYXEC/Qcrp/utZ+uA1V/EMeA4D22ohK&#10;xKHcjJ3FzWcG4zpPdVzh4slXManS2y0iYoz6XNG93MfdvRML+qCFohKvyvv8ci00m07GZ0NtdRkL&#10;cD7EIpyqaDPNkGW1nT4UEtMk5+Tq1XROZkD+VeNLXWVS8WX8vNs6nY1iwuQibvyvo/pvLVuns834&#10;3Q4SJwRXNeSVjuWz/Gnp0Wq0boK7roUQFbmOavD7unaiPk9qa7Wq2463mm5iYQ1Qr5dxM3YZLfx6&#10;d0MS7Wkzqw9VsfAkZVIlWm1eJ0yUP6Rs+fPbdDJ+36d9dWOC6LjC+4mbmHQFWqp07phOxm8raDO/&#10;qIwx+2W/8z5eBz0kxtfD+CnnpcsH/ljG35PVZvpAxwe6qHxvowr45zV//Q0dFGmac3I16jonMzy1&#10;hMTROjojgH25+N+J4Phuoe3s4oDw+712tJsLodX839sUalxeHe0MuR1hnYP581I13rJAbrb0SHfs&#10;9GQv7aZfQ5XVZg+F+ACretXHsLiCgPiTSUpWEZOE+xVfH76Lv+Ow68dwmRiKBRlVhOqjuN/cjqoI&#10;oMVKtX90S6hyAfrzuA762Od9b2PPx4OFiegq/66sNtOfom0vdFJpkx7XZ+vOV1d6zMJjOCfnqfOc&#10;zDDVVUlc5QqmjYWTZ5cr2Xqzkn8VpRJ163R2WeNnuK+6p3JVVxKnTtSVRQNbp7ObBjsKVNm+0H6Y&#10;QBXmYfFtXMecdzFEiRuu8wrGf9cZrKwEtzWsvn/Z5UmVaC19XPH9g4AYOmZ37+QwQscq9iVf9CYq&#10;mMr5/qwv40SMrQc1vH+LtJmGvxxU2FEGauWcvJ6GzskMUF17EtsD9ts+ZbTO7oE63wOtV6pXadha&#10;UeV9U6uObwfeSQDotucRZH2OfXE6c903nYwPYxIm+5z1cSgtr6hO7H/7voa3uEw6/DeO3xdLz7ZM&#10;GWNi/61ZDQtMS/s612jQPYcV7u++qIQ47+Ia6KwLY+hDyu9drommk/F1jK21TUYnt5m2oIfOi0V7&#10;FpvSJ87JT9DkOZnh6kMlcdfd2d/qT+cxmNehyb1naa86v4OLetESq+zxLuyGQduIG5g308n4Lsa2&#10;8za2/Yv2tMcRcGdzbUeasm9wTHDUMTkwP34/laquNh27Cy3WDio6bh/yVttS6KbY3307FqLX0Slq&#10;I9pp/tTGMfQhMa7ux7jaSDctbabhYXH9t99gpztI45z8fW04JzNslYfEZe/XGm/ku+i4ZXvjNqaE&#10;S1uns7u6Wqpsnc62VXCzqO7v4IIqW03XqeoW40B3LAbG5Zf+FDeFF01V5cV+SPOQqcpx/lglC5l2&#10;904O4jiqaxV5WUz5OlrJn8fESu3HbcOTJW+jkhvoqAYmpefmY+ifC+bi+qfRa4MIZLfjZ78l83Ta&#10;TMPXle/1b199FjrEOfnvWnpOZsDqqCRWRfx1pc20FiJ/d1Fjle9+zS2uByMWh3TVec2tPLSaBobg&#10;9fz8HmHXZZyDy/h3XcVeqBEKby7ceNWxAKhUsri2I10DQfEoJivmq/Dv5gs9qlrsce+Y3W5wsmSo&#10;AfG76WTcREeduuy0aBuAvr/XxeXu3knjc0ENTkqPFhfMjf4Y4yq/9pmLRTYvYiydj62tmoCOLT8y&#10;5n7K+/z/4hzJ07TiOOVh5VprOhm/b6jbHaRzTm7vORmExM25sdrxQec1hsS+m9WpOiS+W3okz0XN&#10;E7B1tDxR0Qa0zavFvUQXguPf40Zt9ISFXM/iRmsU/3xWwz6lD7l1bUeVGgqK5zYeWOxR7mc+xzG7&#10;eOx+z+Ixux3/uw1t1e5iT0stS6FHGp6UXnT/2ucuxs3P8fOUcXRuPqfxbOEaqPVtKmPC/HjpCeC+&#10;s5q32oBKOSdDOwmJm/FlAuLqaEdws6zO1d0vS8Wrdt+dVGXlbZkY/HXp0epUXqkSbbSXHq9AlyvI&#10;gebNb9Lmi8W6tGq+XNvtazNN1SIovqj5WuVrXsZPXQs8q1SO4e2m2uED1Yrz8+Z0Mv7Q0EKbh2zc&#10;n6QekIw209B7EaiVkLiWCR2og3MytM8/q/yN7Ef8oC8TENrLPiwC25sHn6yGRQz8TSzeqOs72LdW&#10;00JiYIiES9QqWiH/WHFnlSEp132bjmHov7LQZjQavfdRNyfaTJuEh0eKrRJ+8X7RN87J0B6VhsSx&#10;/xt/ERA/Tp0t3nxHq7HZxF+aqK596LQzBOi2cm13KFyibtESebvmxZV99DEWeegsBAOxu3dybKFN&#10;M7SZhpUdG7PoI+dkaIeqQ2JVmn+5ERA/Wp3BWR/a47XRs47//nW1Pa8rjAYg37yC2FhOI2JxwnYE&#10;nTxNOX7flgoGbeJheGKhzaaFNrXTZhpWENcqB947+sg5GZonJK7HJwHx48X7dFvX37d1OlNNzN/U&#10;9B3sW6tpgCG51WKaNiiThtGqzQr8x7uM9tIWeMCAlQ4Cu3snm1pd1kObaVhPBGmfvI30kXMyNKuy&#10;kHjrdLZpheCXiZp/Xx3t7Mc+pzyeltN8Sx2VvlX/HX1sNW1hEDAEn+xfStvExOELk4ff9OXebHfv&#10;RHtp4E/R6vIHFUzV0WYa0hxYFEifOSdDM6qsJB56WPBlhfrV0c7Z0jM8Rp0r+4f+Xa1CH97TqkPc&#10;uqtXLpceAeAp5gHTvva0tFFUFe9HVXFtXXk64mMs7nBvBiwpC7+igunfAphKaDMNCeIexIILes05&#10;GepXdbvpISoTMj9eHe2U9tJWqK+o5pbTz6PyHRZVWUms1TTQdudW7/5Nqc58IWCiC0pV8e7eyYto&#10;1zb0iZWySG4n9h52bwZ8U5zny/j5y7f+3EDdxXnlSZ3YtJmGXDFOKQKg95yTv2mlczJ8TWUhcVTQ&#10;/n8Dmpwogebbq6OdF1dHO31sI9uEOt/Hg6VHGLRoEV9Vy0ZjBNBqC6t33w68InEeMKkepnOiXdtQ&#10;w+L5sVtaS9exTQnQE9GVoQSb/xddCIbuNs4jZbHc8QrXQz8vPQKsS9tpBsE5ecm652R40L8eejBL&#10;hCxlcuJ463S2Hyex1z37KMoExIero526W8cOQXlPf6rpdZbv5+HSo6zqWU/euYuKxqy+jhcq8qFn&#10;dvdOynj1YToZH8R13FAqQcr13bFwia6btyWcTsZnca1bjuPnPf5gywK/M8cusK7oPnAwnYyPY+w8&#10;HFjL5C9zXXEtCLRIGZ/i2u6dz4UhcE52TqZalYbEi6K69nzrdPYsArnt+GcXD+jbqAQ801K6OqUd&#10;79bprLS6fFnDX1daTu+rAk9T9WdW18TfeQUrn/vcato+U9BTC2Hxi7h+O6jp/Fynu/n1Xamk9l2m&#10;Txb2sDuORR/7PVq8exsL8D5oKQ1ki3Flcfzs86K5Mp6W4OnceArtVqoIp5Pxfg/vyeCrnJOhGrWF&#10;xHNRXfxhXkkXe8FuL/y0NWS4iYnDc3uJ1qoMhr/W9BfuawPMorIIZOt0tpP8pmgFAnRW3JyUc/PZ&#10;QmA8v47r6kKRT/NrPO2aGIKeLPq4WzhuXb8DtejpormbmJ+7sEgOOqeMQb/52Bgi52TIU3tIfF8E&#10;rtcx4TgPje//1D3peBe/00X8XEe4Tc1KG++t09lxTW3x3pS/S3U4i66OdvrSrvBiQG1igRosBsbl&#10;b5tOxttx/db20Pg2xsTzuPlyjccgPbDoY3th4Ucbj9+bhWDYpAnQmAfGzy4tmrtZmOtyHQQdVq6H&#10;ppPxe22nGTLnZFjfP/73v/+1/m2MFtVl0vFF/Dxb2PvyxYoB4mX88/O9H4EwAMCa4gZtceHfiwZW&#10;9t7Gdd5FLAC81qoJvm86Gc8XfMyP3yaP3Ys4dt2jAa3XgvFz0eXCfNeF/doBGBLnZHicToTEAAD0&#10;Q4TH8wD52cIiwNEKHQ/mQdIoQuDf5/900wW5YpJl8dhdZ9HuvHPT6KFFuwJhoE+Sx8+5y4V/n18D&#10;/TmWWhQHAMuck2GZkBgAAAAAAABgQP7pwwYAAAAAAAAYDiExAAAAAAAAwIAIiQEAAAAAAAAGREgM&#10;AAAAAAAAMCBCYgAAAAAAAIABERIDAAAAAAAADIiQGAAAAAAAAGBAhMQAAAAAAAAAAyIkBgAAAAAA&#10;ABgQITEAAAAAAADAgAiJAQAAAAAAAAZESAwAAAAAAAAwIEJiAAAAAAAAgAEREgMAAAAAAAAMiJAY&#10;AAAAAAAAYECExAAAAAAAAAADIiQGAAAAAAAAGBAhMQAAAAAAAMCACIkBAAAAAAAABkRIDAAAAAAA&#10;ADAgQmIAAAAAAACAARESAwAAAAAAAAyIkBgAAAAAAABgQITEAAAAAAAAAAMiJAYAAAAAAAAYECEx&#10;AAAAAAAAwIAIiQEAAAAAAAAGREgMAAAAAAAAMCBCYgAAAAAAAIABERIDAAAAAAAADIiQGAAAAAAA&#10;AGBAhMQAAAAAAAAAAyIkBgAAAAAAABgQITEAAAAAAADAgAiJAQAAAAAAAAZESAwAAAAAAAAwIEJi&#10;AAAAAAAAgAEREgMAAAAAAAAMiJAYAAAAAAAAYECExAAAAAAAAAADIiQGAAAAAAAAGBAhMfz/7dmB&#10;AAAAAMOg+VMf5KURAAAAAAAAHJHEAAAAAAAAAEckMQAAAAAAAMCLakiW8WsMEF0NAAAAAElFTkSu&#10;QmCCUEsDBBQABgAIAAAAIQBYknNF2wAAAAUBAAAPAAAAZHJzL2Rvd25yZXYueG1sTI9BS8NAFITv&#10;gv9heYI3u0mLoabZlFLUUxFsBentNXlNQrNvQ3abpP/e50mPwwwz32TrybZqoN43jg3EswgUceHK&#10;hisDX4e3pyUoH5BLbB2TgRt5WOf3dxmmpRv5k4Z9qJSUsE/RQB1Cl2rti5os+pnriMU7u95iENlX&#10;uuxxlHLb6nkUJdpiw7JQY0fbmorL/moNvI84bhbx67C7nLe34+H543sXkzGPD9NmBSrQFP7C8Isv&#10;6JAL08ldufSqNSBHgoEElHgv8VzkSULJYgk6z/R/+vwH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1gwNcaoEAAAtEgAADgAAAAAAAAAAAAAAAAA6AgAAZHJzL2Uy&#10;b0RvYy54bWxQSwECLQAKAAAAAAAAACEAi/aJlfabAAD2mwAAFAAAAAAAAAAAAAAAAAAQBwAAZHJz&#10;L21lZGlhL2ltYWdlMS5wbmdQSwECLQAUAAYACAAAACEAWJJzRdsAAAAFAQAADwAAAAAAAAAAAAAA&#10;AAA4owAAZHJzL2Rvd25yZXYueG1sUEsBAi0AFAAGAAgAAAAhAKomDr68AAAAIQEAABkAAAAAAAAA&#10;AAAAAAAAQKQAAGRycy9fcmVscy9lMm9Eb2MueG1sLnJlbHNQSwUGAAAAAAYABgB8AQAAM6U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Obraz 1" o:spid="_x0000_s1027" type="#_x0000_t75" style="position:absolute;width:13144;height:4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Y2zyQAAAOMAAAAPAAAAZHJzL2Rvd25yZXYueG1sRE9fS8Mw&#10;EH8X/A7hBr65ZJ3MrS4bQxD0Qdy64djbrTnbYnMpSezqtzeC4OP9/t9yPdhW9ORD41jDZKxAEJfO&#10;NFxpOOyfbucgQkQ22DomDd8UYL26vlpibtyFd9QXsRIphEOOGuoYu1zKUNZkMYxdR5y4D+ctxnT6&#10;ShqPlxRuW5kpNZMWG04NNXb0WFP5WXxZDfuZOW9e/ZHeGvle2O3upT+ok9Y3o2HzACLSEP/Ff+5n&#10;k+bfz6dTlS3uMvj9KQEgVz8AAAD//wMAUEsBAi0AFAAGAAgAAAAhANvh9svuAAAAhQEAABMAAAAA&#10;AAAAAAAAAAAAAAAAAFtDb250ZW50X1R5cGVzXS54bWxQSwECLQAUAAYACAAAACEAWvQsW78AAAAV&#10;AQAACwAAAAAAAAAAAAAAAAAfAQAAX3JlbHMvLnJlbHNQSwECLQAUAAYACAAAACEAG9mNs8kAAADj&#10;AAAADwAAAAAAAAAAAAAAAAAHAgAAZHJzL2Rvd25yZXYueG1sUEsFBgAAAAADAAMAtwAAAP0CAAAA&#10;AA==&#10;">
                    <v:imagedata r:id="rId2" o:title=""/>
                  </v:shape>
                  <v:line id="Łącznik prosty 1" o:spid="_x0000_s1028" style="position:absolute;flip:y;visibility:visible;mso-wrap-style:square" from="0,5334" to="57912,55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XsryQAAAOMAAAAPAAAAZHJzL2Rvd25yZXYueG1sRE9fT8Iw&#10;EH834Ts0R8ILkU5GwE0KERLRJ6NIeD7XWzddr8taYXx7amLi4/3+33Ld20acqPO1YwV3kwQEceF0&#10;zUbB4ePp9h6ED8gaG8ek4EIe1qvBzRJz7c78Tqd9MCKGsM9RQRVCm0vpi4os+olriSNXus5iiGdn&#10;pO7wHMNtI6dJMpcWa44NFba0raj43v9YBeaQXkpT1uPyebPbvu6On1/Ht4VSo2H/+AAiUB/+xX/u&#10;Fx3nL9I0m6VZNoffnyIAcnUFAAD//wMAUEsBAi0AFAAGAAgAAAAhANvh9svuAAAAhQEAABMAAAAA&#10;AAAAAAAAAAAAAAAAAFtDb250ZW50X1R5cGVzXS54bWxQSwECLQAUAAYACAAAACEAWvQsW78AAAAV&#10;AQAACwAAAAAAAAAAAAAAAAAfAQAAX3JlbHMvLnJlbHNQSwECLQAUAAYACAAAACEA96V7K8kAAADj&#10;AAAADwAAAAAAAAAAAAAAAAAHAgAAZHJzL2Rvd25yZXYueG1sUEsFBgAAAAADAAMAtwAAAP0CAAAA&#10;AA==&#10;" strokecolor="#4472c4" strokeweight=".5pt">
                    <v:stroke joinstyle="miter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Pole tekstowe 1" o:spid="_x0000_s1029" type="#_x0000_t202" style="position:absolute;top:5715;width:28041;height:4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ZseyQAAAOMAAAAPAAAAZHJzL2Rvd25yZXYueG1sRE9fS8Mw&#10;EH8X/A7hBr65dCJtqcvGEMUNLNuq4OvRnG21uZQkrnWf3giCj/f7f8v1ZHpxIuc7ywoW8wQEcW11&#10;x42C15fH6xyED8gae8uk4Js8rFeXF0sstB35SKcqNCKGsC9QQRvCUEjp65YM+rkdiCP3bp3BEE/X&#10;SO1wjOGmlzdJkkqDHceGFge6b6n+rL6MgrexenL73e7jMGzL8/5clc/0UCp1NZs2dyACTeFf/Ofe&#10;6jg/zdI8u13kGfz+FAGQqx8AAAD//wMAUEsBAi0AFAAGAAgAAAAhANvh9svuAAAAhQEAABMAAAAA&#10;AAAAAAAAAAAAAAAAAFtDb250ZW50X1R5cGVzXS54bWxQSwECLQAUAAYACAAAACEAWvQsW78AAAAV&#10;AQAACwAAAAAAAAAAAAAAAAAfAQAAX3JlbHMvLnJlbHNQSwECLQAUAAYACAAAACEAJvmbHskAAADj&#10;AAAADwAAAAAAAAAAAAAAAAAHAgAAZHJzL2Rvd25yZXYueG1sUEsFBgAAAAADAAMAtwAAAP0CAAAA&#10;AA==&#10;" fillcolor="window" stroked="f" strokeweight=".5pt">
                    <v:textbox>
                      <w:txbxContent>
                        <w:p w14:paraId="2E669840" w14:textId="77777777" w:rsidR="0097251B" w:rsidRPr="00DF3795" w:rsidRDefault="0097251B" w:rsidP="0097251B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DF379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63-100 Ś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rem</w:t>
                          </w:r>
                          <w:r w:rsidRPr="00DF379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ul</w:t>
                          </w:r>
                          <w:r w:rsidRPr="00DF379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.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DF379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Stefana Grota Roweckiego 31</w:t>
                          </w:r>
                        </w:p>
                      </w:txbxContent>
                    </v:textbox>
                  </v:shape>
                  <v:shape id="Pole tekstowe 1" o:spid="_x0000_s1030" type="#_x0000_t202" style="position:absolute;left:25527;top:5562;width:18059;height:4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jg7zAAAAOIAAAAPAAAAZHJzL2Rvd25yZXYueG1sRI9BS8NA&#10;FITvQv/D8gre7KZaqondFhHFFgy1qeD1kX0m0ezbsLs2aX+9KxQ8DjPzDbNYDaYVB3K+saxgOklA&#10;EJdWN1wpeN8/X92B8AFZY2uZFBzJw2o5ulhgpm3POzoUoRIRwj5DBXUIXSalL2sy6Ce2I47ep3UG&#10;Q5SuktphH+GmlddJMpcGG44LNXb0WFP5XfwYBR998eK2m83XW7fOT9tTkb/SU67U5Xh4uAcRaAj/&#10;4XN7rRWkt7NZmt5M5/B3Kd4BufwFAAD//wMAUEsBAi0AFAAGAAgAAAAhANvh9svuAAAAhQEAABMA&#10;AAAAAAAAAAAAAAAAAAAAAFtDb250ZW50X1R5cGVzXS54bWxQSwECLQAUAAYACAAAACEAWvQsW78A&#10;AAAVAQAACwAAAAAAAAAAAAAAAAAfAQAAX3JlbHMvLnJlbHNQSwECLQAUAAYACAAAACEAMsI4O8wA&#10;AADiAAAADwAAAAAAAAAAAAAAAAAHAgAAZHJzL2Rvd25yZXYueG1sUEsFBgAAAAADAAMAtwAAAAAD&#10;AAAAAA==&#10;" fillcolor="window" stroked="f" strokeweight=".5pt">
                    <v:textbox>
                      <w:txbxContent>
                        <w:p w14:paraId="589AED5E" w14:textId="77777777" w:rsidR="0097251B" w:rsidRPr="00DF3795" w:rsidRDefault="0097251B" w:rsidP="0097251B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T. 61 28 36 107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br/>
                            <w:t>e-mail: cus@cus.srem.pl</w:t>
                          </w:r>
                        </w:p>
                      </w:txbxContent>
                    </v:textbox>
                  </v:shape>
                  <v:shape id="Pole tekstowe 1" o:spid="_x0000_s1031" type="#_x0000_t202" style="position:absolute;left:45339;top:5486;width:12268;height:4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YYByQAAAOMAAAAPAAAAZHJzL2Rvd25yZXYueG1sRE9fS8Mw&#10;EH8X9h3CDXxzqZtspS4bY2y4gWVaBV+P5myrzaUkca379EYQfLzf/1uuB9OKMznfWFZwO0lAEJdW&#10;N1wpeH3Z36QgfEDW2FomBd/kYb0aXS0x07bnZzoXoRIxhH2GCuoQukxKX9Zk0E9sRxy5d+sMhni6&#10;SmqHfQw3rZwmyVwabDg21NjRtqbys/gyCt764sGdjsePp+6QX06XIn+kXa7U9XjY3IMINIR/8Z/7&#10;oOP8RZqmi7tZMoffnyIAcvUDAAD//wMAUEsBAi0AFAAGAAgAAAAhANvh9svuAAAAhQEAABMAAAAA&#10;AAAAAAAAAAAAAAAAAFtDb250ZW50X1R5cGVzXS54bWxQSwECLQAUAAYACAAAACEAWvQsW78AAAAV&#10;AQAACwAAAAAAAAAAAAAAAAAfAQAAX3JlbHMvLnJlbHNQSwECLQAUAAYACAAAACEAiB2GAckAAADj&#10;AAAADwAAAAAAAAAAAAAAAAAHAgAAZHJzL2Rvd25yZXYueG1sUEsFBgAAAAADAAMAtwAAAP0CAAAA&#10;AA==&#10;" fillcolor="window" stroked="f" strokeweight=".5pt">
                    <v:textbox>
                      <w:txbxContent>
                        <w:p w14:paraId="3A127813" w14:textId="77777777" w:rsidR="0097251B" w:rsidRPr="00DF3795" w:rsidRDefault="0097251B" w:rsidP="0097251B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www.cus.srem.pl</w:t>
                          </w:r>
                        </w:p>
                      </w:txbxContent>
                    </v:textbox>
                  </v:shape>
                  <v:line id="Łącznik prosty 1" o:spid="_x0000_s1032" style="position:absolute;flip:y;visibility:visible;mso-wrap-style:square" from="0,10134" to="57912,103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VGDzAAAAOIAAAAPAAAAZHJzL2Rvd25yZXYueG1sRI9Pa8JA&#10;FMTvhX6H5RW8lLqJFv+krtIKtZ5ErXh+zb5s0mbfhuxW47d3C0KPw8z8hpktOluLE7W+cqwg7Scg&#10;iHOnKzYKDp/vTxMQPiBrrB2Tggt5WMzv72aYaXfmHZ32wYgIYZ+hgjKEJpPS5yVZ9H3XEEevcK3F&#10;EGVrpG7xHOG2loMkGUmLFceFEhtalpT/7H+tAnMYXgpTVI/Fx9tquVkdv76P27FSvYfu9QVEoC78&#10;h2/ttVYwGE+TUTpMn+HvUrwDcn4FAAD//wMAUEsBAi0AFAAGAAgAAAAhANvh9svuAAAAhQEAABMA&#10;AAAAAAAAAAAAAAAAAAAAAFtDb250ZW50X1R5cGVzXS54bWxQSwECLQAUAAYACAAAACEAWvQsW78A&#10;AAAVAQAACwAAAAAAAAAAAAAAAAAfAQAAX3JlbHMvLnJlbHNQSwECLQAUAAYACAAAACEAXAVRg8wA&#10;AADiAAAADwAAAAAAAAAAAAAAAAAHAgAAZHJzL2Rvd25yZXYueG1sUEsFBgAAAAADAAMAtwAAAAAD&#10;AAAAAA==&#10;" strokecolor="#4472c4" strokeweight=".5pt">
                    <v:stroke joinstyle="miter"/>
                  </v:line>
                  <w10:wrap anchorx="margin"/>
                </v:group>
              </w:pict>
            </mc:Fallback>
          </mc:AlternateContent>
        </w:r>
        <w:r w:rsidRPr="0097251B">
          <w:rPr>
            <w:rFonts w:ascii="Arial" w:hAnsi="Arial" w:cs="Arial"/>
            <w:sz w:val="20"/>
            <w:szCs w:val="20"/>
          </w:rPr>
          <w:t xml:space="preserve">Strona | </w:t>
        </w:r>
        <w:r w:rsidRPr="0097251B">
          <w:rPr>
            <w:rFonts w:ascii="Arial" w:hAnsi="Arial" w:cs="Arial"/>
            <w:sz w:val="20"/>
            <w:szCs w:val="20"/>
          </w:rPr>
          <w:fldChar w:fldCharType="begin"/>
        </w:r>
        <w:r w:rsidRPr="0097251B">
          <w:rPr>
            <w:rFonts w:ascii="Arial" w:hAnsi="Arial" w:cs="Arial"/>
            <w:sz w:val="20"/>
            <w:szCs w:val="20"/>
          </w:rPr>
          <w:instrText>PAGE   \* MERGEFORMAT</w:instrText>
        </w:r>
        <w:r w:rsidRPr="0097251B">
          <w:rPr>
            <w:rFonts w:ascii="Arial" w:hAnsi="Arial" w:cs="Arial"/>
            <w:sz w:val="20"/>
            <w:szCs w:val="20"/>
          </w:rPr>
          <w:fldChar w:fldCharType="separate"/>
        </w:r>
        <w:r w:rsidRPr="0097251B">
          <w:rPr>
            <w:rFonts w:ascii="Arial" w:hAnsi="Arial" w:cs="Arial"/>
            <w:sz w:val="20"/>
            <w:szCs w:val="20"/>
          </w:rPr>
          <w:t>2</w:t>
        </w:r>
        <w:r w:rsidRPr="0097251B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676305E" w14:textId="77777777" w:rsidR="00DF3795" w:rsidRDefault="00DF3795">
    <w:pPr>
      <w:pStyle w:val="Stopka"/>
    </w:pPr>
  </w:p>
  <w:p w14:paraId="4F2A538C" w14:textId="77777777" w:rsidR="0097251B" w:rsidRDefault="0097251B">
    <w:pPr>
      <w:pStyle w:val="Stopka"/>
    </w:pPr>
  </w:p>
  <w:p w14:paraId="25D4140D" w14:textId="77777777" w:rsidR="0097251B" w:rsidRDefault="0097251B">
    <w:pPr>
      <w:pStyle w:val="Stopka"/>
    </w:pPr>
  </w:p>
  <w:p w14:paraId="541209AB" w14:textId="77777777" w:rsidR="0097251B" w:rsidRDefault="0097251B">
    <w:pPr>
      <w:pStyle w:val="Stopka"/>
    </w:pPr>
  </w:p>
  <w:p w14:paraId="5309C1E2" w14:textId="77777777" w:rsidR="0097251B" w:rsidRDefault="009725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83C79" w14:textId="77777777" w:rsidR="009126E6" w:rsidRDefault="009126E6" w:rsidP="00DF3795">
      <w:r>
        <w:separator/>
      </w:r>
    </w:p>
  </w:footnote>
  <w:footnote w:type="continuationSeparator" w:id="0">
    <w:p w14:paraId="5F932A11" w14:textId="77777777" w:rsidR="009126E6" w:rsidRDefault="009126E6" w:rsidP="00DF3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DEC3E" w14:textId="03221AF4" w:rsidR="001A0346" w:rsidRDefault="004E02BC" w:rsidP="001A0346">
    <w:pPr>
      <w:pStyle w:val="Nagwek"/>
      <w:jc w:val="right"/>
    </w:pPr>
    <w:r w:rsidRPr="004E02BC">
      <w:rPr>
        <w:rFonts w:ascii="Calibri" w:eastAsia="Calibri" w:hAnsi="Calibri" w:cs="Arial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4E70BFEE" wp14:editId="2DB6A59B">
          <wp:simplePos x="0" y="0"/>
          <wp:positionH relativeFrom="column">
            <wp:posOffset>-1251579</wp:posOffset>
          </wp:positionH>
          <wp:positionV relativeFrom="paragraph">
            <wp:posOffset>-210365</wp:posOffset>
          </wp:positionV>
          <wp:extent cx="8298000" cy="795600"/>
          <wp:effectExtent l="0" t="0" r="0" b="5080"/>
          <wp:wrapSquare wrapText="bothSides"/>
          <wp:docPr id="17521592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8000" cy="795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12B43"/>
    <w:multiLevelType w:val="hybridMultilevel"/>
    <w:tmpl w:val="5CDAB3D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D7A5134"/>
    <w:multiLevelType w:val="hybridMultilevel"/>
    <w:tmpl w:val="0634726A"/>
    <w:lvl w:ilvl="0" w:tplc="C47425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8C700B"/>
    <w:multiLevelType w:val="hybridMultilevel"/>
    <w:tmpl w:val="9EA22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440A59"/>
    <w:multiLevelType w:val="hybridMultilevel"/>
    <w:tmpl w:val="D102B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8D1B0C"/>
    <w:multiLevelType w:val="hybridMultilevel"/>
    <w:tmpl w:val="E29C1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46818261">
    <w:abstractNumId w:val="3"/>
  </w:num>
  <w:num w:numId="2" w16cid:durableId="390466679">
    <w:abstractNumId w:val="1"/>
  </w:num>
  <w:num w:numId="3" w16cid:durableId="8590042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02014072">
    <w:abstractNumId w:val="0"/>
  </w:num>
  <w:num w:numId="5" w16cid:durableId="16650119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017"/>
    <w:rsid w:val="001757B5"/>
    <w:rsid w:val="001A0346"/>
    <w:rsid w:val="00205017"/>
    <w:rsid w:val="0026446A"/>
    <w:rsid w:val="004E02BC"/>
    <w:rsid w:val="004E7940"/>
    <w:rsid w:val="00631702"/>
    <w:rsid w:val="00694589"/>
    <w:rsid w:val="007E62C5"/>
    <w:rsid w:val="008A33C8"/>
    <w:rsid w:val="009126E6"/>
    <w:rsid w:val="0097251B"/>
    <w:rsid w:val="009B6A64"/>
    <w:rsid w:val="00A3030E"/>
    <w:rsid w:val="00B04774"/>
    <w:rsid w:val="00D9198E"/>
    <w:rsid w:val="00DF3795"/>
    <w:rsid w:val="00EB6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C135C5"/>
  <w15:chartTrackingRefBased/>
  <w15:docId w15:val="{3E59A86E-295B-4123-925F-A4468AD39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5017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7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795"/>
  </w:style>
  <w:style w:type="paragraph" w:styleId="Stopka">
    <w:name w:val="footer"/>
    <w:basedOn w:val="Normalny"/>
    <w:link w:val="StopkaZnak"/>
    <w:uiPriority w:val="99"/>
    <w:unhideWhenUsed/>
    <w:rsid w:val="00DF37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795"/>
  </w:style>
  <w:style w:type="paragraph" w:styleId="Akapitzlist">
    <w:name w:val="List Paragraph"/>
    <w:basedOn w:val="Normalny"/>
    <w:uiPriority w:val="34"/>
    <w:qFormat/>
    <w:rsid w:val="004E7940"/>
    <w:pPr>
      <w:ind w:left="720"/>
      <w:contextualSpacing/>
    </w:pPr>
  </w:style>
  <w:style w:type="paragraph" w:styleId="NormalnyWeb">
    <w:name w:val="Normal (Web)"/>
    <w:basedOn w:val="Normalny"/>
    <w:unhideWhenUsed/>
    <w:rsid w:val="00205017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4E02B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4E0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ias\Desktop\Konsultacje%20Spo&#322;eczne%20CUS\konsultacje%20spo&#322;eczne%20Program%20Us&#322;ug%20Spo&#322;ecznych\Klauzula%20inforamcyjna%20RODO%20Program%20Us&#322;ug%20Spo&#322;eczny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550BC5-CEA6-474C-A484-D8B7CE2EC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Klauzula inforamcyjna RODO Program Usług Społecznych</Template>
  <TotalTime>5</TotalTime>
  <Pages>1</Pages>
  <Words>109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asias</dc:creator>
  <cp:keywords/>
  <dc:description/>
  <cp:lastModifiedBy>Joanna Szymoniak (STUDENT)</cp:lastModifiedBy>
  <cp:revision>5</cp:revision>
  <cp:lastPrinted>2024-01-02T13:27:00Z</cp:lastPrinted>
  <dcterms:created xsi:type="dcterms:W3CDTF">2024-01-12T10:04:00Z</dcterms:created>
  <dcterms:modified xsi:type="dcterms:W3CDTF">2024-01-12T10:14:00Z</dcterms:modified>
</cp:coreProperties>
</file>