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5C20BB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B46AB3" w:rsidRPr="00B46AB3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B46AB3" w:rsidRPr="00B46AB3">
        <w:rPr>
          <w:b/>
          <w:sz w:val="24"/>
        </w:rPr>
        <w:t>BP.271.36.2020.BS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B46AB3" w:rsidRPr="00B46AB3">
        <w:rPr>
          <w:b/>
        </w:rPr>
        <w:t>przetarg nieograniczony</w:t>
      </w:r>
      <w:r w:rsidR="00753DC1">
        <w:t xml:space="preserve"> na:</w:t>
      </w:r>
    </w:p>
    <w:p w:rsidR="0000184A" w:rsidRDefault="00B46AB3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B46AB3">
        <w:rPr>
          <w:b/>
          <w:sz w:val="24"/>
          <w:szCs w:val="24"/>
        </w:rPr>
        <w:t>Remont lokalu mieszkalnego przy ul. Wielka Rzeźnicka 4/1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B46AB3" w:rsidRPr="00B46AB3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B46AB3" w:rsidRPr="00B46AB3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B46AB3" w:rsidRPr="00B46AB3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39F" w:rsidRDefault="00FD139F">
      <w:r>
        <w:separator/>
      </w:r>
    </w:p>
  </w:endnote>
  <w:endnote w:type="continuationSeparator" w:id="0">
    <w:p w:rsidR="00FD139F" w:rsidRDefault="00FD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5C20BB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C212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C212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B3" w:rsidRDefault="00B46A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39F" w:rsidRDefault="00FD139F">
      <w:r>
        <w:separator/>
      </w:r>
    </w:p>
  </w:footnote>
  <w:footnote w:type="continuationSeparator" w:id="0">
    <w:p w:rsidR="00FD139F" w:rsidRDefault="00FD139F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B3" w:rsidRDefault="00B46AB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B3" w:rsidRDefault="00B46AB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B3" w:rsidRDefault="00B46AB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9F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129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20BB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46AB3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D1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A73E6-5DF0-40F8-AD6B-AEE016EC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2020-11-04T11:03:00Z</dcterms:created>
  <dcterms:modified xsi:type="dcterms:W3CDTF">2020-11-04T11:03:00Z</dcterms:modified>
</cp:coreProperties>
</file>