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A84034" w:rsidRPr="00A84034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A84034" w:rsidRPr="00A84034">
        <w:rPr>
          <w:rFonts w:ascii="Times New Roman" w:hAnsi="Times New Roman"/>
          <w:b/>
        </w:rPr>
        <w:t>BP.271.31.2020.BS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84034" w:rsidRPr="00A84034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84034" w:rsidRPr="00A84034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A84034" w:rsidRPr="00A84034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84034" w:rsidRPr="00A84034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A84034" w:rsidRPr="00A84034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A84034" w:rsidRPr="00A84034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A84034" w:rsidRPr="00A84034">
        <w:rPr>
          <w:rFonts w:ascii="Times New Roman" w:hAnsi="Times New Roman"/>
          <w:b/>
        </w:rPr>
        <w:t>Remont lokalu mieszkalnego przy ul. Popiełuszki 20/2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A84034" w:rsidRPr="00A84034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2D5" w:rsidRDefault="001762D5" w:rsidP="0038231F">
      <w:pPr>
        <w:spacing w:after="0" w:line="240" w:lineRule="auto"/>
      </w:pPr>
      <w:r>
        <w:separator/>
      </w:r>
    </w:p>
  </w:endnote>
  <w:endnote w:type="continuationSeparator" w:id="0">
    <w:p w:rsidR="001762D5" w:rsidRDefault="001762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34" w:rsidRDefault="00A840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16A8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16A8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34" w:rsidRDefault="00A840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2D5" w:rsidRDefault="001762D5" w:rsidP="0038231F">
      <w:pPr>
        <w:spacing w:after="0" w:line="240" w:lineRule="auto"/>
      </w:pPr>
      <w:r>
        <w:separator/>
      </w:r>
    </w:p>
  </w:footnote>
  <w:footnote w:type="continuationSeparator" w:id="0">
    <w:p w:rsidR="001762D5" w:rsidRDefault="001762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34" w:rsidRDefault="00A840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34" w:rsidRDefault="00A8403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34" w:rsidRDefault="00A840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2D5"/>
    <w:rsid w:val="000075F4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6A89"/>
    <w:rsid w:val="00160A7A"/>
    <w:rsid w:val="001762D5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84034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4AED3-6D8E-4FAA-BA8C-7AB08A5B9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2020-09-29T06:25:00Z</dcterms:created>
  <dcterms:modified xsi:type="dcterms:W3CDTF">2020-09-29T06:25:00Z</dcterms:modified>
</cp:coreProperties>
</file>