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D5E" w:rsidRDefault="00CA2D5E" w:rsidP="00CA2D5E">
      <w:pPr>
        <w:spacing w:line="360" w:lineRule="auto"/>
        <w:ind w:left="6372" w:firstLine="708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Załącznik nr 6</w:t>
      </w:r>
    </w:p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Pr="005466A1" w:rsidRDefault="003A3952" w:rsidP="003A3952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3A3952" w:rsidRPr="00EA5177" w:rsidRDefault="003A3952" w:rsidP="003A3952">
      <w:pPr>
        <w:spacing w:line="360" w:lineRule="auto"/>
        <w:jc w:val="center"/>
        <w:rPr>
          <w:b/>
          <w:sz w:val="28"/>
          <w:szCs w:val="28"/>
        </w:rPr>
      </w:pPr>
      <w:r w:rsidRPr="00EA5177">
        <w:rPr>
          <w:b/>
          <w:bCs/>
          <w:sz w:val="28"/>
          <w:szCs w:val="28"/>
        </w:rPr>
        <w:t>„</w:t>
      </w:r>
      <w:r w:rsidR="00536368">
        <w:rPr>
          <w:b/>
          <w:bCs/>
          <w:sz w:val="28"/>
          <w:szCs w:val="28"/>
        </w:rPr>
        <w:t>Tężnia solankowa w Parku Śremskich Odlewników w Śremie</w:t>
      </w:r>
      <w:r w:rsidRPr="00EA5177">
        <w:rPr>
          <w:b/>
          <w:sz w:val="28"/>
          <w:szCs w:val="28"/>
        </w:rPr>
        <w:t>”.</w:t>
      </w:r>
    </w:p>
    <w:p w:rsidR="003A3952" w:rsidRPr="005466A1" w:rsidRDefault="003A3952">
      <w:pPr>
        <w:ind w:firstLine="3969"/>
        <w:rPr>
          <w:b/>
          <w:sz w:val="28"/>
          <w:szCs w:val="28"/>
        </w:rPr>
      </w:pPr>
    </w:p>
    <w:p w:rsidR="003A3952" w:rsidRPr="005F221D" w:rsidRDefault="003A3952" w:rsidP="003A3952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3A3952" w:rsidRPr="005F221D" w:rsidRDefault="003A3952" w:rsidP="003A3952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9666D1" w:rsidRPr="005466A1" w:rsidRDefault="00767873" w:rsidP="008F7830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lastRenderedPageBreak/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Default="006E0DEC" w:rsidP="001A48F7">
      <w:pPr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2) wydłużamy dobrowolnie okres rękojmi o …………….. miesięcy  (od 0 do 24 miesięcy), i jednocześnie </w:t>
      </w:r>
      <w:r w:rsidRPr="0029785C">
        <w:rPr>
          <w:b/>
          <w:sz w:val="28"/>
          <w:szCs w:val="28"/>
        </w:rPr>
        <w:t xml:space="preserve">wydłużamy okres pozostawienia kwoty 30% wniesionego zabezpieczenia należytego wykonania umowy na okres </w:t>
      </w:r>
      <w:r w:rsidRPr="005466A1">
        <w:rPr>
          <w:b/>
          <w:sz w:val="28"/>
          <w:szCs w:val="28"/>
        </w:rPr>
        <w:t>wydłużonej rękojmi. Łącznie rękojmia wynosi ……… miesięcy (60+okres o jaki wykonawca wydłużył okres rękojmi)</w:t>
      </w:r>
    </w:p>
    <w:p w:rsidR="008F7830" w:rsidRPr="005466A1" w:rsidRDefault="008F7830" w:rsidP="001A48F7">
      <w:pPr>
        <w:ind w:left="284"/>
        <w:rPr>
          <w:b/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 w:rsidP="001A48F7">
      <w:pPr>
        <w:ind w:left="284"/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 w:rsidP="001A48F7">
      <w:pPr>
        <w:rPr>
          <w:sz w:val="28"/>
          <w:szCs w:val="28"/>
        </w:rPr>
      </w:pPr>
    </w:p>
    <w:p w:rsidR="00FE66C6" w:rsidRPr="005466A1" w:rsidRDefault="009E504F" w:rsidP="001A48F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 w:rsidP="001A48F7">
      <w:pPr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 w:rsidP="001A48F7">
      <w:pPr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 w:rsidP="001A48F7">
      <w:pPr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lastRenderedPageBreak/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1A48F7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E-mail: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tel.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faxu</w:t>
      </w:r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3A3952" w:rsidRPr="00457E10" w:rsidRDefault="003A3952" w:rsidP="003A3952">
      <w:pPr>
        <w:spacing w:line="276" w:lineRule="auto"/>
        <w:jc w:val="both"/>
      </w:pPr>
      <w:r w:rsidRPr="00457E10">
        <w:t>* niepotrzebne skreślić</w:t>
      </w:r>
    </w:p>
    <w:p w:rsidR="003A3952" w:rsidRDefault="003A3952" w:rsidP="003A395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A48F7"/>
    <w:rsid w:val="001F31E5"/>
    <w:rsid w:val="00240926"/>
    <w:rsid w:val="0025754B"/>
    <w:rsid w:val="0029785C"/>
    <w:rsid w:val="002A2E78"/>
    <w:rsid w:val="002B2767"/>
    <w:rsid w:val="002F0E9C"/>
    <w:rsid w:val="00325FEC"/>
    <w:rsid w:val="00346E9C"/>
    <w:rsid w:val="00366F91"/>
    <w:rsid w:val="00394B60"/>
    <w:rsid w:val="003A3952"/>
    <w:rsid w:val="003D6447"/>
    <w:rsid w:val="00435DA4"/>
    <w:rsid w:val="004960D5"/>
    <w:rsid w:val="00531D42"/>
    <w:rsid w:val="00536368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72790"/>
    <w:rsid w:val="00884B1E"/>
    <w:rsid w:val="008A3E97"/>
    <w:rsid w:val="008C597C"/>
    <w:rsid w:val="008F7830"/>
    <w:rsid w:val="00920EF2"/>
    <w:rsid w:val="009629ED"/>
    <w:rsid w:val="009666D1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A0415"/>
    <w:rsid w:val="00CA2D5E"/>
    <w:rsid w:val="00CA66B9"/>
    <w:rsid w:val="00D727D3"/>
    <w:rsid w:val="00D93BA2"/>
    <w:rsid w:val="00E33F03"/>
    <w:rsid w:val="00E61BEF"/>
    <w:rsid w:val="00EA5177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A2D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D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A2D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D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</TotalTime>
  <Pages>3</Pages>
  <Words>460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Izabela Jarczyńska</cp:lastModifiedBy>
  <cp:revision>11</cp:revision>
  <cp:lastPrinted>2020-08-26T07:38:00Z</cp:lastPrinted>
  <dcterms:created xsi:type="dcterms:W3CDTF">2019-01-31T09:53:00Z</dcterms:created>
  <dcterms:modified xsi:type="dcterms:W3CDTF">2020-08-26T07:38:00Z</dcterms:modified>
</cp:coreProperties>
</file>