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77778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E1CE0" w:rsidRPr="002E1CE0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E1CE0" w:rsidRPr="002E1CE0">
        <w:rPr>
          <w:rFonts w:ascii="Times New Roman" w:eastAsia="Times New Roman" w:hAnsi="Times New Roman"/>
          <w:b/>
          <w:sz w:val="24"/>
          <w:szCs w:val="20"/>
          <w:lang w:eastAsia="pl-PL"/>
        </w:rPr>
        <w:t>BP.271.23.2020.BS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E1CE0" w:rsidRPr="002E1CE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E1CE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E1CE0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budynku USC w Śremie - wykonanie utwardzenia i odtworzenie nawierzchni po awarii sieci deszczowej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B8C" w:rsidRDefault="00A15B8C" w:rsidP="00025386">
      <w:pPr>
        <w:spacing w:after="0" w:line="240" w:lineRule="auto"/>
      </w:pPr>
      <w:r>
        <w:separator/>
      </w:r>
    </w:p>
  </w:endnote>
  <w:endnote w:type="continuationSeparator" w:id="0">
    <w:p w:rsidR="00A15B8C" w:rsidRDefault="00A15B8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0" w:rsidRDefault="002E1C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7778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14C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14C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0" w:rsidRDefault="002E1C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B8C" w:rsidRDefault="00A15B8C" w:rsidP="00025386">
      <w:pPr>
        <w:spacing w:after="0" w:line="240" w:lineRule="auto"/>
      </w:pPr>
      <w:r>
        <w:separator/>
      </w:r>
    </w:p>
  </w:footnote>
  <w:footnote w:type="continuationSeparator" w:id="0">
    <w:p w:rsidR="00A15B8C" w:rsidRDefault="00A15B8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0" w:rsidRDefault="002E1C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0" w:rsidRDefault="002E1C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0" w:rsidRDefault="002E1C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8C"/>
    <w:rsid w:val="00025386"/>
    <w:rsid w:val="00101B40"/>
    <w:rsid w:val="001C2314"/>
    <w:rsid w:val="002E1CE0"/>
    <w:rsid w:val="003C30EF"/>
    <w:rsid w:val="005624D8"/>
    <w:rsid w:val="005A0158"/>
    <w:rsid w:val="0069796D"/>
    <w:rsid w:val="0077778A"/>
    <w:rsid w:val="008E405A"/>
    <w:rsid w:val="008F2498"/>
    <w:rsid w:val="00A15B8C"/>
    <w:rsid w:val="00A56A6F"/>
    <w:rsid w:val="00B14C6A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2020-07-21T06:06:00Z</dcterms:created>
  <dcterms:modified xsi:type="dcterms:W3CDTF">2020-07-21T06:06:00Z</dcterms:modified>
</cp:coreProperties>
</file>