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BA5C02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692CD9" w:rsidRPr="00692CD9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92CD9" w:rsidRPr="00692CD9">
        <w:rPr>
          <w:rFonts w:ascii="Times New Roman" w:eastAsia="Times New Roman" w:hAnsi="Times New Roman"/>
          <w:b/>
          <w:sz w:val="24"/>
          <w:szCs w:val="20"/>
          <w:lang w:eastAsia="pl-PL"/>
        </w:rPr>
        <w:t>BP.271.32.2019.BS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92CD9" w:rsidRPr="00692CD9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692CD9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92CD9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Szafirkowej w Psarskim - etap II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94B" w:rsidRDefault="001D094B" w:rsidP="00025386">
      <w:pPr>
        <w:spacing w:after="0" w:line="240" w:lineRule="auto"/>
      </w:pPr>
      <w:r>
        <w:separator/>
      </w:r>
    </w:p>
  </w:endnote>
  <w:endnote w:type="continuationSeparator" w:id="0">
    <w:p w:rsidR="001D094B" w:rsidRDefault="001D094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CD9" w:rsidRDefault="00692C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A5C02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7429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7429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CD9" w:rsidRDefault="00692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94B" w:rsidRDefault="001D094B" w:rsidP="00025386">
      <w:pPr>
        <w:spacing w:after="0" w:line="240" w:lineRule="auto"/>
      </w:pPr>
      <w:r>
        <w:separator/>
      </w:r>
    </w:p>
  </w:footnote>
  <w:footnote w:type="continuationSeparator" w:id="0">
    <w:p w:rsidR="001D094B" w:rsidRDefault="001D094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CD9" w:rsidRDefault="00692C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CD9" w:rsidRDefault="00692C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CD9" w:rsidRDefault="00692C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4B"/>
    <w:rsid w:val="00025386"/>
    <w:rsid w:val="00101B40"/>
    <w:rsid w:val="001C2314"/>
    <w:rsid w:val="001D094B"/>
    <w:rsid w:val="003C30EF"/>
    <w:rsid w:val="005624D8"/>
    <w:rsid w:val="005A0158"/>
    <w:rsid w:val="00692CD9"/>
    <w:rsid w:val="0069796D"/>
    <w:rsid w:val="008E405A"/>
    <w:rsid w:val="008F2498"/>
    <w:rsid w:val="0097429F"/>
    <w:rsid w:val="00A56A6F"/>
    <w:rsid w:val="00BA5C02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2019-08-06T09:40:00Z</dcterms:created>
  <dcterms:modified xsi:type="dcterms:W3CDTF">2019-08-06T09:40:00Z</dcterms:modified>
</cp:coreProperties>
</file>