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D2331B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204A12" w:rsidRPr="00204A12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04A12" w:rsidRPr="00204A12">
        <w:rPr>
          <w:rFonts w:ascii="Times New Roman" w:eastAsia="Times New Roman" w:hAnsi="Times New Roman"/>
          <w:b/>
          <w:sz w:val="24"/>
          <w:szCs w:val="20"/>
          <w:lang w:eastAsia="pl-PL"/>
        </w:rPr>
        <w:t>BP.271.22.2019.BS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204A12" w:rsidRPr="00204A12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204A1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4A12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Wielka Rzeźnicka 13/6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EE" w:rsidRDefault="004958EE" w:rsidP="00025386">
      <w:pPr>
        <w:spacing w:after="0" w:line="240" w:lineRule="auto"/>
      </w:pPr>
      <w:r>
        <w:separator/>
      </w:r>
    </w:p>
  </w:endnote>
  <w:endnote w:type="continuationSeparator" w:id="0">
    <w:p w:rsidR="004958EE" w:rsidRDefault="004958E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12" w:rsidRDefault="00204A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2331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432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432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12" w:rsidRDefault="00204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EE" w:rsidRDefault="004958EE" w:rsidP="00025386">
      <w:pPr>
        <w:spacing w:after="0" w:line="240" w:lineRule="auto"/>
      </w:pPr>
      <w:r>
        <w:separator/>
      </w:r>
    </w:p>
  </w:footnote>
  <w:footnote w:type="continuationSeparator" w:id="0">
    <w:p w:rsidR="004958EE" w:rsidRDefault="004958E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12" w:rsidRDefault="00204A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12" w:rsidRDefault="00204A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12" w:rsidRDefault="00204A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EE"/>
    <w:rsid w:val="00025386"/>
    <w:rsid w:val="000423B9"/>
    <w:rsid w:val="00084786"/>
    <w:rsid w:val="001C2314"/>
    <w:rsid w:val="00204A12"/>
    <w:rsid w:val="004374F2"/>
    <w:rsid w:val="00460705"/>
    <w:rsid w:val="00485239"/>
    <w:rsid w:val="004958EE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2331B"/>
    <w:rsid w:val="00D55FC4"/>
    <w:rsid w:val="00DA432D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2019-06-05T12:18:00Z</dcterms:created>
  <dcterms:modified xsi:type="dcterms:W3CDTF">2019-06-05T12:18:00Z</dcterms:modified>
</cp:coreProperties>
</file>