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052FA5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2A7C43" w:rsidRPr="002A7C43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2A7C43" w:rsidRPr="002A7C43">
        <w:rPr>
          <w:rFonts w:ascii="Times New Roman" w:eastAsia="Times New Roman" w:hAnsi="Times New Roman"/>
          <w:b/>
          <w:sz w:val="24"/>
          <w:szCs w:val="20"/>
          <w:lang w:eastAsia="pl-PL"/>
        </w:rPr>
        <w:t>BP.271.20.2019.BS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2A7C43" w:rsidRPr="002A7C43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2A7C43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A7C43">
        <w:rPr>
          <w:rFonts w:ascii="Times New Roman" w:eastAsia="Times New Roman" w:hAnsi="Times New Roman"/>
          <w:b/>
          <w:sz w:val="24"/>
          <w:szCs w:val="24"/>
          <w:lang w:eastAsia="pl-PL"/>
        </w:rPr>
        <w:t>Budowa siłowni w Mechlinie - II przetarg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DA9" w:rsidRDefault="00413DA9" w:rsidP="00025386">
      <w:pPr>
        <w:spacing w:after="0" w:line="240" w:lineRule="auto"/>
      </w:pPr>
      <w:r>
        <w:separator/>
      </w:r>
    </w:p>
  </w:endnote>
  <w:endnote w:type="continuationSeparator" w:id="0">
    <w:p w:rsidR="00413DA9" w:rsidRDefault="00413DA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C43" w:rsidRDefault="002A7C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052FA5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D7C4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D7C4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C43" w:rsidRDefault="002A7C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DA9" w:rsidRDefault="00413DA9" w:rsidP="00025386">
      <w:pPr>
        <w:spacing w:after="0" w:line="240" w:lineRule="auto"/>
      </w:pPr>
      <w:r>
        <w:separator/>
      </w:r>
    </w:p>
  </w:footnote>
  <w:footnote w:type="continuationSeparator" w:id="0">
    <w:p w:rsidR="00413DA9" w:rsidRDefault="00413DA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C43" w:rsidRDefault="002A7C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C43" w:rsidRDefault="002A7C4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C43" w:rsidRDefault="002A7C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DA9"/>
    <w:rsid w:val="00025386"/>
    <w:rsid w:val="00052FA5"/>
    <w:rsid w:val="00101B40"/>
    <w:rsid w:val="001C2314"/>
    <w:rsid w:val="002A7C43"/>
    <w:rsid w:val="003C30EF"/>
    <w:rsid w:val="00413DA9"/>
    <w:rsid w:val="005624D8"/>
    <w:rsid w:val="005A0158"/>
    <w:rsid w:val="005D7C4B"/>
    <w:rsid w:val="0069796D"/>
    <w:rsid w:val="008E405A"/>
    <w:rsid w:val="008F2498"/>
    <w:rsid w:val="00A56A6F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2019-05-13T11:50:00Z</dcterms:created>
  <dcterms:modified xsi:type="dcterms:W3CDTF">2019-05-13T11:50:00Z</dcterms:modified>
</cp:coreProperties>
</file>