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001B9C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E26CFB" w:rsidRPr="00E26CF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E26CFB" w:rsidRPr="00E26CFB">
        <w:rPr>
          <w:b/>
          <w:sz w:val="24"/>
        </w:rPr>
        <w:t>BP.271.19.2019.BS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E26CFB" w:rsidRPr="00E26CFB">
        <w:rPr>
          <w:b/>
        </w:rPr>
        <w:t>przetarg nieograniczony</w:t>
      </w:r>
      <w:r w:rsidR="00753DC1">
        <w:t xml:space="preserve"> na:</w:t>
      </w:r>
    </w:p>
    <w:p w:rsidR="0000184A" w:rsidRDefault="00E26CF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E26CFB">
        <w:rPr>
          <w:b/>
          <w:sz w:val="24"/>
          <w:szCs w:val="24"/>
        </w:rPr>
        <w:t>Budowa siłowni w Mechlinie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E26CFB" w:rsidRPr="00E26CFB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E26CFB" w:rsidRPr="00E26CFB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E26CFB" w:rsidRPr="00E26CFB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202" w:rsidRDefault="003E6202">
      <w:r>
        <w:separator/>
      </w:r>
    </w:p>
  </w:endnote>
  <w:endnote w:type="continuationSeparator" w:id="0">
    <w:p w:rsidR="003E6202" w:rsidRDefault="003E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001B9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E4DD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E4DD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CFB" w:rsidRDefault="00E26C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202" w:rsidRDefault="003E6202">
      <w:r>
        <w:separator/>
      </w:r>
    </w:p>
  </w:footnote>
  <w:footnote w:type="continuationSeparator" w:id="0">
    <w:p w:rsidR="003E6202" w:rsidRDefault="003E620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CFB" w:rsidRDefault="00E26C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CFB" w:rsidRDefault="00E26C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CFB" w:rsidRDefault="00E26C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02"/>
    <w:rsid w:val="0000184A"/>
    <w:rsid w:val="00001B9C"/>
    <w:rsid w:val="00012997"/>
    <w:rsid w:val="000621A2"/>
    <w:rsid w:val="00075CEC"/>
    <w:rsid w:val="00106AC7"/>
    <w:rsid w:val="00111985"/>
    <w:rsid w:val="00147532"/>
    <w:rsid w:val="001614BA"/>
    <w:rsid w:val="001E4DDC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E6202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26CF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72C17-80AE-4BF9-BE99-541152A3A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2019-04-19T06:31:00Z</dcterms:created>
  <dcterms:modified xsi:type="dcterms:W3CDTF">2019-04-19T06:31:00Z</dcterms:modified>
</cp:coreProperties>
</file>