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5A" w:rsidRDefault="00E54E5A">
      <w:pPr>
        <w:spacing w:line="360" w:lineRule="auto"/>
        <w:jc w:val="center"/>
        <w:rPr>
          <w:b/>
          <w:u w:val="single"/>
        </w:rPr>
      </w:pPr>
    </w:p>
    <w:p w:rsidR="00E54E5A" w:rsidRDefault="00E54E5A">
      <w:pPr>
        <w:pStyle w:val="Nagwek2"/>
        <w:widowControl/>
        <w:spacing w:line="360" w:lineRule="auto"/>
        <w:rPr>
          <w:sz w:val="28"/>
        </w:rPr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:rsidR="00E54E5A" w:rsidRDefault="00E54E5A">
      <w:pPr>
        <w:spacing w:line="360" w:lineRule="auto"/>
        <w:ind w:left="709" w:hanging="425"/>
        <w:jc w:val="center"/>
        <w:rPr>
          <w:b/>
        </w:rPr>
      </w:pPr>
    </w:p>
    <w:p w:rsidR="00E54E5A" w:rsidRDefault="008F1E48">
      <w:pPr>
        <w:spacing w:line="360" w:lineRule="auto"/>
        <w:ind w:left="709" w:hanging="425"/>
        <w:jc w:val="center"/>
        <w:rPr>
          <w:b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54E5A" w:rsidRDefault="00E54E5A"/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54E5A" w:rsidRDefault="00E54E5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9pt;margin-top:15.45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" filled="f" strokeweight=".25pt">
                <v:textbox inset="1pt,1pt,1pt,1pt">
                  <w:txbxContent>
                    <w:p w:rsidR="00E54E5A" w:rsidRDefault="00E54E5A"/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54E5A" w:rsidRDefault="00E54E5A"/>
                  </w:txbxContent>
                </v:textbox>
              </v:roundrect>
            </w:pict>
          </mc:Fallback>
        </mc:AlternateContent>
      </w: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C64369">
      <w:pPr>
        <w:ind w:firstLine="3969"/>
        <w:rPr>
          <w:b/>
        </w:rPr>
      </w:pPr>
      <w:r w:rsidRPr="00C64369">
        <w:rPr>
          <w:b/>
        </w:rPr>
        <w:t>Gmina Śrem</w:t>
      </w:r>
    </w:p>
    <w:p w:rsidR="00E54E5A" w:rsidRDefault="00C64369">
      <w:pPr>
        <w:ind w:left="3969"/>
        <w:rPr>
          <w:b/>
        </w:rPr>
      </w:pPr>
      <w:r w:rsidRPr="00C64369">
        <w:rPr>
          <w:b/>
        </w:rPr>
        <w:t>Plac 20 Października</w:t>
      </w:r>
      <w:r w:rsidR="00E54E5A">
        <w:rPr>
          <w:b/>
        </w:rPr>
        <w:t xml:space="preserve"> </w:t>
      </w:r>
      <w:r w:rsidRPr="00C64369">
        <w:rPr>
          <w:b/>
        </w:rPr>
        <w:t>1</w:t>
      </w:r>
    </w:p>
    <w:p w:rsidR="00E54E5A" w:rsidRDefault="00C64369">
      <w:pPr>
        <w:ind w:firstLine="3969"/>
        <w:rPr>
          <w:b/>
        </w:rPr>
      </w:pPr>
      <w:r w:rsidRPr="00C64369">
        <w:rPr>
          <w:b/>
        </w:rPr>
        <w:t>63-100</w:t>
      </w:r>
      <w:r w:rsidR="00E54E5A">
        <w:rPr>
          <w:b/>
        </w:rPr>
        <w:t xml:space="preserve"> </w:t>
      </w:r>
      <w:r w:rsidRPr="00C64369">
        <w:rPr>
          <w:b/>
        </w:rPr>
        <w:t>Śrem</w:t>
      </w:r>
    </w:p>
    <w:p w:rsidR="00E54E5A" w:rsidRDefault="00E54E5A">
      <w:pPr>
        <w:spacing w:line="360" w:lineRule="auto"/>
        <w:jc w:val="both"/>
      </w:pPr>
    </w:p>
    <w:p w:rsidR="00E54E5A" w:rsidRDefault="00E54E5A">
      <w:pPr>
        <w:spacing w:line="360" w:lineRule="auto"/>
        <w:jc w:val="both"/>
      </w:pPr>
    </w:p>
    <w:p w:rsidR="00E54E5A" w:rsidRDefault="00E54E5A" w:rsidP="00637863">
      <w:pPr>
        <w:spacing w:line="360" w:lineRule="auto"/>
        <w:jc w:val="both"/>
      </w:pPr>
      <w:r>
        <w:t xml:space="preserve">Nawiązując do </w:t>
      </w:r>
      <w:r w:rsidR="000F18FA">
        <w:t>ogłoszonego zamówienia</w:t>
      </w:r>
      <w:r>
        <w:t xml:space="preserve"> w trybie „</w:t>
      </w:r>
      <w:r w:rsidR="00C64369" w:rsidRPr="00C64369">
        <w:rPr>
          <w:b/>
        </w:rPr>
        <w:t>przetarg nieograniczony</w:t>
      </w:r>
      <w:r>
        <w:t>” na:</w:t>
      </w:r>
    </w:p>
    <w:p w:rsidR="00E54E5A" w:rsidRDefault="00E54E5A" w:rsidP="00637863">
      <w:pPr>
        <w:spacing w:line="360" w:lineRule="auto"/>
        <w:jc w:val="both"/>
        <w:rPr>
          <w:b/>
        </w:rPr>
      </w:pPr>
      <w:r>
        <w:t>„</w:t>
      </w:r>
      <w:r w:rsidR="00B754BF">
        <w:rPr>
          <w:b/>
        </w:rPr>
        <w:t>Pielęgnacja, konserwacja i bieżące utrzymanie zieleni w Parku Śremskich Odlewników (cz. I) w Miejskim Parku im. Powstańców Wielkopolskich (cz. II) w Miejskim Parku Ekologicznym im. W. Puchalskiego w Śremie (cz. III) wzdłuż ciągu pieszo-rowerowego nad rzeką Wartą – Promenada oraz ul. Nadbrzeżna w Śremie (cz. IV)</w:t>
      </w:r>
      <w:r w:rsidR="00B754BF">
        <w:t xml:space="preserve">” – znak sprawy: </w:t>
      </w:r>
      <w:r w:rsidR="00B754BF">
        <w:rPr>
          <w:b/>
        </w:rPr>
        <w:t>BP.271.17.2019.BS</w:t>
      </w:r>
    </w:p>
    <w:p w:rsidR="00E66CEB" w:rsidRPr="00B754BF" w:rsidRDefault="00E66CEB" w:rsidP="00637863">
      <w:pPr>
        <w:spacing w:line="360" w:lineRule="auto"/>
        <w:jc w:val="both"/>
        <w:rPr>
          <w:b/>
        </w:rPr>
      </w:pPr>
    </w:p>
    <w:p w:rsidR="00B754BF" w:rsidRPr="00114568" w:rsidRDefault="00B754BF" w:rsidP="00B754BF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my niżej podpisani:</w:t>
      </w:r>
    </w:p>
    <w:p w:rsidR="00B754BF" w:rsidRPr="00114568" w:rsidRDefault="00B754BF" w:rsidP="00B754BF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__________________________________________________________________________________</w:t>
      </w:r>
    </w:p>
    <w:p w:rsidR="00B754BF" w:rsidRPr="00114568" w:rsidRDefault="00B754BF" w:rsidP="00B754BF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działając w imieniu i na rzecz:</w:t>
      </w:r>
    </w:p>
    <w:p w:rsidR="00B754BF" w:rsidRPr="000F2C92" w:rsidRDefault="00B754BF" w:rsidP="00B754BF">
      <w:pPr>
        <w:spacing w:after="100"/>
        <w:rPr>
          <w:b/>
          <w:sz w:val="22"/>
          <w:szCs w:val="22"/>
        </w:rPr>
      </w:pPr>
      <w:r w:rsidRPr="000F2C92">
        <w:rPr>
          <w:b/>
          <w:sz w:val="22"/>
          <w:szCs w:val="22"/>
        </w:rPr>
        <w:t>Nazwa i adres Wykonawcy</w:t>
      </w:r>
      <w:r w:rsidRPr="000F2C92">
        <w:rPr>
          <w:b/>
          <w:sz w:val="22"/>
          <w:szCs w:val="22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B754BF" w:rsidRPr="000F2C92" w:rsidTr="000006BD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B754BF" w:rsidRPr="000F2C92" w:rsidTr="000006BD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B754BF" w:rsidRPr="000F2C92" w:rsidTr="000006BD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NIP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B754BF" w:rsidRPr="000F2C92" w:rsidTr="000006BD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REGON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B754BF" w:rsidRPr="000F2C92" w:rsidTr="000006BD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  <w:r w:rsidRPr="000F2C92">
              <w:rPr>
                <w:rFonts w:eastAsia="Calibri"/>
                <w:lang w:eastAsia="en-US"/>
              </w:rPr>
              <w:t>Tak / Nie *</w:t>
            </w:r>
          </w:p>
        </w:tc>
      </w:tr>
    </w:tbl>
    <w:p w:rsidR="00B754BF" w:rsidRPr="00457E10" w:rsidRDefault="00B754BF" w:rsidP="00B754BF">
      <w:pPr>
        <w:spacing w:line="276" w:lineRule="auto"/>
        <w:jc w:val="both"/>
        <w:rPr>
          <w:sz w:val="16"/>
          <w:szCs w:val="16"/>
        </w:rPr>
      </w:pPr>
    </w:p>
    <w:p w:rsidR="00B754BF" w:rsidRDefault="00B754BF" w:rsidP="00B11A97">
      <w:pPr>
        <w:numPr>
          <w:ilvl w:val="0"/>
          <w:numId w:val="1"/>
        </w:numPr>
        <w:spacing w:after="60" w:line="276" w:lineRule="auto"/>
        <w:ind w:left="284" w:hanging="284"/>
        <w:jc w:val="both"/>
      </w:pPr>
      <w:r w:rsidRPr="00114568">
        <w:rPr>
          <w:b/>
          <w:sz w:val="22"/>
        </w:rPr>
        <w:t>SKŁADAMY OFERTĘ</w:t>
      </w:r>
      <w:r w:rsidRPr="00114568">
        <w:rPr>
          <w:sz w:val="22"/>
        </w:rPr>
        <w:t xml:space="preserve"> na wykonanie </w:t>
      </w:r>
      <w:r>
        <w:rPr>
          <w:sz w:val="22"/>
        </w:rPr>
        <w:t xml:space="preserve">poszczególnych części </w:t>
      </w:r>
      <w:r w:rsidRPr="00114568">
        <w:rPr>
          <w:sz w:val="22"/>
        </w:rPr>
        <w:t>przedmiotu zamówienia zgodnie</w:t>
      </w:r>
      <w:r>
        <w:rPr>
          <w:sz w:val="22"/>
        </w:rPr>
        <w:t>,</w:t>
      </w:r>
      <w:r w:rsidRPr="00114568">
        <w:rPr>
          <w:sz w:val="22"/>
        </w:rPr>
        <w:t xml:space="preserve"> ze Specyfikacją Istotnych Warunków Zamówienia, stosując niżej wymienione stawki:</w:t>
      </w:r>
    </w:p>
    <w:p w:rsidR="00E54E5A" w:rsidRDefault="00E54E5A" w:rsidP="00E66CEB">
      <w:pPr>
        <w:spacing w:line="360" w:lineRule="auto"/>
        <w:jc w:val="both"/>
      </w:pPr>
    </w:p>
    <w:tbl>
      <w:tblPr>
        <w:tblStyle w:val="Tabela-Siatka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1620"/>
        <w:gridCol w:w="7918"/>
      </w:tblGrid>
      <w:tr w:rsidR="00354AC4" w:rsidTr="00C57DDD">
        <w:trPr>
          <w:trHeight w:val="704"/>
        </w:trPr>
        <w:tc>
          <w:tcPr>
            <w:tcW w:w="1620" w:type="dxa"/>
            <w:vAlign w:val="center"/>
          </w:tcPr>
          <w:p w:rsidR="00354AC4" w:rsidRPr="00306360" w:rsidRDefault="00C57DDD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lastRenderedPageBreak/>
              <w:t>Zadanie częściowe nr</w:t>
            </w:r>
          </w:p>
        </w:tc>
        <w:tc>
          <w:tcPr>
            <w:tcW w:w="7918" w:type="dxa"/>
            <w:vAlign w:val="center"/>
          </w:tcPr>
          <w:p w:rsidR="00354AC4" w:rsidRPr="00306360" w:rsidRDefault="00354AC4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Cena oferty</w:t>
            </w:r>
          </w:p>
        </w:tc>
      </w:tr>
      <w:tr w:rsidR="00C64369" w:rsidTr="00A62B4D">
        <w:tc>
          <w:tcPr>
            <w:tcW w:w="1620" w:type="dxa"/>
          </w:tcPr>
          <w:p w:rsidR="00C64369" w:rsidRDefault="00C64369" w:rsidP="00A62B4D">
            <w:pPr>
              <w:spacing w:line="360" w:lineRule="auto"/>
              <w:jc w:val="both"/>
            </w:pPr>
            <w:r w:rsidRPr="00C64369">
              <w:t>1</w:t>
            </w:r>
          </w:p>
        </w:tc>
        <w:tc>
          <w:tcPr>
            <w:tcW w:w="7918" w:type="dxa"/>
          </w:tcPr>
          <w:p w:rsidR="00C64369" w:rsidRDefault="00C64369" w:rsidP="00A62B4D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C64369">
              <w:t>Pielęgnacja, konserwacja i bieżące utrzymanie zieleni w Parku Śremskich</w:t>
            </w:r>
            <w:r w:rsidR="00B754BF">
              <w:t xml:space="preserve"> Odlewników o powierzchni 7,1553</w:t>
            </w:r>
            <w:r w:rsidRPr="00C64369">
              <w:t xml:space="preserve"> ha.</w:t>
            </w:r>
          </w:p>
          <w:p w:rsidR="00A15CFE" w:rsidRDefault="00A15CFE" w:rsidP="00A62B4D">
            <w:pPr>
              <w:spacing w:line="360" w:lineRule="auto"/>
              <w:jc w:val="both"/>
            </w:pPr>
            <w:r>
              <w:t>Cena (C) za wykonanie całości zadania nr 1 wynosi …………………… zł brutto (słownie…………………………………………………………………).</w:t>
            </w:r>
          </w:p>
          <w:p w:rsidR="00A15CFE" w:rsidRDefault="00A15CFE" w:rsidP="00A62B4D">
            <w:pPr>
              <w:spacing w:line="360" w:lineRule="auto"/>
              <w:jc w:val="both"/>
            </w:pPr>
            <w:r w:rsidRPr="00A15CFE">
              <w:t>Na kwotę tę składa się wynagrodzenie</w:t>
            </w:r>
            <w:r>
              <w:t>:</w:t>
            </w:r>
          </w:p>
          <w:p w:rsidR="00A15CFE" w:rsidRDefault="00092F4F" w:rsidP="00B11A97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</w:pPr>
            <w:r>
              <w:t xml:space="preserve">Za </w:t>
            </w:r>
            <w:r w:rsidR="00A15CFE">
              <w:t>12 miesięcy</w:t>
            </w:r>
            <w:r>
              <w:t xml:space="preserve"> w okresie od 1.05.2019 r. do 30.04.2020 r.</w:t>
            </w:r>
            <w:r w:rsidR="00A15CFE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A15CFE" w:rsidRDefault="00092F4F" w:rsidP="00B11A97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</w:pPr>
            <w:r>
              <w:t xml:space="preserve">Za </w:t>
            </w:r>
            <w:r w:rsidR="00A15CFE">
              <w:t>12 miesięcy</w:t>
            </w:r>
            <w:r>
              <w:t xml:space="preserve"> w okresie od 1.05.2020 r. do 30.04.2021 r.</w:t>
            </w:r>
            <w:r w:rsidR="00A15CFE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527BED" w:rsidRPr="00527BED" w:rsidRDefault="00527BED" w:rsidP="00B754BF">
            <w:pPr>
              <w:spacing w:line="360" w:lineRule="auto"/>
              <w:jc w:val="both"/>
            </w:pPr>
            <w:r>
              <w:t xml:space="preserve">Liczba </w:t>
            </w:r>
            <w:r w:rsidR="00B754BF">
              <w:t xml:space="preserve">osób zatrudnionych na umowę o pracę </w:t>
            </w:r>
            <w:r w:rsidRPr="00527BED">
              <w:t xml:space="preserve"> ……………………………………</w:t>
            </w:r>
          </w:p>
          <w:p w:rsidR="00527BED" w:rsidRDefault="00527BED" w:rsidP="00527BED">
            <w:pPr>
              <w:spacing w:line="360" w:lineRule="auto"/>
              <w:jc w:val="both"/>
            </w:pPr>
            <w:r w:rsidRPr="00527BED">
              <w:t xml:space="preserve">Liczba zatrudnionych osób </w:t>
            </w:r>
            <w:r w:rsidR="00CF327E">
              <w:t xml:space="preserve">posiadających </w:t>
            </w:r>
            <w:r w:rsidRPr="00527BED">
              <w:t>kwalifikacje pilarza drzew ozdobnych oraz z zakresu architektury krajobrazu bądź kształtowania terenów zieleni</w:t>
            </w:r>
            <w:r>
              <w:t xml:space="preserve"> …………</w:t>
            </w:r>
          </w:p>
        </w:tc>
      </w:tr>
      <w:tr w:rsidR="00C64369" w:rsidTr="00A62B4D">
        <w:tc>
          <w:tcPr>
            <w:tcW w:w="1620" w:type="dxa"/>
          </w:tcPr>
          <w:p w:rsidR="00C64369" w:rsidRDefault="00C64369" w:rsidP="00A62B4D">
            <w:pPr>
              <w:spacing w:line="360" w:lineRule="auto"/>
              <w:jc w:val="both"/>
            </w:pPr>
            <w:r w:rsidRPr="00C64369">
              <w:t>2</w:t>
            </w:r>
          </w:p>
        </w:tc>
        <w:tc>
          <w:tcPr>
            <w:tcW w:w="7918" w:type="dxa"/>
          </w:tcPr>
          <w:p w:rsidR="00C64369" w:rsidRDefault="00C64369" w:rsidP="00A62B4D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C64369">
              <w:t>Pielęgnacja, konserwacja i bieżące utrzymanie zieleni w Miejskim Parku im. Powstańców Wielkopolskich w Śremie - 46 ha</w:t>
            </w:r>
          </w:p>
          <w:p w:rsidR="00A15CFE" w:rsidRDefault="00A15CFE" w:rsidP="00A15CFE">
            <w:pPr>
              <w:spacing w:line="360" w:lineRule="auto"/>
              <w:jc w:val="both"/>
            </w:pPr>
            <w:r>
              <w:t>Cena (C) za wykonanie całości zadania nr 2 wynosi …………………… zł brutto (słownie…………………………………………………………………).</w:t>
            </w:r>
          </w:p>
          <w:p w:rsidR="00A15CFE" w:rsidRDefault="00A15CFE" w:rsidP="00A15CFE">
            <w:pPr>
              <w:spacing w:line="360" w:lineRule="auto"/>
              <w:jc w:val="both"/>
            </w:pPr>
            <w:r w:rsidRPr="00A15CFE">
              <w:t>Na kwotę tę składa się wynagrodzenie</w:t>
            </w:r>
            <w:r>
              <w:t>:</w:t>
            </w:r>
          </w:p>
          <w:p w:rsidR="00092F4F" w:rsidRDefault="00092F4F" w:rsidP="00B11A97">
            <w:pPr>
              <w:pStyle w:val="Akapitzlist"/>
              <w:numPr>
                <w:ilvl w:val="0"/>
                <w:numId w:val="6"/>
              </w:numPr>
              <w:spacing w:line="360" w:lineRule="auto"/>
              <w:jc w:val="both"/>
            </w:pPr>
            <w:r>
              <w:t>Za 12 miesięcy w okresie od 1.05.2019 r. do 30.04.2020 r.,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092F4F" w:rsidRDefault="00092F4F" w:rsidP="00B11A97">
            <w:pPr>
              <w:pStyle w:val="Akapitzlist"/>
              <w:numPr>
                <w:ilvl w:val="0"/>
                <w:numId w:val="6"/>
              </w:numPr>
              <w:spacing w:line="360" w:lineRule="auto"/>
              <w:jc w:val="both"/>
            </w:pPr>
            <w:r>
              <w:t xml:space="preserve">Za 12 miesięcy w okresie od 1.05.2020 r. do 30.04.2021 r., które wynosi kwotę netto  ....................... zł, natomiast wraz z należnym podatkiem </w:t>
            </w:r>
            <w:r>
              <w:lastRenderedPageBreak/>
              <w:t>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527BED" w:rsidRPr="00527BED" w:rsidRDefault="00527BED" w:rsidP="00B754BF">
            <w:pPr>
              <w:spacing w:line="360" w:lineRule="auto"/>
              <w:jc w:val="both"/>
            </w:pPr>
            <w:r>
              <w:t xml:space="preserve">Liczba </w:t>
            </w:r>
            <w:r w:rsidR="00B754BF">
              <w:t xml:space="preserve">osób zatrudnionych na umowę o pracę </w:t>
            </w:r>
            <w:r w:rsidRPr="00527BED">
              <w:t xml:space="preserve"> ……………………………………</w:t>
            </w:r>
          </w:p>
          <w:p w:rsidR="00527BED" w:rsidRDefault="00527BED" w:rsidP="00527BED">
            <w:pPr>
              <w:spacing w:line="360" w:lineRule="auto"/>
              <w:jc w:val="both"/>
            </w:pPr>
            <w:r w:rsidRPr="00527BED">
              <w:t xml:space="preserve">Liczba zatrudnionych osób </w:t>
            </w:r>
            <w:r w:rsidR="00CF327E">
              <w:t xml:space="preserve">posiadających </w:t>
            </w:r>
            <w:r w:rsidRPr="00527BED">
              <w:t>kwalifikacje pilarza drzew ozdobnych oraz z zakresu architektury krajobrazu bądź kształtowania terenów zieleni</w:t>
            </w:r>
            <w:r>
              <w:t xml:space="preserve"> …………</w:t>
            </w:r>
          </w:p>
        </w:tc>
      </w:tr>
      <w:tr w:rsidR="00C64369" w:rsidTr="00A62B4D">
        <w:tc>
          <w:tcPr>
            <w:tcW w:w="1620" w:type="dxa"/>
          </w:tcPr>
          <w:p w:rsidR="00C64369" w:rsidRDefault="00C64369" w:rsidP="00A62B4D">
            <w:pPr>
              <w:spacing w:line="360" w:lineRule="auto"/>
              <w:jc w:val="both"/>
            </w:pPr>
            <w:r w:rsidRPr="00C64369">
              <w:lastRenderedPageBreak/>
              <w:t>3</w:t>
            </w:r>
          </w:p>
        </w:tc>
        <w:tc>
          <w:tcPr>
            <w:tcW w:w="7918" w:type="dxa"/>
          </w:tcPr>
          <w:p w:rsidR="00C64369" w:rsidRDefault="00C64369" w:rsidP="00A62B4D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C64369">
              <w:t>Pielęgnacja, konserwacja i bieżące utrzymanie zieleni w Miejskim Parku Ekologicznym im. W. Puchalskiego w Śremie</w:t>
            </w:r>
          </w:p>
          <w:p w:rsidR="00A15CFE" w:rsidRDefault="00A15CFE" w:rsidP="00A15CFE">
            <w:pPr>
              <w:spacing w:line="360" w:lineRule="auto"/>
              <w:jc w:val="both"/>
            </w:pPr>
            <w:r>
              <w:t>Cena (C) za wykonanie całości zadania nr 3 wynosi …………………… zł brutto (słownie…………………………………………………………………).</w:t>
            </w:r>
          </w:p>
          <w:p w:rsidR="00A15CFE" w:rsidRDefault="00A15CFE" w:rsidP="00A15CFE">
            <w:pPr>
              <w:spacing w:line="360" w:lineRule="auto"/>
              <w:jc w:val="both"/>
            </w:pPr>
            <w:r w:rsidRPr="00A15CFE">
              <w:t>Na kwotę tę składa się wynagrodzenie</w:t>
            </w:r>
            <w:r>
              <w:t>:</w:t>
            </w:r>
          </w:p>
          <w:p w:rsidR="00092F4F" w:rsidRDefault="00092F4F" w:rsidP="00B11A97">
            <w:pPr>
              <w:pStyle w:val="Akapitzlist"/>
              <w:numPr>
                <w:ilvl w:val="0"/>
                <w:numId w:val="7"/>
              </w:numPr>
              <w:spacing w:line="360" w:lineRule="auto"/>
              <w:jc w:val="both"/>
            </w:pPr>
            <w:r>
              <w:t>Za 12 miesięcy w okresie od 1.05.2019 r. do 30.04.2020 r.,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092F4F" w:rsidRDefault="00092F4F" w:rsidP="00B11A97">
            <w:pPr>
              <w:pStyle w:val="Akapitzlist"/>
              <w:numPr>
                <w:ilvl w:val="0"/>
                <w:numId w:val="7"/>
              </w:numPr>
              <w:spacing w:line="360" w:lineRule="auto"/>
              <w:jc w:val="both"/>
            </w:pPr>
            <w:bookmarkStart w:id="0" w:name="_GoBack"/>
            <w:bookmarkEnd w:id="0"/>
            <w:r>
              <w:t>Za 12 miesięcy w okresie od 1.05.2020 r. do 30.04.2021 r.,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527BED" w:rsidRPr="00527BED" w:rsidRDefault="00527BED" w:rsidP="00B754BF">
            <w:pPr>
              <w:spacing w:line="360" w:lineRule="auto"/>
              <w:jc w:val="both"/>
            </w:pPr>
            <w:r>
              <w:t xml:space="preserve">Liczba </w:t>
            </w:r>
            <w:r w:rsidR="00B754BF">
              <w:t xml:space="preserve">osób zatrudnionych na umowę o pracę </w:t>
            </w:r>
            <w:r w:rsidRPr="00527BED">
              <w:t xml:space="preserve"> ……………………………………</w:t>
            </w:r>
          </w:p>
          <w:p w:rsidR="00527BED" w:rsidRDefault="00527BED" w:rsidP="00527BED">
            <w:pPr>
              <w:spacing w:line="360" w:lineRule="auto"/>
              <w:jc w:val="both"/>
            </w:pPr>
            <w:r w:rsidRPr="00527BED">
              <w:t xml:space="preserve">Liczba zatrudnionych osób </w:t>
            </w:r>
            <w:r w:rsidR="00CF327E">
              <w:t xml:space="preserve">posiadających </w:t>
            </w:r>
            <w:r w:rsidRPr="00527BED">
              <w:t>kwalifikacje pilarza drzew ozdobnych oraz z zakresu architektury krajobrazu bądź kształtowania terenów zieleni</w:t>
            </w:r>
            <w:r>
              <w:t xml:space="preserve"> …………</w:t>
            </w:r>
          </w:p>
        </w:tc>
      </w:tr>
      <w:tr w:rsidR="00C64369" w:rsidTr="00A62B4D">
        <w:tc>
          <w:tcPr>
            <w:tcW w:w="1620" w:type="dxa"/>
          </w:tcPr>
          <w:p w:rsidR="00C64369" w:rsidRDefault="00C64369" w:rsidP="00A62B4D">
            <w:pPr>
              <w:spacing w:line="360" w:lineRule="auto"/>
              <w:jc w:val="both"/>
            </w:pPr>
            <w:r w:rsidRPr="00C64369">
              <w:t>4</w:t>
            </w:r>
          </w:p>
        </w:tc>
        <w:tc>
          <w:tcPr>
            <w:tcW w:w="7918" w:type="dxa"/>
          </w:tcPr>
          <w:p w:rsidR="00C64369" w:rsidRDefault="00C64369" w:rsidP="00A62B4D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C64369">
              <w:t xml:space="preserve">Pielęgnacja </w:t>
            </w:r>
            <w:r w:rsidR="00B754BF">
              <w:t>zieleni oraz utrzymanie czystości</w:t>
            </w:r>
            <w:r w:rsidRPr="00C64369">
              <w:t xml:space="preserve"> wzdłuż ciągu pieszo - rowerowego nad rzeką Wartą - Promenada oraz ul. Nadbrzeżna </w:t>
            </w:r>
            <w:r w:rsidR="00B754BF">
              <w:t>w Śremie</w:t>
            </w:r>
          </w:p>
          <w:p w:rsidR="00A15CFE" w:rsidRDefault="00A15CFE" w:rsidP="00A15CFE">
            <w:pPr>
              <w:spacing w:line="360" w:lineRule="auto"/>
              <w:jc w:val="both"/>
            </w:pPr>
            <w:r>
              <w:t>Cena (C) za wykonanie całości zadania nr 4 wynosi …………………… zł brutto (słownie…………………………………………………………………).</w:t>
            </w:r>
          </w:p>
          <w:p w:rsidR="00A15CFE" w:rsidRDefault="00A15CFE" w:rsidP="00A15CFE">
            <w:pPr>
              <w:spacing w:line="360" w:lineRule="auto"/>
              <w:jc w:val="both"/>
            </w:pPr>
            <w:r w:rsidRPr="00A15CFE">
              <w:t>Na kwotę tę składa się wynagrodzenie</w:t>
            </w:r>
            <w:r>
              <w:t>:</w:t>
            </w:r>
          </w:p>
          <w:p w:rsidR="00092F4F" w:rsidRDefault="00092F4F" w:rsidP="00B11A97">
            <w:pPr>
              <w:pStyle w:val="Akapitzlist"/>
              <w:numPr>
                <w:ilvl w:val="0"/>
                <w:numId w:val="5"/>
              </w:numPr>
              <w:spacing w:line="360" w:lineRule="auto"/>
              <w:jc w:val="both"/>
            </w:pPr>
            <w:r>
              <w:lastRenderedPageBreak/>
              <w:t>Za 12 miesięcy w okresie od 1.05.2019 r. do 30.04.2020 r.,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092F4F" w:rsidRDefault="00092F4F" w:rsidP="00B11A97">
            <w:pPr>
              <w:pStyle w:val="Akapitzlist"/>
              <w:numPr>
                <w:ilvl w:val="0"/>
                <w:numId w:val="5"/>
              </w:numPr>
              <w:spacing w:line="360" w:lineRule="auto"/>
              <w:jc w:val="both"/>
            </w:pPr>
            <w:r>
              <w:t>Za 12 miesięcy w okresie od 1.05.2020 r. do 30.04.2021 r.,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527BED" w:rsidRPr="00527BED" w:rsidRDefault="00527BED" w:rsidP="00B754BF">
            <w:pPr>
              <w:spacing w:line="360" w:lineRule="auto"/>
              <w:jc w:val="both"/>
            </w:pPr>
            <w:r>
              <w:t xml:space="preserve">Liczba </w:t>
            </w:r>
            <w:r w:rsidR="00B754BF">
              <w:t xml:space="preserve">osób zatrudnionych na umowę o pracę </w:t>
            </w:r>
            <w:r w:rsidRPr="00527BED">
              <w:t xml:space="preserve"> ……………………………………</w:t>
            </w:r>
          </w:p>
          <w:p w:rsidR="00527BED" w:rsidRDefault="00527BED" w:rsidP="00527BED">
            <w:pPr>
              <w:spacing w:line="360" w:lineRule="auto"/>
              <w:jc w:val="both"/>
            </w:pPr>
            <w:r w:rsidRPr="00527BED">
              <w:t xml:space="preserve">Liczba zatrudnionych osób </w:t>
            </w:r>
            <w:r w:rsidR="00CF327E">
              <w:t xml:space="preserve">posiadających </w:t>
            </w:r>
            <w:r w:rsidRPr="00527BED">
              <w:t>kwalifikacje pilarza drzew ozdobnych oraz z zakresu architektury krajobrazu bądź kształtowania terenów zieleni</w:t>
            </w:r>
            <w:r>
              <w:t xml:space="preserve"> …………</w:t>
            </w:r>
          </w:p>
        </w:tc>
      </w:tr>
    </w:tbl>
    <w:p w:rsidR="00E54E5A" w:rsidRDefault="00E54E5A">
      <w:pPr>
        <w:spacing w:line="360" w:lineRule="auto"/>
        <w:ind w:hanging="284"/>
        <w:jc w:val="both"/>
      </w:pPr>
      <w:r>
        <w:lastRenderedPageBreak/>
        <w:tab/>
      </w:r>
      <w:r>
        <w:tab/>
      </w:r>
    </w:p>
    <w:p w:rsidR="00B754BF" w:rsidRPr="00114568" w:rsidRDefault="00B754BF" w:rsidP="00B11A97">
      <w:pPr>
        <w:numPr>
          <w:ilvl w:val="0"/>
          <w:numId w:val="1"/>
        </w:numPr>
        <w:spacing w:line="276" w:lineRule="auto"/>
        <w:ind w:left="284" w:hanging="284"/>
        <w:contextualSpacing/>
        <w:jc w:val="both"/>
        <w:rPr>
          <w:sz w:val="22"/>
        </w:rPr>
      </w:pPr>
      <w:r w:rsidRPr="00114568">
        <w:rPr>
          <w:b/>
          <w:sz w:val="22"/>
        </w:rPr>
        <w:t>OŚWIADCZAMY</w:t>
      </w:r>
      <w:r w:rsidRPr="00114568">
        <w:rPr>
          <w:sz w:val="22"/>
        </w:rPr>
        <w:t>, że:</w:t>
      </w:r>
    </w:p>
    <w:p w:rsidR="00B754BF" w:rsidRPr="00114568" w:rsidRDefault="00B754BF" w:rsidP="00B11A97">
      <w:pPr>
        <w:numPr>
          <w:ilvl w:val="0"/>
          <w:numId w:val="2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zapoznaliśmy się ze Specyfikacją Istotnych Warunków Zamówienia i uznajemy się za związanych określonymi w niej zasadami postępowania;</w:t>
      </w:r>
    </w:p>
    <w:p w:rsidR="00B754BF" w:rsidRDefault="00B754BF" w:rsidP="00B11A97">
      <w:pPr>
        <w:numPr>
          <w:ilvl w:val="0"/>
          <w:numId w:val="2"/>
        </w:numPr>
        <w:spacing w:before="120" w:after="120" w:line="276" w:lineRule="auto"/>
        <w:ind w:left="641" w:hanging="357"/>
        <w:contextualSpacing/>
        <w:jc w:val="both"/>
        <w:rPr>
          <w:sz w:val="22"/>
        </w:rPr>
      </w:pPr>
      <w:r w:rsidRPr="00114568">
        <w:rPr>
          <w:sz w:val="22"/>
        </w:rPr>
        <w:t>uważamy się za związanych niniejszą ofertą na czas wskazany w Specyfikacji Istotnych Warunków Zamówienia;</w:t>
      </w:r>
    </w:p>
    <w:p w:rsidR="00B754BF" w:rsidRDefault="00B754BF" w:rsidP="00B11A97">
      <w:pPr>
        <w:numPr>
          <w:ilvl w:val="0"/>
          <w:numId w:val="2"/>
        </w:numPr>
        <w:spacing w:before="120" w:after="120" w:line="276" w:lineRule="auto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:rsidR="00B754BF" w:rsidRPr="00C437AC" w:rsidRDefault="00B754BF" w:rsidP="00B754BF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754BF" w:rsidRPr="001661BD" w:rsidTr="000006B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4BF" w:rsidRPr="001661BD" w:rsidRDefault="00B754BF" w:rsidP="000006B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4BF" w:rsidRPr="001661BD" w:rsidRDefault="00B754BF" w:rsidP="000006B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części zamówienia, którą W</w:t>
            </w:r>
            <w:r w:rsidRPr="001661BD">
              <w:rPr>
                <w:sz w:val="22"/>
                <w:szCs w:val="22"/>
              </w:rPr>
              <w:t xml:space="preserve">ykonawca </w:t>
            </w:r>
          </w:p>
          <w:p w:rsidR="00B754BF" w:rsidRPr="001661BD" w:rsidRDefault="00B754BF" w:rsidP="000006B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zamierza</w:t>
            </w:r>
            <w:r>
              <w:rPr>
                <w:sz w:val="22"/>
                <w:szCs w:val="22"/>
              </w:rPr>
              <w:t xml:space="preserve"> powierzyć do realizacji przez P</w:t>
            </w:r>
            <w:r w:rsidRPr="001661BD">
              <w:rPr>
                <w:sz w:val="22"/>
                <w:szCs w:val="22"/>
              </w:rPr>
              <w:t>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754BF" w:rsidRPr="001661BD" w:rsidRDefault="00B754BF" w:rsidP="000006B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P</w:t>
            </w:r>
            <w:r w:rsidRPr="001661BD">
              <w:rPr>
                <w:sz w:val="22"/>
                <w:szCs w:val="22"/>
              </w:rPr>
              <w:t>odwykonawcy</w:t>
            </w:r>
          </w:p>
        </w:tc>
      </w:tr>
      <w:tr w:rsidR="00B754BF" w:rsidRPr="001661BD" w:rsidTr="000006BD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4BF" w:rsidRPr="001661BD" w:rsidRDefault="00B754BF" w:rsidP="000006BD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4BF" w:rsidRPr="001661BD" w:rsidRDefault="00B754BF" w:rsidP="000006BD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4BF" w:rsidRPr="001661BD" w:rsidRDefault="00B754BF" w:rsidP="000006BD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754BF" w:rsidRPr="001661BD" w:rsidTr="000006BD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4BF" w:rsidRPr="001661BD" w:rsidRDefault="00B754BF" w:rsidP="000006BD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4BF" w:rsidRPr="001661BD" w:rsidRDefault="00B754BF" w:rsidP="000006BD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4BF" w:rsidRPr="001661BD" w:rsidRDefault="00B754BF" w:rsidP="000006BD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:rsidR="00B754BF" w:rsidRPr="00C437AC" w:rsidRDefault="00B754BF" w:rsidP="00B754BF">
      <w:pPr>
        <w:spacing w:before="120"/>
        <w:ind w:left="644"/>
        <w:contextualSpacing/>
        <w:jc w:val="both"/>
        <w:rPr>
          <w:sz w:val="6"/>
          <w:szCs w:val="6"/>
        </w:rPr>
      </w:pPr>
    </w:p>
    <w:p w:rsidR="00B754BF" w:rsidRDefault="00B754BF" w:rsidP="00B754BF">
      <w:pPr>
        <w:spacing w:before="120" w:line="276" w:lineRule="auto"/>
        <w:ind w:left="644"/>
        <w:contextualSpacing/>
        <w:jc w:val="both"/>
        <w:rPr>
          <w:sz w:val="22"/>
        </w:rPr>
      </w:pPr>
    </w:p>
    <w:p w:rsidR="00B754BF" w:rsidRPr="00114568" w:rsidRDefault="00B754BF" w:rsidP="00B11A97">
      <w:pPr>
        <w:numPr>
          <w:ilvl w:val="0"/>
          <w:numId w:val="2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zapoznaliśmy się z istotnymi postanowieniami umowy, które zostały zawarte w Specyfikacji Istotnych Warunków Zamówienia i zobowiązujemy się w przypadku wyboru naszej oferty do zawarcia umowy na zawartych tam warunkach, w miejscu i terminie wyznaczonym przez Zamawiającego;</w:t>
      </w:r>
    </w:p>
    <w:p w:rsidR="00B754BF" w:rsidRPr="00114568" w:rsidRDefault="00B754BF" w:rsidP="00B11A97">
      <w:pPr>
        <w:numPr>
          <w:ilvl w:val="0"/>
          <w:numId w:val="2"/>
        </w:numPr>
        <w:spacing w:before="120" w:after="120" w:line="276" w:lineRule="auto"/>
        <w:ind w:left="641" w:hanging="357"/>
        <w:contextualSpacing/>
        <w:jc w:val="both"/>
      </w:pPr>
      <w:r w:rsidRPr="00114568">
        <w:rPr>
          <w:sz w:val="22"/>
        </w:rPr>
        <w:t>wypełniliśmy obowiązki informacyjne przewidziane w art. 13 lub art. 14 RODO</w:t>
      </w:r>
      <w:r w:rsidRPr="00114568">
        <w:rPr>
          <w:sz w:val="22"/>
          <w:vertAlign w:val="superscript"/>
        </w:rPr>
        <w:footnoteReference w:id="2"/>
      </w:r>
      <w:r w:rsidRPr="00114568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14568">
        <w:rPr>
          <w:sz w:val="22"/>
          <w:vertAlign w:val="superscript"/>
        </w:rPr>
        <w:footnoteReference w:id="3"/>
      </w:r>
      <w:r w:rsidRPr="00114568">
        <w:rPr>
          <w:sz w:val="22"/>
        </w:rPr>
        <w:t>.</w:t>
      </w:r>
    </w:p>
    <w:p w:rsidR="00B754BF" w:rsidRPr="00457E10" w:rsidRDefault="00B754BF" w:rsidP="00B754BF">
      <w:pPr>
        <w:spacing w:before="120" w:after="120" w:line="276" w:lineRule="auto"/>
        <w:ind w:left="641"/>
        <w:contextualSpacing/>
        <w:jc w:val="both"/>
        <w:rPr>
          <w:sz w:val="10"/>
          <w:szCs w:val="10"/>
        </w:rPr>
      </w:pPr>
    </w:p>
    <w:p w:rsidR="00B754BF" w:rsidRPr="00114568" w:rsidRDefault="00B754BF" w:rsidP="00B11A97">
      <w:pPr>
        <w:numPr>
          <w:ilvl w:val="0"/>
          <w:numId w:val="1"/>
        </w:numPr>
        <w:spacing w:before="240" w:after="120" w:line="360" w:lineRule="auto"/>
        <w:ind w:left="284" w:hanging="284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PROSIMY</w:t>
      </w:r>
      <w:r w:rsidRPr="00114568">
        <w:rPr>
          <w:sz w:val="22"/>
          <w:szCs w:val="22"/>
        </w:rPr>
        <w:t xml:space="preserve"> o zwrot pieniędzy wniesionych tytułem wadium na rachunek bankowy o numerze:</w:t>
      </w:r>
      <w:r w:rsidRPr="00114568">
        <w:rPr>
          <w:b/>
          <w:sz w:val="22"/>
          <w:szCs w:val="22"/>
        </w:rPr>
        <w:t xml:space="preserve">___________________________________________________ </w:t>
      </w:r>
      <w:r w:rsidRPr="00114568">
        <w:rPr>
          <w:sz w:val="22"/>
          <w:szCs w:val="22"/>
        </w:rPr>
        <w:t>prowadzony przez bank</w:t>
      </w:r>
      <w:r w:rsidRPr="00114568">
        <w:rPr>
          <w:b/>
          <w:sz w:val="22"/>
          <w:szCs w:val="22"/>
        </w:rPr>
        <w:t xml:space="preserve"> _______________________________________</w:t>
      </w:r>
      <w:r w:rsidRPr="00114568">
        <w:rPr>
          <w:b/>
          <w:sz w:val="22"/>
          <w:szCs w:val="22"/>
          <w:vertAlign w:val="superscript"/>
        </w:rPr>
        <w:footnoteReference w:id="4"/>
      </w:r>
      <w:r w:rsidRPr="00114568">
        <w:rPr>
          <w:b/>
          <w:sz w:val="22"/>
          <w:szCs w:val="22"/>
        </w:rPr>
        <w:t>.</w:t>
      </w:r>
    </w:p>
    <w:p w:rsidR="00B754BF" w:rsidRPr="00457E10" w:rsidRDefault="00B754BF" w:rsidP="00B754BF">
      <w:pPr>
        <w:spacing w:before="240" w:after="120" w:line="360" w:lineRule="auto"/>
        <w:ind w:left="284"/>
        <w:contextualSpacing/>
        <w:jc w:val="both"/>
        <w:rPr>
          <w:sz w:val="10"/>
          <w:szCs w:val="10"/>
        </w:rPr>
      </w:pPr>
    </w:p>
    <w:p w:rsidR="00B754BF" w:rsidRPr="00114568" w:rsidRDefault="00B754BF" w:rsidP="00B11A97">
      <w:pPr>
        <w:numPr>
          <w:ilvl w:val="0"/>
          <w:numId w:val="1"/>
        </w:numPr>
        <w:spacing w:before="240" w:after="120" w:line="360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WSZELKĄ KORESPONDENCJĘ</w:t>
      </w:r>
      <w:r w:rsidRPr="00114568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B754BF" w:rsidRPr="000F2C92" w:rsidTr="000006BD">
        <w:tc>
          <w:tcPr>
            <w:tcW w:w="2551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B754BF" w:rsidRPr="000F2C92" w:rsidTr="000006BD">
        <w:tc>
          <w:tcPr>
            <w:tcW w:w="2551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B754BF" w:rsidRPr="000F2C92" w:rsidTr="000006BD">
        <w:tc>
          <w:tcPr>
            <w:tcW w:w="2551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Telefon, Fax</w:t>
            </w:r>
          </w:p>
        </w:tc>
        <w:tc>
          <w:tcPr>
            <w:tcW w:w="6269" w:type="dxa"/>
            <w:shd w:val="clear" w:color="auto" w:fill="auto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B754BF" w:rsidRPr="000F2C92" w:rsidTr="000006BD">
        <w:tc>
          <w:tcPr>
            <w:tcW w:w="2551" w:type="dxa"/>
            <w:shd w:val="clear" w:color="auto" w:fill="auto"/>
            <w:vAlign w:val="center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e-mail</w:t>
            </w:r>
          </w:p>
        </w:tc>
        <w:tc>
          <w:tcPr>
            <w:tcW w:w="6269" w:type="dxa"/>
            <w:shd w:val="clear" w:color="auto" w:fill="auto"/>
          </w:tcPr>
          <w:p w:rsidR="00B754BF" w:rsidRPr="000F2C92" w:rsidRDefault="00B754BF" w:rsidP="000006BD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:rsidR="00B754BF" w:rsidRPr="00457E10" w:rsidRDefault="00B754BF" w:rsidP="00B754BF">
      <w:pPr>
        <w:spacing w:before="240" w:line="360" w:lineRule="auto"/>
        <w:ind w:left="284"/>
        <w:contextualSpacing/>
        <w:jc w:val="both"/>
        <w:rPr>
          <w:sz w:val="10"/>
          <w:szCs w:val="10"/>
        </w:rPr>
      </w:pPr>
    </w:p>
    <w:p w:rsidR="00B754BF" w:rsidRPr="00114568" w:rsidRDefault="00B754BF" w:rsidP="00B11A97">
      <w:pPr>
        <w:numPr>
          <w:ilvl w:val="0"/>
          <w:numId w:val="1"/>
        </w:numPr>
        <w:spacing w:before="240" w:line="276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OFERTĘ</w:t>
      </w:r>
      <w:r w:rsidRPr="00114568">
        <w:rPr>
          <w:sz w:val="22"/>
          <w:szCs w:val="22"/>
        </w:rPr>
        <w:t xml:space="preserve"> składamy na _____ kolejno ponumerowanych stronach. Załącznikami do niniejszej oferty są:</w:t>
      </w:r>
    </w:p>
    <w:p w:rsidR="00B754BF" w:rsidRPr="00114568" w:rsidRDefault="00B754BF" w:rsidP="00B11A97">
      <w:pPr>
        <w:numPr>
          <w:ilvl w:val="0"/>
          <w:numId w:val="3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_____________________________________</w:t>
      </w:r>
    </w:p>
    <w:p w:rsidR="00B754BF" w:rsidRPr="00114568" w:rsidRDefault="00B754BF" w:rsidP="00B11A97">
      <w:pPr>
        <w:numPr>
          <w:ilvl w:val="0"/>
          <w:numId w:val="3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_____________________________________</w:t>
      </w:r>
    </w:p>
    <w:p w:rsidR="00B754BF" w:rsidRDefault="00B754BF" w:rsidP="00B754BF">
      <w:pPr>
        <w:tabs>
          <w:tab w:val="center" w:pos="7655"/>
        </w:tabs>
        <w:spacing w:before="240" w:line="320" w:lineRule="atLeast"/>
        <w:rPr>
          <w:sz w:val="22"/>
          <w:szCs w:val="22"/>
        </w:rPr>
      </w:pPr>
    </w:p>
    <w:p w:rsidR="00B754BF" w:rsidRDefault="00B754BF" w:rsidP="00B754BF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Pr="00114568">
        <w:rPr>
          <w:sz w:val="22"/>
          <w:szCs w:val="22"/>
        </w:rPr>
        <w:t>_________________ dnia ____________________</w:t>
      </w:r>
      <w:r w:rsidRPr="00114568">
        <w:rPr>
          <w:i/>
          <w:sz w:val="22"/>
          <w:szCs w:val="22"/>
        </w:rPr>
        <w:tab/>
        <w:t xml:space="preserve">                                                                                               </w:t>
      </w:r>
    </w:p>
    <w:p w:rsidR="00B754BF" w:rsidRPr="00114568" w:rsidRDefault="00B754BF" w:rsidP="00B754BF">
      <w:pPr>
        <w:tabs>
          <w:tab w:val="center" w:pos="7655"/>
        </w:tabs>
        <w:spacing w:after="40" w:line="276" w:lineRule="auto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</w:t>
      </w:r>
      <w:r w:rsidRPr="00114568">
        <w:rPr>
          <w:i/>
          <w:sz w:val="22"/>
          <w:szCs w:val="22"/>
        </w:rPr>
        <w:t>___________________________________</w:t>
      </w:r>
    </w:p>
    <w:p w:rsidR="00B754BF" w:rsidRPr="00114568" w:rsidRDefault="00B754BF" w:rsidP="00B754BF">
      <w:pPr>
        <w:tabs>
          <w:tab w:val="center" w:pos="7655"/>
        </w:tabs>
        <w:ind w:left="5245"/>
        <w:jc w:val="center"/>
        <w:rPr>
          <w:i/>
          <w:sz w:val="18"/>
          <w:szCs w:val="18"/>
        </w:rPr>
      </w:pPr>
      <w:r w:rsidRPr="00114568">
        <w:rPr>
          <w:i/>
          <w:sz w:val="18"/>
          <w:szCs w:val="18"/>
        </w:rPr>
        <w:t>(podpis osoby uprawnionej do składania oświadczeń  woli w imieniu Wykonawcy)</w:t>
      </w:r>
    </w:p>
    <w:p w:rsidR="00E54E5A" w:rsidRDefault="00E54E5A" w:rsidP="00E66CEB">
      <w:pPr>
        <w:spacing w:line="360" w:lineRule="auto"/>
        <w:ind w:left="76"/>
        <w:jc w:val="both"/>
      </w:pPr>
    </w:p>
    <w:sectPr w:rsidR="00E54E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928" w:rsidRDefault="00141928">
      <w:r>
        <w:separator/>
      </w:r>
    </w:p>
  </w:endnote>
  <w:endnote w:type="continuationSeparator" w:id="0">
    <w:p w:rsidR="00141928" w:rsidRDefault="00141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369" w:rsidRDefault="00C6436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11A9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369" w:rsidRDefault="00C643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928" w:rsidRDefault="00141928">
      <w:r>
        <w:separator/>
      </w:r>
    </w:p>
  </w:footnote>
  <w:footnote w:type="continuationSeparator" w:id="0">
    <w:p w:rsidR="00141928" w:rsidRDefault="00141928">
      <w:r>
        <w:continuationSeparator/>
      </w:r>
    </w:p>
  </w:footnote>
  <w:footnote w:id="1">
    <w:p w:rsidR="00B754BF" w:rsidRPr="00457E10" w:rsidRDefault="00B754BF" w:rsidP="00B754BF">
      <w:pPr>
        <w:spacing w:line="276" w:lineRule="auto"/>
        <w:jc w:val="both"/>
        <w:rPr>
          <w:sz w:val="20"/>
          <w:szCs w:val="20"/>
        </w:rPr>
      </w:pPr>
      <w:r w:rsidRPr="00457E10">
        <w:rPr>
          <w:sz w:val="20"/>
          <w:szCs w:val="20"/>
        </w:rPr>
        <w:t>* niepotrzebne skreślić</w:t>
      </w:r>
    </w:p>
    <w:p w:rsidR="00B754BF" w:rsidRDefault="00B754BF" w:rsidP="00B754B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:rsidR="00B754BF" w:rsidRDefault="00B754BF" w:rsidP="00B754BF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:rsidR="00B754BF" w:rsidRDefault="00B754BF" w:rsidP="00B754BF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B754BF" w:rsidRDefault="00B754BF" w:rsidP="00B754BF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:rsidR="00B754BF" w:rsidRDefault="00B754BF" w:rsidP="00B754B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369" w:rsidRDefault="00C6436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369" w:rsidRDefault="00C6436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369" w:rsidRDefault="00C643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9FA"/>
    <w:multiLevelType w:val="hybridMultilevel"/>
    <w:tmpl w:val="ABAEADA6"/>
    <w:lvl w:ilvl="0" w:tplc="63E0FAA4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1E2E7E9E"/>
    <w:multiLevelType w:val="hybridMultilevel"/>
    <w:tmpl w:val="700267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930BA"/>
    <w:multiLevelType w:val="hybridMultilevel"/>
    <w:tmpl w:val="3EC09B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0043F"/>
    <w:multiLevelType w:val="hybridMultilevel"/>
    <w:tmpl w:val="FF7002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2A1694D"/>
    <w:multiLevelType w:val="hybridMultilevel"/>
    <w:tmpl w:val="8A963B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FE"/>
    <w:rsid w:val="000544B4"/>
    <w:rsid w:val="00092F4F"/>
    <w:rsid w:val="000F18FA"/>
    <w:rsid w:val="00141928"/>
    <w:rsid w:val="00306360"/>
    <w:rsid w:val="00354AC4"/>
    <w:rsid w:val="00527BED"/>
    <w:rsid w:val="00637863"/>
    <w:rsid w:val="006703E0"/>
    <w:rsid w:val="00703495"/>
    <w:rsid w:val="00733F44"/>
    <w:rsid w:val="008F1E48"/>
    <w:rsid w:val="00A15CFE"/>
    <w:rsid w:val="00B11A97"/>
    <w:rsid w:val="00B21345"/>
    <w:rsid w:val="00B754BF"/>
    <w:rsid w:val="00B813CC"/>
    <w:rsid w:val="00C33979"/>
    <w:rsid w:val="00C57DDD"/>
    <w:rsid w:val="00C64369"/>
    <w:rsid w:val="00C82CFE"/>
    <w:rsid w:val="00CF327E"/>
    <w:rsid w:val="00E54E5A"/>
    <w:rsid w:val="00E66CEB"/>
    <w:rsid w:val="00EB3C67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754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754BF"/>
  </w:style>
  <w:style w:type="character" w:styleId="Odwoanieprzypisudolnego">
    <w:name w:val="footnote reference"/>
    <w:uiPriority w:val="99"/>
    <w:unhideWhenUsed/>
    <w:rsid w:val="00B754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A15C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754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754BF"/>
  </w:style>
  <w:style w:type="character" w:styleId="Odwoanieprzypisudolnego">
    <w:name w:val="footnote reference"/>
    <w:uiPriority w:val="99"/>
    <w:unhideWhenUsed/>
    <w:rsid w:val="00B754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A15C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8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26</TotalTime>
  <Pages>5</Pages>
  <Words>893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7689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Slawomir Baum</dc:creator>
  <cp:lastModifiedBy>Izabela Jarczyńska</cp:lastModifiedBy>
  <cp:revision>8</cp:revision>
  <cp:lastPrinted>2019-04-15T07:12:00Z</cp:lastPrinted>
  <dcterms:created xsi:type="dcterms:W3CDTF">2017-02-22T09:17:00Z</dcterms:created>
  <dcterms:modified xsi:type="dcterms:W3CDTF">2019-04-15T07:12:00Z</dcterms:modified>
</cp:coreProperties>
</file>