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96BEC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23522" w:rsidRPr="0002352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23522" w:rsidRPr="00023522">
        <w:rPr>
          <w:b/>
          <w:sz w:val="24"/>
        </w:rPr>
        <w:t>BP.271.14.2019.BS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23522" w:rsidRPr="00023522">
        <w:rPr>
          <w:b/>
        </w:rPr>
        <w:t>przetarg nieograniczony</w:t>
      </w:r>
      <w:r w:rsidR="00753DC1">
        <w:t xml:space="preserve"> na:</w:t>
      </w:r>
    </w:p>
    <w:p w:rsidR="0000184A" w:rsidRDefault="0002352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23522">
        <w:rPr>
          <w:b/>
          <w:sz w:val="24"/>
          <w:szCs w:val="24"/>
        </w:rPr>
        <w:t>Modernizacja dróg gruntowych.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23522" w:rsidRPr="00023522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23522" w:rsidRPr="00023522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23522" w:rsidRPr="00023522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3F2" w:rsidRDefault="00AE43F2">
      <w:r>
        <w:separator/>
      </w:r>
    </w:p>
  </w:endnote>
  <w:endnote w:type="continuationSeparator" w:id="0">
    <w:p w:rsidR="00AE43F2" w:rsidRDefault="00AE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96BEC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2C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2C0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522" w:rsidRDefault="000235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3F2" w:rsidRDefault="00AE43F2">
      <w:r>
        <w:separator/>
      </w:r>
    </w:p>
  </w:footnote>
  <w:footnote w:type="continuationSeparator" w:id="0">
    <w:p w:rsidR="00AE43F2" w:rsidRDefault="00AE43F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522" w:rsidRDefault="000235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522" w:rsidRDefault="000235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522" w:rsidRDefault="000235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F2"/>
    <w:rsid w:val="0000184A"/>
    <w:rsid w:val="00012997"/>
    <w:rsid w:val="00023522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AE43F2"/>
    <w:rsid w:val="00B26102"/>
    <w:rsid w:val="00B45ED4"/>
    <w:rsid w:val="00B54FB4"/>
    <w:rsid w:val="00BE6092"/>
    <w:rsid w:val="00C33407"/>
    <w:rsid w:val="00C527C7"/>
    <w:rsid w:val="00C606B9"/>
    <w:rsid w:val="00C96BEC"/>
    <w:rsid w:val="00CA2C0A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9EB8A-905A-4989-BDDF-C9DD2D3B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2019-02-20T10:39:00Z</dcterms:created>
  <dcterms:modified xsi:type="dcterms:W3CDTF">2019-02-20T10:39:00Z</dcterms:modified>
</cp:coreProperties>
</file>