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0B5490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3F1C0B" w:rsidRPr="003F1C0B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3F1C0B" w:rsidRPr="003F1C0B">
        <w:rPr>
          <w:rFonts w:ascii="Times New Roman" w:eastAsia="Times New Roman" w:hAnsi="Times New Roman"/>
          <w:b/>
          <w:sz w:val="24"/>
          <w:szCs w:val="20"/>
          <w:lang w:eastAsia="pl-PL"/>
        </w:rPr>
        <w:t>Bp.271.16.2019.BS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3F1C0B" w:rsidRPr="003F1C0B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3F1C0B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F1C0B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Tadeusza Kościuszki 22/8 w Śremie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EF3" w:rsidRDefault="009D3EF3" w:rsidP="00025386">
      <w:pPr>
        <w:spacing w:after="0" w:line="240" w:lineRule="auto"/>
      </w:pPr>
      <w:r>
        <w:separator/>
      </w:r>
    </w:p>
  </w:endnote>
  <w:endnote w:type="continuationSeparator" w:id="0">
    <w:p w:rsidR="009D3EF3" w:rsidRDefault="009D3EF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C0B" w:rsidRDefault="003F1C0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0B5490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60DC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60DC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C0B" w:rsidRDefault="003F1C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EF3" w:rsidRDefault="009D3EF3" w:rsidP="00025386">
      <w:pPr>
        <w:spacing w:after="0" w:line="240" w:lineRule="auto"/>
      </w:pPr>
      <w:r>
        <w:separator/>
      </w:r>
    </w:p>
  </w:footnote>
  <w:footnote w:type="continuationSeparator" w:id="0">
    <w:p w:rsidR="009D3EF3" w:rsidRDefault="009D3EF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C0B" w:rsidRDefault="003F1C0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C0B" w:rsidRDefault="003F1C0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C0B" w:rsidRDefault="003F1C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EF3"/>
    <w:rsid w:val="00025386"/>
    <w:rsid w:val="000B5490"/>
    <w:rsid w:val="00101B40"/>
    <w:rsid w:val="001C2314"/>
    <w:rsid w:val="003C30EF"/>
    <w:rsid w:val="003F1C0B"/>
    <w:rsid w:val="005624D8"/>
    <w:rsid w:val="005A0158"/>
    <w:rsid w:val="0069796D"/>
    <w:rsid w:val="008E405A"/>
    <w:rsid w:val="008F2498"/>
    <w:rsid w:val="00960DCF"/>
    <w:rsid w:val="009D3EF3"/>
    <w:rsid w:val="00A56A6F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2019-02-20T07:42:00Z</dcterms:created>
  <dcterms:modified xsi:type="dcterms:W3CDTF">2019-02-20T07:42:00Z</dcterms:modified>
</cp:coreProperties>
</file>