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677150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230A84" w:rsidRPr="00230A84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230A84" w:rsidRPr="00230A84">
        <w:rPr>
          <w:b/>
          <w:sz w:val="24"/>
        </w:rPr>
        <w:t>BP.271.8.2019.BS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230A84" w:rsidRPr="00230A84">
        <w:rPr>
          <w:b/>
        </w:rPr>
        <w:t>przetarg nieograniczony</w:t>
      </w:r>
      <w:r w:rsidR="00753DC1">
        <w:t xml:space="preserve"> na:</w:t>
      </w:r>
    </w:p>
    <w:p w:rsidR="0000184A" w:rsidRDefault="00230A84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230A84">
        <w:rPr>
          <w:b/>
          <w:sz w:val="24"/>
          <w:szCs w:val="24"/>
        </w:rPr>
        <w:t>Modernizacja dróg asfaltowych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230A84" w:rsidRPr="00230A84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230A84" w:rsidRPr="00230A84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230A84" w:rsidRPr="00230A84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54D" w:rsidRDefault="00F2454D">
      <w:r>
        <w:separator/>
      </w:r>
    </w:p>
  </w:endnote>
  <w:endnote w:type="continuationSeparator" w:id="0">
    <w:p w:rsidR="00F2454D" w:rsidRDefault="00F24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677150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1561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1561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A84" w:rsidRDefault="00230A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54D" w:rsidRDefault="00F2454D">
      <w:r>
        <w:separator/>
      </w:r>
    </w:p>
  </w:footnote>
  <w:footnote w:type="continuationSeparator" w:id="0">
    <w:p w:rsidR="00F2454D" w:rsidRDefault="00F2454D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A84" w:rsidRDefault="00230A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A84" w:rsidRDefault="00230A8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A84" w:rsidRDefault="00230A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54D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30A84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15615"/>
    <w:rsid w:val="00533E9F"/>
    <w:rsid w:val="0056132E"/>
    <w:rsid w:val="005A5013"/>
    <w:rsid w:val="005C3627"/>
    <w:rsid w:val="00641063"/>
    <w:rsid w:val="00664D2F"/>
    <w:rsid w:val="00677150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2454D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EDD2C-F012-49F6-977A-CEB5324E2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2019-02-04T12:11:00Z</dcterms:created>
  <dcterms:modified xsi:type="dcterms:W3CDTF">2019-02-04T12:11:00Z</dcterms:modified>
</cp:coreProperties>
</file>