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BCF" w:rsidRPr="00AA067E" w:rsidRDefault="00FD2BCF" w:rsidP="00FD2B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A067E">
        <w:rPr>
          <w:rFonts w:ascii="Times New Roman" w:hAnsi="Times New Roman" w:cs="Times New Roman"/>
          <w:sz w:val="24"/>
          <w:szCs w:val="24"/>
        </w:rPr>
        <w:t>Załącznik</w:t>
      </w:r>
      <w:r w:rsidR="00DB77AC" w:rsidRPr="00AA067E">
        <w:rPr>
          <w:rFonts w:ascii="Times New Roman" w:hAnsi="Times New Roman" w:cs="Times New Roman"/>
          <w:sz w:val="24"/>
          <w:szCs w:val="24"/>
        </w:rPr>
        <w:t xml:space="preserve"> nr 2 do umowy nr …………..</w:t>
      </w:r>
      <w:r w:rsidRPr="00AA06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0ED" w:rsidRDefault="000650ED" w:rsidP="00AA06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067E">
        <w:rPr>
          <w:rFonts w:ascii="Times New Roman" w:hAnsi="Times New Roman" w:cs="Times New Roman"/>
          <w:b/>
          <w:sz w:val="24"/>
          <w:szCs w:val="24"/>
        </w:rPr>
        <w:t xml:space="preserve">Lokalizacja oraz liczba pojemników </w:t>
      </w:r>
      <w:r w:rsidR="006734B4" w:rsidRPr="00AA067E">
        <w:rPr>
          <w:rFonts w:ascii="Times New Roman" w:hAnsi="Times New Roman" w:cs="Times New Roman"/>
          <w:b/>
          <w:sz w:val="24"/>
          <w:szCs w:val="24"/>
        </w:rPr>
        <w:t>i</w:t>
      </w:r>
      <w:r w:rsidRPr="00AA067E">
        <w:rPr>
          <w:rFonts w:ascii="Times New Roman" w:hAnsi="Times New Roman" w:cs="Times New Roman"/>
          <w:b/>
          <w:sz w:val="24"/>
          <w:szCs w:val="24"/>
        </w:rPr>
        <w:t xml:space="preserve"> „dzwon</w:t>
      </w:r>
      <w:r w:rsidR="006734B4" w:rsidRPr="00AA067E">
        <w:rPr>
          <w:rFonts w:ascii="Times New Roman" w:hAnsi="Times New Roman" w:cs="Times New Roman"/>
          <w:b/>
          <w:sz w:val="24"/>
          <w:szCs w:val="24"/>
        </w:rPr>
        <w:t>ów</w:t>
      </w:r>
      <w:r w:rsidR="00AA067E" w:rsidRPr="00AA067E">
        <w:rPr>
          <w:rFonts w:ascii="Times New Roman" w:hAnsi="Times New Roman" w:cs="Times New Roman"/>
          <w:b/>
          <w:sz w:val="24"/>
          <w:szCs w:val="24"/>
        </w:rPr>
        <w:t xml:space="preserve">” zlokalizowanych </w:t>
      </w:r>
      <w:r w:rsidRPr="00AA067E">
        <w:rPr>
          <w:rFonts w:ascii="Times New Roman" w:hAnsi="Times New Roman" w:cs="Times New Roman"/>
          <w:b/>
          <w:sz w:val="24"/>
          <w:szCs w:val="24"/>
        </w:rPr>
        <w:t>na terenie gminy Śrem</w:t>
      </w:r>
    </w:p>
    <w:p w:rsidR="00AA067E" w:rsidRPr="00AA067E" w:rsidRDefault="00AA067E" w:rsidP="00AA0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2879"/>
        <w:gridCol w:w="711"/>
        <w:gridCol w:w="1132"/>
        <w:gridCol w:w="1134"/>
        <w:gridCol w:w="1274"/>
        <w:gridCol w:w="1623"/>
      </w:tblGrid>
      <w:tr w:rsidR="000650ED" w:rsidRPr="00704895" w:rsidTr="00FD49AD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L.p.</w:t>
            </w:r>
            <w:r w:rsidRPr="0070489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br/>
            </w:r>
          </w:p>
        </w:tc>
        <w:tc>
          <w:tcPr>
            <w:tcW w:w="1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Lokalizacja (ulica)</w:t>
            </w:r>
            <w:r w:rsidRPr="0070489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br/>
            </w:r>
          </w:p>
        </w:tc>
        <w:tc>
          <w:tcPr>
            <w:tcW w:w="31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Rodzaj surowca</w:t>
            </w:r>
          </w:p>
        </w:tc>
      </w:tr>
      <w:tr w:rsidR="000650ED" w:rsidRPr="00704895" w:rsidTr="00FD49AD">
        <w:tc>
          <w:tcPr>
            <w:tcW w:w="0" w:type="auto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66" w:type="pct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Papier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Plastik (PET)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Szkło bezbarwne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Szkło kolorowe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Odpady ulegające biodegradacji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 Maja 17 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EA5FB9" w:rsidRPr="00704895" w:rsidTr="00EA5FB9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EA5FB9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EA5FB9" w:rsidRPr="00704895" w:rsidRDefault="00EA5FB9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 Maja</w:t>
            </w:r>
          </w:p>
        </w:tc>
        <w:tc>
          <w:tcPr>
            <w:tcW w:w="2312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EA5FB9" w:rsidRPr="00704895" w:rsidRDefault="00EA5FB9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„dzwon” trójdzielny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EA5FB9" w:rsidRPr="00704895" w:rsidRDefault="00EA5FB9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Adama Mickiewicza 55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Adama Mickiewicza 57 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Adama Mickiewicza 59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10644C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10644C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1064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Adama Mickiewicza 71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Adama Mickiewicza 93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Andrzeja Frycza Modrzewskiego 1A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Andrzeja Frycza Modrzewskiego 1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Andrzeja Frycza Modrzewskiego 9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10644C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10644C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Andrzeja Frycza Modrzewskiego 10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Artura Grottgera 34 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Brzechwy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Dezyderego Chłapowskiego 3 (RELAX)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Dezyderego Chłapowskiego 12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Dezyderego Chłapowskiego 14 (lokalizacja 22 )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Dezyderego Chłapowskiego 18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Dezyderego Chłapowskiego 19 I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Dezyderego Chłapowskiego 19 II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Dezyderego Chłapowskiego 22 I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Dezyderego Chłapowskiego 22 II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Dezyderego Chłapowskiego 31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EA5FB9" w:rsidRPr="00704895" w:rsidTr="00EA5FB9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EA5FB9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EA5FB9" w:rsidRPr="00704895" w:rsidRDefault="00EA5FB9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Długa </w:t>
            </w:r>
          </w:p>
        </w:tc>
        <w:tc>
          <w:tcPr>
            <w:tcW w:w="2312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EA5FB9" w:rsidRPr="00704895" w:rsidRDefault="00EA5FB9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„dzwon” trójdzielny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EA5FB9" w:rsidRPr="00704895" w:rsidRDefault="00EA5FB9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Farna 29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Farna 22 i 22a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rPr>
          <w:trHeight w:val="7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Fryderyka Chopina 4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704895" w:rsidTr="00FD49AD">
        <w:trPr>
          <w:trHeight w:val="7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Gen. Wł. Sikorskiego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704895" w:rsidTr="00FD49AD">
        <w:trPr>
          <w:trHeight w:val="7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Gierymskiego 83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rPr>
          <w:trHeight w:val="7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Grunwaldzka 6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10644C" w:rsidRPr="00704895" w:rsidTr="00FD49AD">
        <w:trPr>
          <w:trHeight w:val="7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10644C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Grunwaldzka 8a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Grunwaldzka 8c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Ignacego Paderewskiego 2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Ignacego Paderewskiego 5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Ignacego Paderewskiego 6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Ignacego Paderewskiego 8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Ignacego Paderewskiego 13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Jana Kilińskiego 26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Jan Kochanowskiego 1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Jan Kochanowskiego 3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Józefa Chełmońskiego 5, 7 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Karola Szymanowskiego 2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10644C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10644C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Kolejowa 4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Konstytucji 3 Maja 4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44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Kopernika 21A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Kopernika 13A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Kopernika 23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Krótka 10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Ks. Antoniego Rzadkiego 1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10644C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10644C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1064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Ks. Jerzego Popiełuszki 42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10644C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10644C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1064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Ks. Piotra Wawrzyniaka 9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Leopolda Okulickiego 14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Makuszyńskiego 2A, 2B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Makuszyńskiego 2A, 2B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Makuszyńskiego 2D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Makuszyńskiego 2E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Makuszyńskiego 2F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Makuszyńskiego 4B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Makuszyńskiego 4C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Makuszyńskiego 4D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Nowa Strzelnica 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Ogrodowa 29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Ogrodowa 33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Parking Butiki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Parking Mega Sam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10644C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10644C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Powstańców Wlkp. 6 i 10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10644C" w:rsidRPr="00704895" w:rsidRDefault="0010644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10644C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Powstańców Wlkp. 12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Powstańców Wlkp. 7G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Poznańska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Przemysłowa 5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Promenada 7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D85A5A"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Romera 2 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 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Skłodowskiej – Curie 1a, 1b, 1c,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Skłodowskiej – Curie 6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Stefana Grota Roweckiego 8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Stefana Grota Roweckiego 18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Stary Rynek 1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Super Sam (1 Maja) I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Szeroka 9 /Wojska Polskiego 3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Tadeusza Bora Komorowskiego 1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Tadeusza Bora Komorowskiego 5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Tadeusza Bora Komorowskiego 6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Tadeusza Bora Komorowskiego 8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Tadeusza Bora Komorowskiego 14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Wojska Polskiego 4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Wojska Polskiego 6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Wojska Polskiego 8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Wojska Polskiego 9 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Wojska Polskiego 18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Wojska Polskiego 18 (od strony stadionu)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Żurawia 6C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Żurawia (Agencja Mienia Wojskowego)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92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Błociszewo, ul. Kasztanowa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Bodzyniewo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Borgowo (przy sklepie)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Dalewo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Dobczyn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Dobczyn 7-8 (wspólnota)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Gaj 51 (wspólnota)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Gaj 58 (wspólnota)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Grzymysław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Grzymysław 32-33 (wspólnota)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Kadzewo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Kadzewo 18 (wspólnota)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Kaleje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Krzyżanowo 65, 66 (wspólnota)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Krzyżanowo (przy sklepie)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Mechlin (Nowe Osiedle) 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Mórka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Niesłabin ul. Osiedlowa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Niesłabin ul. Szkolna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Nochowo, ul. Pogodna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Nochowo, ul. Wiejska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Nochowo, ul. Podgaje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Nochowo (wspólnota)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Nochówko (obok przystanku)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Pełczyn (obok sali wiejskiej) 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Psarskie ul. Topolowa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Psarskie ul. Bukowa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7E30EC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7E30EC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7E30EC" w:rsidRPr="00704895" w:rsidRDefault="007E30EC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Psarskie ul. Kasztanowa 5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7E30EC" w:rsidRPr="00704895" w:rsidRDefault="007E30E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7E30EC" w:rsidRPr="00704895" w:rsidRDefault="007E30E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7E30EC" w:rsidRPr="00704895" w:rsidRDefault="007E30E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7E30EC" w:rsidRPr="00704895" w:rsidRDefault="007E30E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7E30EC" w:rsidRPr="00704895" w:rsidRDefault="007E30EC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Psarskie ul. Kasztanowa 9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Psarskie ul. Kasztanowa 13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Psarskie ul. Jodłowa 13C, 13D (wspólnota)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Pysząca (przy sklepie)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Szymanowo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Wirginowo (przy posesji nr 13)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Zbrudzewo ul. Długa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0ED" w:rsidRPr="00704895" w:rsidTr="00FD49A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704895" w:rsidRDefault="00FD49A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Zbrudzewo ul. Spółdzielcza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048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704895" w:rsidRDefault="000650ED" w:rsidP="00FD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0650ED" w:rsidRPr="00704895" w:rsidRDefault="000650ED" w:rsidP="000650ED">
      <w:pPr>
        <w:spacing w:after="0" w:line="240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:rsidR="00444903" w:rsidRPr="00704895" w:rsidRDefault="00444903">
      <w:pPr>
        <w:rPr>
          <w:rFonts w:ascii="Times New Roman" w:hAnsi="Times New Roman" w:cs="Times New Roman"/>
          <w:sz w:val="18"/>
          <w:szCs w:val="18"/>
        </w:rPr>
      </w:pPr>
    </w:p>
    <w:sectPr w:rsidR="00444903" w:rsidRPr="007048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15CF6"/>
    <w:multiLevelType w:val="hybridMultilevel"/>
    <w:tmpl w:val="7FEA9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764F3"/>
    <w:multiLevelType w:val="multilevel"/>
    <w:tmpl w:val="394A380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07E629EA"/>
    <w:multiLevelType w:val="hybridMultilevel"/>
    <w:tmpl w:val="7FEA9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47D7F"/>
    <w:multiLevelType w:val="hybridMultilevel"/>
    <w:tmpl w:val="B01E1E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B2F53"/>
    <w:multiLevelType w:val="hybridMultilevel"/>
    <w:tmpl w:val="14205A5A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19A3304C"/>
    <w:multiLevelType w:val="multilevel"/>
    <w:tmpl w:val="45BCAA3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>
    <w:nsid w:val="1B0A0AC8"/>
    <w:multiLevelType w:val="hybridMultilevel"/>
    <w:tmpl w:val="7D6AD5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BF3517"/>
    <w:multiLevelType w:val="hybridMultilevel"/>
    <w:tmpl w:val="64E62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7B6E9C"/>
    <w:multiLevelType w:val="hybridMultilevel"/>
    <w:tmpl w:val="7E9ED45A"/>
    <w:lvl w:ilvl="0" w:tplc="1EE0D89A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261D69B9"/>
    <w:multiLevelType w:val="hybridMultilevel"/>
    <w:tmpl w:val="63BEC9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2C0588"/>
    <w:multiLevelType w:val="hybridMultilevel"/>
    <w:tmpl w:val="7FEA9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DD79D0"/>
    <w:multiLevelType w:val="hybridMultilevel"/>
    <w:tmpl w:val="FE7456A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A2852A8"/>
    <w:multiLevelType w:val="hybridMultilevel"/>
    <w:tmpl w:val="762E2B12"/>
    <w:lvl w:ilvl="0" w:tplc="F394FEF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B75756"/>
    <w:multiLevelType w:val="hybridMultilevel"/>
    <w:tmpl w:val="9DF0AD0A"/>
    <w:lvl w:ilvl="0" w:tplc="F394FEFE">
      <w:start w:val="1"/>
      <w:numFmt w:val="bullet"/>
      <w:lvlText w:val=""/>
      <w:lvlJc w:val="left"/>
      <w:pPr>
        <w:ind w:left="15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54697BC9"/>
    <w:multiLevelType w:val="hybridMultilevel"/>
    <w:tmpl w:val="302A1676"/>
    <w:lvl w:ilvl="0" w:tplc="F394FEFE">
      <w:start w:val="1"/>
      <w:numFmt w:val="bullet"/>
      <w:lvlText w:val=""/>
      <w:lvlJc w:val="left"/>
      <w:pPr>
        <w:ind w:left="15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>
    <w:nsid w:val="60515C61"/>
    <w:multiLevelType w:val="hybridMultilevel"/>
    <w:tmpl w:val="94C861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CF0D5A"/>
    <w:multiLevelType w:val="hybridMultilevel"/>
    <w:tmpl w:val="C84A5D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3"/>
  </w:num>
  <w:num w:numId="5">
    <w:abstractNumId w:val="16"/>
  </w:num>
  <w:num w:numId="6">
    <w:abstractNumId w:val="11"/>
  </w:num>
  <w:num w:numId="7">
    <w:abstractNumId w:val="6"/>
  </w:num>
  <w:num w:numId="8">
    <w:abstractNumId w:val="12"/>
  </w:num>
  <w:num w:numId="9">
    <w:abstractNumId w:val="4"/>
  </w:num>
  <w:num w:numId="10">
    <w:abstractNumId w:val="14"/>
  </w:num>
  <w:num w:numId="11">
    <w:abstractNumId w:val="13"/>
  </w:num>
  <w:num w:numId="12">
    <w:abstractNumId w:val="2"/>
  </w:num>
  <w:num w:numId="13">
    <w:abstractNumId w:val="0"/>
  </w:num>
  <w:num w:numId="14">
    <w:abstractNumId w:val="10"/>
  </w:num>
  <w:num w:numId="15">
    <w:abstractNumId w:val="7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0ED"/>
    <w:rsid w:val="000650ED"/>
    <w:rsid w:val="0010644C"/>
    <w:rsid w:val="001C0AC0"/>
    <w:rsid w:val="002D131D"/>
    <w:rsid w:val="003C2ED8"/>
    <w:rsid w:val="00444903"/>
    <w:rsid w:val="00467C00"/>
    <w:rsid w:val="006734B4"/>
    <w:rsid w:val="00704895"/>
    <w:rsid w:val="007B4D25"/>
    <w:rsid w:val="007E30EC"/>
    <w:rsid w:val="009D44C7"/>
    <w:rsid w:val="00AA067E"/>
    <w:rsid w:val="00D85A5A"/>
    <w:rsid w:val="00DB77AC"/>
    <w:rsid w:val="00EA5FB9"/>
    <w:rsid w:val="00FD2BCF"/>
    <w:rsid w:val="00FD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0E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65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0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6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0ED"/>
  </w:style>
  <w:style w:type="paragraph" w:styleId="Stopka">
    <w:name w:val="footer"/>
    <w:basedOn w:val="Normalny"/>
    <w:link w:val="StopkaZnak"/>
    <w:uiPriority w:val="99"/>
    <w:unhideWhenUsed/>
    <w:rsid w:val="0006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0ED"/>
  </w:style>
  <w:style w:type="paragraph" w:styleId="Akapitzlist">
    <w:name w:val="List Paragraph"/>
    <w:basedOn w:val="Normalny"/>
    <w:uiPriority w:val="34"/>
    <w:qFormat/>
    <w:rsid w:val="000650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0E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65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0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6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0ED"/>
  </w:style>
  <w:style w:type="paragraph" w:styleId="Stopka">
    <w:name w:val="footer"/>
    <w:basedOn w:val="Normalny"/>
    <w:link w:val="StopkaZnak"/>
    <w:uiPriority w:val="99"/>
    <w:unhideWhenUsed/>
    <w:rsid w:val="0006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0ED"/>
  </w:style>
  <w:style w:type="paragraph" w:styleId="Akapitzlist">
    <w:name w:val="List Paragraph"/>
    <w:basedOn w:val="Normalny"/>
    <w:uiPriority w:val="34"/>
    <w:qFormat/>
    <w:rsid w:val="00065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CF55E-A37D-4557-A2D3-5748FA163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3979</Characters>
  <Application>Microsoft Office Word</Application>
  <DocSecurity>4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ZOK Odpady</dc:creator>
  <cp:lastModifiedBy>Izabela Jarczyńska</cp:lastModifiedBy>
  <cp:revision>2</cp:revision>
  <cp:lastPrinted>2018-12-12T11:18:00Z</cp:lastPrinted>
  <dcterms:created xsi:type="dcterms:W3CDTF">2019-02-04T10:24:00Z</dcterms:created>
  <dcterms:modified xsi:type="dcterms:W3CDTF">2019-02-04T10:24:00Z</dcterms:modified>
</cp:coreProperties>
</file>