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8E754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A950F0" w:rsidRPr="00A950F0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950F0" w:rsidRPr="00A950F0">
        <w:rPr>
          <w:rFonts w:ascii="Times New Roman" w:eastAsia="Times New Roman" w:hAnsi="Times New Roman"/>
          <w:b/>
          <w:sz w:val="24"/>
          <w:szCs w:val="20"/>
          <w:lang w:eastAsia="pl-PL"/>
        </w:rPr>
        <w:t>BP.271.6.2019.BS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A950F0" w:rsidRPr="00A950F0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A950F0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50F0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Nowowiejskiego w Śremie - etap II (km 0+000-0+230)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D97" w:rsidRDefault="001A5D97" w:rsidP="00025386">
      <w:pPr>
        <w:spacing w:after="0" w:line="240" w:lineRule="auto"/>
      </w:pPr>
      <w:r>
        <w:separator/>
      </w:r>
    </w:p>
  </w:endnote>
  <w:endnote w:type="continuationSeparator" w:id="0">
    <w:p w:rsidR="001A5D97" w:rsidRDefault="001A5D9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F0" w:rsidRDefault="00A950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8E754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C3A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C3AE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F0" w:rsidRDefault="00A950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D97" w:rsidRDefault="001A5D97" w:rsidP="00025386">
      <w:pPr>
        <w:spacing w:after="0" w:line="240" w:lineRule="auto"/>
      </w:pPr>
      <w:r>
        <w:separator/>
      </w:r>
    </w:p>
  </w:footnote>
  <w:footnote w:type="continuationSeparator" w:id="0">
    <w:p w:rsidR="001A5D97" w:rsidRDefault="001A5D97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F0" w:rsidRDefault="00A950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F0" w:rsidRDefault="00A950F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0F0" w:rsidRDefault="00A950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D97"/>
    <w:rsid w:val="00025386"/>
    <w:rsid w:val="000423B9"/>
    <w:rsid w:val="00084786"/>
    <w:rsid w:val="001A5D97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E7545"/>
    <w:rsid w:val="008F2498"/>
    <w:rsid w:val="00A56A6F"/>
    <w:rsid w:val="00A950F0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  <w:rsid w:val="00FC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2019-01-31T09:55:00Z</dcterms:created>
  <dcterms:modified xsi:type="dcterms:W3CDTF">2019-01-31T09:55:00Z</dcterms:modified>
</cp:coreProperties>
</file>