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94" w:rsidRPr="00114568" w:rsidRDefault="006F6356" w:rsidP="00771394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2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71394" w:rsidRDefault="00771394" w:rsidP="00771394"/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771394" w:rsidRDefault="00771394" w:rsidP="0077139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71394" w:rsidRDefault="00771394" w:rsidP="0077139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PPhwQE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771394" w:rsidRDefault="00771394" w:rsidP="00771394"/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771394" w:rsidRDefault="00771394" w:rsidP="0077139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71394" w:rsidRDefault="00771394" w:rsidP="00771394"/>
                  </w:txbxContent>
                </v:textbox>
              </v:roundrect>
            </w:pict>
          </mc:Fallback>
        </mc:AlternateContent>
      </w:r>
      <w:r w:rsidR="00771394" w:rsidRPr="00114568">
        <w:rPr>
          <w:bCs/>
          <w:sz w:val="22"/>
          <w:szCs w:val="22"/>
        </w:rPr>
        <w:t xml:space="preserve">Załącznik nr </w:t>
      </w:r>
      <w:r w:rsidR="00771394" w:rsidRPr="00E20046">
        <w:rPr>
          <w:b/>
          <w:bCs/>
          <w:sz w:val="22"/>
          <w:szCs w:val="22"/>
        </w:rPr>
        <w:t>1</w:t>
      </w:r>
      <w:r w:rsidR="00771394" w:rsidRPr="00114568">
        <w:rPr>
          <w:b/>
          <w:bCs/>
          <w:sz w:val="22"/>
          <w:szCs w:val="22"/>
        </w:rPr>
        <w:t xml:space="preserve"> </w:t>
      </w:r>
      <w:r w:rsidR="00771394" w:rsidRPr="00114568">
        <w:rPr>
          <w:bCs/>
          <w:sz w:val="22"/>
          <w:szCs w:val="22"/>
        </w:rPr>
        <w:t>do SIWZ</w:t>
      </w:r>
    </w:p>
    <w:p w:rsidR="00771394" w:rsidRPr="00114568" w:rsidRDefault="00771394" w:rsidP="00771394">
      <w:pPr>
        <w:spacing w:line="360" w:lineRule="auto"/>
        <w:jc w:val="center"/>
        <w:rPr>
          <w:b/>
          <w:u w:val="single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jc w:val="center"/>
        <w:rPr>
          <w:b/>
          <w:sz w:val="28"/>
        </w:rPr>
      </w:pPr>
    </w:p>
    <w:p w:rsidR="00771394" w:rsidRPr="00114568" w:rsidRDefault="00771394" w:rsidP="00771394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771394" w:rsidRPr="00114568" w:rsidRDefault="00771394" w:rsidP="00771394">
      <w:pPr>
        <w:jc w:val="center"/>
        <w:rPr>
          <w:b/>
          <w:sz w:val="28"/>
        </w:rPr>
      </w:pPr>
    </w:p>
    <w:p w:rsidR="00771394" w:rsidRPr="00114568" w:rsidRDefault="00771394" w:rsidP="00771394">
      <w:pPr>
        <w:spacing w:after="40"/>
        <w:ind w:firstLine="3969"/>
        <w:rPr>
          <w:b/>
        </w:rPr>
      </w:pPr>
    </w:p>
    <w:p w:rsidR="00771394" w:rsidRPr="00114568" w:rsidRDefault="00771394" w:rsidP="00771394">
      <w:pPr>
        <w:spacing w:after="40"/>
        <w:ind w:left="4678"/>
        <w:rPr>
          <w:b/>
          <w:sz w:val="22"/>
          <w:szCs w:val="22"/>
        </w:rPr>
      </w:pPr>
      <w:r w:rsidRPr="00E20046">
        <w:rPr>
          <w:b/>
          <w:sz w:val="22"/>
          <w:szCs w:val="22"/>
        </w:rPr>
        <w:t>Gmina Śrem</w:t>
      </w:r>
    </w:p>
    <w:p w:rsidR="00771394" w:rsidRPr="00114568" w:rsidRDefault="00771394" w:rsidP="00771394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Plac 20 Października</w:t>
      </w:r>
      <w:r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1</w:t>
      </w:r>
    </w:p>
    <w:p w:rsidR="00771394" w:rsidRPr="00114568" w:rsidRDefault="00771394" w:rsidP="00771394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63-100</w:t>
      </w:r>
      <w:r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Śrem</w:t>
      </w:r>
    </w:p>
    <w:p w:rsidR="00771394" w:rsidRPr="00114568" w:rsidRDefault="00771394" w:rsidP="00771394">
      <w:pPr>
        <w:ind w:left="3686"/>
        <w:jc w:val="center"/>
        <w:rPr>
          <w:sz w:val="22"/>
          <w:szCs w:val="22"/>
        </w:rPr>
      </w:pP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</w:p>
    <w:p w:rsidR="00771394" w:rsidRPr="00114568" w:rsidRDefault="00771394" w:rsidP="00771394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Pr="00114568">
        <w:rPr>
          <w:sz w:val="22"/>
          <w:szCs w:val="22"/>
        </w:rPr>
        <w:t xml:space="preserve"> do toczącego się postępowania o udzielenie zamówienia publicznego prowadzonego </w:t>
      </w:r>
      <w:r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Pr="00E20046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 w:rsidRPr="00E20046">
        <w:rPr>
          <w:b/>
          <w:sz w:val="22"/>
          <w:szCs w:val="22"/>
        </w:rPr>
        <w:t>Odbiór odpadów komunalnych zebranych w sposób selektywny z miejsc gromadzenia odpadów komunalnych obejmujących pojemniki typu "dzwon" oraz pojemniki do odbioru odpadów ulegających biodegradacji w tym odpadów zielonych"</w:t>
      </w:r>
      <w:r w:rsidRPr="00114568">
        <w:rPr>
          <w:sz w:val="22"/>
          <w:szCs w:val="22"/>
        </w:rPr>
        <w:t xml:space="preserve">” – znak sprawy: </w:t>
      </w:r>
      <w:r>
        <w:rPr>
          <w:b/>
          <w:sz w:val="22"/>
          <w:szCs w:val="22"/>
        </w:rPr>
        <w:t>BP.271.2.2019</w:t>
      </w:r>
      <w:r w:rsidRPr="00E20046">
        <w:rPr>
          <w:b/>
          <w:sz w:val="22"/>
          <w:szCs w:val="22"/>
        </w:rPr>
        <w:t>.BS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771394" w:rsidRPr="000F2C92" w:rsidRDefault="00771394" w:rsidP="00771394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771394" w:rsidRPr="00457E10" w:rsidRDefault="00771394" w:rsidP="00771394">
      <w:pPr>
        <w:spacing w:line="276" w:lineRule="auto"/>
        <w:jc w:val="both"/>
        <w:rPr>
          <w:sz w:val="16"/>
          <w:szCs w:val="16"/>
        </w:rPr>
      </w:pPr>
    </w:p>
    <w:p w:rsidR="00771394" w:rsidRDefault="00771394" w:rsidP="00771394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9072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771394" w:rsidTr="00D94165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:rsidR="00771394" w:rsidRPr="00D274F5" w:rsidRDefault="00771394" w:rsidP="00D9416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771394" w:rsidTr="00D94165">
        <w:tc>
          <w:tcPr>
            <w:tcW w:w="9072" w:type="dxa"/>
            <w:shd w:val="clear" w:color="auto" w:fill="auto"/>
          </w:tcPr>
          <w:p w:rsidR="00771394" w:rsidRPr="00FD2E8B" w:rsidRDefault="00771394" w:rsidP="00D94165">
            <w:pPr>
              <w:spacing w:before="60" w:line="360" w:lineRule="auto"/>
              <w:jc w:val="both"/>
              <w:rPr>
                <w:b/>
              </w:rPr>
            </w:pPr>
            <w:r w:rsidRPr="00FD2E8B">
              <w:rPr>
                <w:b/>
              </w:rPr>
              <w:t xml:space="preserve">Temat: </w:t>
            </w:r>
            <w:r w:rsidRPr="00FD2E8B">
              <w:t>Odbiór odpadów komunalnych zebranych w sposób selektywny z miejsc gromadzenia odpadów komunalnych obejmujących pojemniki typu "dzwon" oraz pojemniki do odbioru odpadów ulegających biodegradacji w tym odpadów zielonych"</w:t>
            </w:r>
          </w:p>
          <w:p w:rsidR="00771394" w:rsidRPr="00FD2E8B" w:rsidRDefault="00771394" w:rsidP="00D94165">
            <w:pPr>
              <w:spacing w:line="360" w:lineRule="auto"/>
            </w:pPr>
            <w:r w:rsidRPr="00FD2E8B">
              <w:t xml:space="preserve">Ceny jednostkowe (C) za wykonanie </w:t>
            </w:r>
            <w:r>
              <w:t>zamówienia</w:t>
            </w:r>
            <w:r w:rsidRPr="00FD2E8B">
              <w:t xml:space="preserve"> wynoszą: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tworzywa sztuczne (w tym butelki typu PET, opakowania po chemii gospodarczej oraz folie, w tym typu </w:t>
            </w:r>
            <w:proofErr w:type="spellStart"/>
            <w:r w:rsidRPr="00FD2E8B">
              <w:rPr>
                <w:rFonts w:ascii="Times New Roman" w:hAnsi="Times New Roman"/>
                <w:sz w:val="24"/>
                <w:szCs w:val="24"/>
              </w:rPr>
              <w:t>Stretch</w:t>
            </w:r>
            <w:proofErr w:type="spellEnd"/>
            <w:r w:rsidRPr="00FD2E8B">
              <w:rPr>
                <w:rFonts w:ascii="Times New Roman" w:hAnsi="Times New Roman"/>
                <w:sz w:val="24"/>
                <w:szCs w:val="24"/>
              </w:rPr>
              <w:t xml:space="preserve"> oraz metal):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………………………………….zł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szkło bezbarwne: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szkło kolorowe: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papier i opakowania wielomateriałowe: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120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240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1100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Default="00771394" w:rsidP="00771394">
            <w:pPr>
              <w:pStyle w:val="Akapitzlist"/>
              <w:numPr>
                <w:ilvl w:val="0"/>
                <w:numId w:val="39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KP7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Default="00771394" w:rsidP="00D94165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Wszystkie ceny zawierają podatek VAT w wysokości …% </w:t>
            </w:r>
          </w:p>
          <w:p w:rsidR="00771394" w:rsidRPr="00FD2E8B" w:rsidRDefault="00771394" w:rsidP="00D94165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71394" w:rsidRPr="00FD2E8B" w:rsidRDefault="00771394" w:rsidP="00D9416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pojazd</w:t>
            </w:r>
            <w:r>
              <w:rPr>
                <w:rFonts w:ascii="Times New Roman" w:hAnsi="Times New Roman"/>
                <w:sz w:val="24"/>
                <w:szCs w:val="24"/>
              </w:rPr>
              <w:t>ów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z normą emisji spalin powyżej EURO 3: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30%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 szt.</w:t>
            </w:r>
          </w:p>
          <w:p w:rsidR="00771394" w:rsidRDefault="00771394" w:rsidP="00D9416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pojazdów przystosowanych do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pali</w:t>
            </w: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alternatywnych: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…………………szt.</w:t>
            </w:r>
          </w:p>
          <w:p w:rsidR="00771394" w:rsidRPr="00FD2E8B" w:rsidRDefault="00771394" w:rsidP="00D94165">
            <w:pPr>
              <w:spacing w:after="60" w:line="360" w:lineRule="auto"/>
            </w:pPr>
          </w:p>
        </w:tc>
      </w:tr>
    </w:tbl>
    <w:p w:rsidR="00771394" w:rsidRDefault="00771394" w:rsidP="00771394">
      <w:pPr>
        <w:spacing w:line="276" w:lineRule="auto"/>
        <w:ind w:left="284"/>
        <w:contextualSpacing/>
        <w:jc w:val="both"/>
        <w:rPr>
          <w:sz w:val="22"/>
        </w:rPr>
      </w:pPr>
    </w:p>
    <w:p w:rsidR="00771394" w:rsidRDefault="00771394" w:rsidP="00771394">
      <w:pPr>
        <w:spacing w:line="276" w:lineRule="auto"/>
        <w:ind w:left="284"/>
        <w:contextualSpacing/>
        <w:jc w:val="both"/>
        <w:rPr>
          <w:sz w:val="22"/>
        </w:rPr>
      </w:pPr>
    </w:p>
    <w:p w:rsidR="00771394" w:rsidRPr="00457E10" w:rsidRDefault="00771394" w:rsidP="00771394">
      <w:pPr>
        <w:spacing w:line="276" w:lineRule="auto"/>
        <w:ind w:left="284"/>
        <w:contextualSpacing/>
        <w:jc w:val="both"/>
        <w:rPr>
          <w:sz w:val="22"/>
        </w:rPr>
      </w:pPr>
    </w:p>
    <w:p w:rsidR="00771394" w:rsidRPr="00114568" w:rsidRDefault="00771394" w:rsidP="00771394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771394" w:rsidRPr="00114568" w:rsidRDefault="00771394" w:rsidP="00771394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771394" w:rsidRDefault="00771394" w:rsidP="00771394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771394" w:rsidRDefault="00771394" w:rsidP="00771394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771394" w:rsidRPr="00C437AC" w:rsidRDefault="00771394" w:rsidP="00771394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771394" w:rsidRPr="001661BD" w:rsidTr="00D9416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771394" w:rsidRPr="001661BD" w:rsidTr="00D9416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771394" w:rsidRPr="001661BD" w:rsidTr="00D9416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771394" w:rsidRPr="00C437AC" w:rsidRDefault="00771394" w:rsidP="00771394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771394" w:rsidRPr="00114568" w:rsidRDefault="00771394" w:rsidP="00771394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bookmarkStart w:id="0" w:name="_GoBack"/>
      <w:bookmarkEnd w:id="0"/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771394" w:rsidRPr="00114568" w:rsidRDefault="00771394" w:rsidP="00771394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771394" w:rsidRPr="00457E10" w:rsidRDefault="00771394" w:rsidP="00771394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771394" w:rsidRPr="00457E10" w:rsidRDefault="00771394" w:rsidP="00771394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771394" w:rsidRPr="00457E10" w:rsidRDefault="00771394" w:rsidP="00771394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771394" w:rsidRPr="00114568" w:rsidRDefault="00771394" w:rsidP="00771394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771394" w:rsidRPr="00114568" w:rsidRDefault="00771394" w:rsidP="00771394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771394" w:rsidRDefault="00771394" w:rsidP="00771394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771394" w:rsidRDefault="00771394" w:rsidP="0077139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Pr="00114568">
        <w:rPr>
          <w:sz w:val="22"/>
          <w:szCs w:val="22"/>
        </w:rPr>
        <w:t>_________________ dnia ____________________</w:t>
      </w:r>
      <w:r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771394" w:rsidRPr="00114568" w:rsidRDefault="00771394" w:rsidP="00771394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Pr="00114568">
        <w:rPr>
          <w:i/>
          <w:sz w:val="22"/>
          <w:szCs w:val="22"/>
        </w:rPr>
        <w:t>___________________________________</w:t>
      </w:r>
    </w:p>
    <w:p w:rsidR="00771394" w:rsidRPr="00114568" w:rsidRDefault="00771394" w:rsidP="00771394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p w:rsidR="00114568" w:rsidRPr="00771394" w:rsidRDefault="00114568" w:rsidP="00771394"/>
    <w:sectPr w:rsidR="00114568" w:rsidRPr="00771394" w:rsidSect="00F43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2B" w:rsidRDefault="00626B2B">
      <w:r>
        <w:separator/>
      </w:r>
    </w:p>
  </w:endnote>
  <w:endnote w:type="continuationSeparator" w:id="0">
    <w:p w:rsidR="00626B2B" w:rsidRDefault="0062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4D" w:rsidRDefault="00F366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74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4D" w:rsidRDefault="00F366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2B" w:rsidRDefault="00626B2B">
      <w:r>
        <w:separator/>
      </w:r>
    </w:p>
  </w:footnote>
  <w:footnote w:type="continuationSeparator" w:id="0">
    <w:p w:rsidR="00626B2B" w:rsidRDefault="00626B2B">
      <w:r>
        <w:continuationSeparator/>
      </w:r>
    </w:p>
  </w:footnote>
  <w:footnote w:id="1">
    <w:p w:rsidR="00771394" w:rsidRPr="00457E10" w:rsidRDefault="00771394" w:rsidP="00771394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771394" w:rsidRDefault="00771394" w:rsidP="0077139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771394" w:rsidRDefault="00771394" w:rsidP="00771394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771394" w:rsidRDefault="00771394" w:rsidP="0077139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771394" w:rsidRDefault="00771394" w:rsidP="0077139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771394" w:rsidRDefault="00771394" w:rsidP="007713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4D" w:rsidRDefault="00F366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92" w:rsidRPr="000F2C92" w:rsidRDefault="000F2C92" w:rsidP="000F2C92">
    <w:pPr>
      <w:pStyle w:val="Nagwek"/>
    </w:pPr>
    <w:r w:rsidRPr="000F2C92">
      <w:t xml:space="preserve">Znak sprawy </w:t>
    </w:r>
    <w:r w:rsidR="00F3664D">
      <w:t>BP.271.2.2019.BS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4D" w:rsidRDefault="00F366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966466B"/>
    <w:multiLevelType w:val="hybridMultilevel"/>
    <w:tmpl w:val="58C29A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8"/>
  </w:num>
  <w:num w:numId="5">
    <w:abstractNumId w:val="27"/>
  </w:num>
  <w:num w:numId="6">
    <w:abstractNumId w:val="9"/>
  </w:num>
  <w:num w:numId="7">
    <w:abstractNumId w:val="10"/>
  </w:num>
  <w:num w:numId="8">
    <w:abstractNumId w:val="30"/>
  </w:num>
  <w:num w:numId="9">
    <w:abstractNumId w:val="7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6"/>
  </w:num>
  <w:num w:numId="15">
    <w:abstractNumId w:val="23"/>
  </w:num>
  <w:num w:numId="16">
    <w:abstractNumId w:val="35"/>
  </w:num>
  <w:num w:numId="17">
    <w:abstractNumId w:val="13"/>
  </w:num>
  <w:num w:numId="18">
    <w:abstractNumId w:val="17"/>
  </w:num>
  <w:num w:numId="19">
    <w:abstractNumId w:val="33"/>
  </w:num>
  <w:num w:numId="20">
    <w:abstractNumId w:val="3"/>
  </w:num>
  <w:num w:numId="21">
    <w:abstractNumId w:val="28"/>
  </w:num>
  <w:num w:numId="22">
    <w:abstractNumId w:val="4"/>
  </w:num>
  <w:num w:numId="23">
    <w:abstractNumId w:val="15"/>
  </w:num>
  <w:num w:numId="24">
    <w:abstractNumId w:val="31"/>
  </w:num>
  <w:num w:numId="25">
    <w:abstractNumId w:val="11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38"/>
  </w:num>
  <w:num w:numId="33">
    <w:abstractNumId w:val="20"/>
  </w:num>
  <w:num w:numId="34">
    <w:abstractNumId w:val="1"/>
  </w:num>
  <w:num w:numId="35">
    <w:abstractNumId w:val="0"/>
  </w:num>
  <w:num w:numId="36">
    <w:abstractNumId w:val="34"/>
  </w:num>
  <w:num w:numId="37">
    <w:abstractNumId w:val="32"/>
  </w:num>
  <w:num w:numId="38">
    <w:abstractNumId w:val="3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2B"/>
    <w:rsid w:val="000F18FA"/>
    <w:rsid w:val="000F2C92"/>
    <w:rsid w:val="00114568"/>
    <w:rsid w:val="00306360"/>
    <w:rsid w:val="00354AC4"/>
    <w:rsid w:val="00457E10"/>
    <w:rsid w:val="00626B2B"/>
    <w:rsid w:val="00637863"/>
    <w:rsid w:val="006703E0"/>
    <w:rsid w:val="006F6356"/>
    <w:rsid w:val="00703495"/>
    <w:rsid w:val="00733F44"/>
    <w:rsid w:val="0075174C"/>
    <w:rsid w:val="00754090"/>
    <w:rsid w:val="00771394"/>
    <w:rsid w:val="00866E4F"/>
    <w:rsid w:val="00B21345"/>
    <w:rsid w:val="00B70888"/>
    <w:rsid w:val="00C33979"/>
    <w:rsid w:val="00C437AC"/>
    <w:rsid w:val="00C57DDD"/>
    <w:rsid w:val="00D274F5"/>
    <w:rsid w:val="00E54E5A"/>
    <w:rsid w:val="00EB3C67"/>
    <w:rsid w:val="00F3664D"/>
    <w:rsid w:val="00F43C3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139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7713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139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7713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549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Izabela Jarczyńska</dc:creator>
  <cp:lastModifiedBy>Slawomir Baum</cp:lastModifiedBy>
  <cp:revision>3</cp:revision>
  <cp:lastPrinted>2001-01-24T13:21:00Z</cp:lastPrinted>
  <dcterms:created xsi:type="dcterms:W3CDTF">2019-01-21T12:08:00Z</dcterms:created>
  <dcterms:modified xsi:type="dcterms:W3CDTF">2019-01-21T12:47:00Z</dcterms:modified>
</cp:coreProperties>
</file>