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0324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73836" w:rsidRPr="0007383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73836" w:rsidRPr="00073836">
        <w:rPr>
          <w:b/>
          <w:sz w:val="24"/>
        </w:rPr>
        <w:t>BP.271.39.2018.BS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73836" w:rsidRPr="00073836">
        <w:rPr>
          <w:b/>
        </w:rPr>
        <w:t>przetarg nieograniczony</w:t>
      </w:r>
      <w:r w:rsidR="00753DC1">
        <w:t xml:space="preserve"> na:</w:t>
      </w:r>
    </w:p>
    <w:p w:rsidR="0000184A" w:rsidRDefault="0007383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73836">
        <w:rPr>
          <w:b/>
          <w:sz w:val="24"/>
          <w:szCs w:val="24"/>
        </w:rPr>
        <w:t>,,Przebudowa ul. Szafirkowej w m. Psarskie - etap I".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73836" w:rsidRPr="0007383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73836" w:rsidRPr="00073836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73836" w:rsidRPr="0007383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A8" w:rsidRDefault="002328A8">
      <w:r>
        <w:separator/>
      </w:r>
    </w:p>
  </w:endnote>
  <w:endnote w:type="continuationSeparator" w:id="0">
    <w:p w:rsidR="002328A8" w:rsidRDefault="0023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0324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0324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0324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36" w:rsidRDefault="000738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A8" w:rsidRDefault="002328A8">
      <w:r>
        <w:separator/>
      </w:r>
    </w:p>
  </w:footnote>
  <w:footnote w:type="continuationSeparator" w:id="0">
    <w:p w:rsidR="002328A8" w:rsidRDefault="002328A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36" w:rsidRDefault="000738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36" w:rsidRDefault="000738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36" w:rsidRDefault="000738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A8"/>
    <w:rsid w:val="0000184A"/>
    <w:rsid w:val="00012997"/>
    <w:rsid w:val="000621A2"/>
    <w:rsid w:val="00073836"/>
    <w:rsid w:val="00075CEC"/>
    <w:rsid w:val="00106AC7"/>
    <w:rsid w:val="00111985"/>
    <w:rsid w:val="00147532"/>
    <w:rsid w:val="001614BA"/>
    <w:rsid w:val="00204613"/>
    <w:rsid w:val="002328A8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4B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09630-F5B2-414D-8181-19D11716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2018-07-04T05:28:00Z</dcterms:created>
  <dcterms:modified xsi:type="dcterms:W3CDTF">2018-07-04T05:28:00Z</dcterms:modified>
</cp:coreProperties>
</file>