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5B0951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91344F" w:rsidRPr="0091344F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91344F" w:rsidRPr="0091344F">
        <w:rPr>
          <w:rFonts w:ascii="Times New Roman" w:eastAsia="Times New Roman" w:hAnsi="Times New Roman"/>
          <w:b/>
          <w:sz w:val="24"/>
          <w:szCs w:val="20"/>
          <w:lang w:eastAsia="pl-PL"/>
        </w:rPr>
        <w:t>BP.271.30.2018.BS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91344F" w:rsidRPr="0091344F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91344F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1344F">
        <w:rPr>
          <w:rFonts w:ascii="Times New Roman" w:eastAsia="Times New Roman" w:hAnsi="Times New Roman"/>
          <w:b/>
          <w:sz w:val="24"/>
          <w:szCs w:val="24"/>
          <w:lang w:eastAsia="pl-PL"/>
        </w:rPr>
        <w:t>,,Budowa boiska wielofunkcyjnego przy Szkole Podstawowej w Zbrudzewie, przy ul. Śremskiej 49"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93D" w:rsidRDefault="000A293D" w:rsidP="00025386">
      <w:pPr>
        <w:spacing w:after="0" w:line="240" w:lineRule="auto"/>
      </w:pPr>
      <w:r>
        <w:separator/>
      </w:r>
    </w:p>
  </w:endnote>
  <w:endnote w:type="continuationSeparator" w:id="0">
    <w:p w:rsidR="000A293D" w:rsidRDefault="000A293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44F" w:rsidRDefault="009134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5B0951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871D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871D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44F" w:rsidRDefault="009134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93D" w:rsidRDefault="000A293D" w:rsidP="00025386">
      <w:pPr>
        <w:spacing w:after="0" w:line="240" w:lineRule="auto"/>
      </w:pPr>
      <w:r>
        <w:separator/>
      </w:r>
    </w:p>
  </w:footnote>
  <w:footnote w:type="continuationSeparator" w:id="0">
    <w:p w:rsidR="000A293D" w:rsidRDefault="000A293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44F" w:rsidRDefault="009134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44F" w:rsidRDefault="0091344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44F" w:rsidRDefault="009134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3D"/>
    <w:rsid w:val="00025386"/>
    <w:rsid w:val="000A293D"/>
    <w:rsid w:val="00101B40"/>
    <w:rsid w:val="001C2314"/>
    <w:rsid w:val="003C30EF"/>
    <w:rsid w:val="005624D8"/>
    <w:rsid w:val="005871D4"/>
    <w:rsid w:val="005A0158"/>
    <w:rsid w:val="005B0951"/>
    <w:rsid w:val="0069796D"/>
    <w:rsid w:val="008E405A"/>
    <w:rsid w:val="008F2498"/>
    <w:rsid w:val="0091344F"/>
    <w:rsid w:val="00A56A6F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2018-06-12T06:16:00Z</dcterms:created>
  <dcterms:modified xsi:type="dcterms:W3CDTF">2018-06-12T06:16:00Z</dcterms:modified>
</cp:coreProperties>
</file>