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C271F" w:rsidRPr="009C271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C271F" w:rsidRPr="009C271F">
        <w:rPr>
          <w:rFonts w:ascii="Times New Roman" w:hAnsi="Times New Roman"/>
          <w:b/>
        </w:rPr>
        <w:t>BP.271.29.2018.BS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71F" w:rsidRPr="009C271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71F" w:rsidRPr="009C271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C271F" w:rsidRPr="009C271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71F" w:rsidRPr="009C271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C271F" w:rsidRPr="009C271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C271F" w:rsidRPr="009C271F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C271F" w:rsidRPr="009C271F">
        <w:rPr>
          <w:rFonts w:ascii="Times New Roman" w:hAnsi="Times New Roman"/>
          <w:b/>
        </w:rPr>
        <w:t>Kreatywne gry podwórkowe w Czwórce.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C271F" w:rsidRPr="009C271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29A" w:rsidRDefault="002E029A" w:rsidP="0038231F">
      <w:pPr>
        <w:spacing w:after="0" w:line="240" w:lineRule="auto"/>
      </w:pPr>
      <w:r>
        <w:separator/>
      </w:r>
    </w:p>
  </w:endnote>
  <w:endnote w:type="continuationSeparator" w:id="0">
    <w:p w:rsidR="002E029A" w:rsidRDefault="002E02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1F" w:rsidRDefault="009C27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83DA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83DA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1F" w:rsidRDefault="009C27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29A" w:rsidRDefault="002E029A" w:rsidP="0038231F">
      <w:pPr>
        <w:spacing w:after="0" w:line="240" w:lineRule="auto"/>
      </w:pPr>
      <w:r>
        <w:separator/>
      </w:r>
    </w:p>
  </w:footnote>
  <w:footnote w:type="continuationSeparator" w:id="0">
    <w:p w:rsidR="002E029A" w:rsidRDefault="002E02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1F" w:rsidRDefault="009C27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1F" w:rsidRDefault="009C27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71F" w:rsidRDefault="009C2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9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029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271F"/>
    <w:rsid w:val="009C7756"/>
    <w:rsid w:val="00A15F7E"/>
    <w:rsid w:val="00A166B0"/>
    <w:rsid w:val="00A22DCF"/>
    <w:rsid w:val="00A24C2D"/>
    <w:rsid w:val="00A276E4"/>
    <w:rsid w:val="00A3062E"/>
    <w:rsid w:val="00A347DE"/>
    <w:rsid w:val="00A818FA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83DAC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D8D3C-696F-42E5-8268-D46024F9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2018-05-30T11:05:00Z</dcterms:created>
  <dcterms:modified xsi:type="dcterms:W3CDTF">2018-05-30T11:05:00Z</dcterms:modified>
</cp:coreProperties>
</file>