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64399A" w:rsidRDefault="00AF4B2B">
      <w:pPr>
        <w:spacing w:line="360" w:lineRule="auto"/>
        <w:rPr>
          <w:b/>
          <w:sz w:val="24"/>
          <w:szCs w:val="24"/>
        </w:rPr>
      </w:pPr>
      <w:r w:rsidRPr="00AF4B2B">
        <w:rPr>
          <w:b/>
          <w:sz w:val="24"/>
          <w:szCs w:val="24"/>
        </w:rPr>
        <w:t>Zakup i dostawa sprzętu komputerowego i audiowizualnego oraz wykonanie sieci komputerowej w ramach projektu ,,Rozbu</w:t>
      </w:r>
      <w:r w:rsidR="0064399A">
        <w:rPr>
          <w:b/>
          <w:sz w:val="24"/>
          <w:szCs w:val="24"/>
        </w:rPr>
        <w:t>dowa Zespołu Szkoły Podstawowej</w:t>
      </w:r>
    </w:p>
    <w:p w:rsidR="004963D2" w:rsidRPr="004963D2" w:rsidRDefault="00AF4B2B">
      <w:pPr>
        <w:spacing w:line="360" w:lineRule="auto"/>
        <w:rPr>
          <w:sz w:val="16"/>
          <w:szCs w:val="16"/>
        </w:rPr>
      </w:pPr>
      <w:r w:rsidRPr="00AF4B2B">
        <w:rPr>
          <w:b/>
          <w:sz w:val="24"/>
          <w:szCs w:val="24"/>
        </w:rPr>
        <w:t>i Gimnazjum w Dąbrowie</w:t>
      </w:r>
      <w:r w:rsidR="00D95F15" w:rsidRPr="00D95F15">
        <w:rPr>
          <w:b/>
          <w:sz w:val="24"/>
          <w:szCs w:val="24"/>
        </w:rPr>
        <w:t>”</w:t>
      </w:r>
    </w:p>
    <w:p w:rsidR="00D95F15" w:rsidRDefault="00D95F15" w:rsidP="00D95F15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64399A" w:rsidRDefault="0064399A" w:rsidP="00D95F15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- </w:t>
      </w:r>
      <w:r w:rsidR="00D95F15" w:rsidRPr="0072129B">
        <w:rPr>
          <w:b/>
          <w:sz w:val="24"/>
        </w:rPr>
        <w:t xml:space="preserve">cena (C) za wykonanie </w:t>
      </w:r>
      <w:r>
        <w:rPr>
          <w:b/>
          <w:sz w:val="24"/>
        </w:rPr>
        <w:t xml:space="preserve">zadań nr 2, 3, 4, 5, 7 wskazanych w punkcie 1. załącznika nr 1 do SIWZ </w:t>
      </w:r>
      <w:r w:rsidR="00D95F15" w:rsidRPr="0072129B">
        <w:rPr>
          <w:b/>
          <w:sz w:val="24"/>
        </w:rPr>
        <w:t>wynosi kwotę netto ................... zł (słownie: ..........................................................................</w:t>
      </w:r>
      <w:r>
        <w:rPr>
          <w:b/>
          <w:sz w:val="24"/>
        </w:rPr>
        <w:t>................ zł), natomiast:</w:t>
      </w:r>
    </w:p>
    <w:p w:rsidR="00D95F15" w:rsidRDefault="00D95F15" w:rsidP="00D95F15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wraz z należnym podatkiem VAT w wysokości ......%, wynosi kwotę brutto ..................... zł (słownie: ..........................................................................</w:t>
      </w:r>
      <w:r w:rsidR="0064399A">
        <w:rPr>
          <w:b/>
          <w:sz w:val="24"/>
        </w:rPr>
        <w:t>........................... zł);</w:t>
      </w:r>
    </w:p>
    <w:p w:rsidR="0064399A" w:rsidRDefault="0064399A" w:rsidP="0064399A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- </w:t>
      </w:r>
      <w:r w:rsidRPr="0072129B">
        <w:rPr>
          <w:b/>
          <w:sz w:val="24"/>
        </w:rPr>
        <w:t xml:space="preserve">cena (C) za wykonanie </w:t>
      </w:r>
      <w:r>
        <w:rPr>
          <w:b/>
          <w:sz w:val="24"/>
        </w:rPr>
        <w:t>zada</w:t>
      </w:r>
      <w:r w:rsidR="00FF1749">
        <w:rPr>
          <w:b/>
          <w:sz w:val="24"/>
        </w:rPr>
        <w:t>ń</w:t>
      </w:r>
      <w:r>
        <w:rPr>
          <w:b/>
          <w:sz w:val="24"/>
        </w:rPr>
        <w:t xml:space="preserve"> nr</w:t>
      </w:r>
      <w:r w:rsidR="00FF1749">
        <w:rPr>
          <w:b/>
          <w:sz w:val="24"/>
        </w:rPr>
        <w:t xml:space="preserve"> 1 </w:t>
      </w:r>
      <w:bookmarkStart w:id="0" w:name="_GoBack"/>
      <w:bookmarkEnd w:id="0"/>
      <w:r w:rsidR="00FF1749">
        <w:rPr>
          <w:b/>
          <w:sz w:val="24"/>
        </w:rPr>
        <w:t xml:space="preserve">i </w:t>
      </w:r>
      <w:r>
        <w:rPr>
          <w:b/>
          <w:sz w:val="24"/>
        </w:rPr>
        <w:t xml:space="preserve">6 wskazanego w punkcie 1. załącznika nr 1 do SIWZ </w:t>
      </w:r>
      <w:r w:rsidRPr="0072129B">
        <w:rPr>
          <w:b/>
          <w:sz w:val="24"/>
        </w:rPr>
        <w:t>wynosi kwotę netto ................... zł (słownie: ..........................................................................</w:t>
      </w:r>
      <w:r>
        <w:rPr>
          <w:b/>
          <w:sz w:val="24"/>
        </w:rPr>
        <w:t>................ zł), natomiast:</w:t>
      </w:r>
    </w:p>
    <w:p w:rsidR="0064399A" w:rsidRDefault="0064399A" w:rsidP="0064399A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wraz z należnym podatkiem VAT w wysokości ......%, wynosi kwotę brutto ..................... zł (słownie: ..........................................................................</w:t>
      </w:r>
      <w:r>
        <w:rPr>
          <w:b/>
          <w:sz w:val="24"/>
        </w:rPr>
        <w:t>........................... zł)</w:t>
      </w:r>
      <w:r w:rsidR="00631B7C">
        <w:rPr>
          <w:b/>
          <w:sz w:val="24"/>
        </w:rPr>
        <w:t xml:space="preserve"> (Zamawiający dopuszcza skalkulowanie stawki VAT 0% w tym punkcie)</w:t>
      </w:r>
      <w:r>
        <w:rPr>
          <w:b/>
          <w:sz w:val="24"/>
        </w:rPr>
        <w:t>;</w:t>
      </w:r>
    </w:p>
    <w:p w:rsidR="0064399A" w:rsidRPr="0072129B" w:rsidRDefault="0064399A" w:rsidP="0064399A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 xml:space="preserve">natomiast </w:t>
      </w:r>
      <w:r w:rsidRPr="0072129B">
        <w:rPr>
          <w:b/>
          <w:sz w:val="24"/>
        </w:rPr>
        <w:t xml:space="preserve">cena (C) za wykonanie </w:t>
      </w:r>
      <w:r>
        <w:rPr>
          <w:b/>
          <w:sz w:val="24"/>
        </w:rPr>
        <w:t>całości przedmiotu zamówienia</w:t>
      </w:r>
    </w:p>
    <w:p w:rsidR="0064399A" w:rsidRDefault="0064399A" w:rsidP="0064399A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wynosi kwotę brutto ..................... zł (słownie: ..........................................................................</w:t>
      </w:r>
      <w:r>
        <w:rPr>
          <w:b/>
          <w:sz w:val="24"/>
        </w:rPr>
        <w:t>........................... zł);</w:t>
      </w:r>
    </w:p>
    <w:p w:rsidR="0064399A" w:rsidRDefault="0064399A" w:rsidP="00D95F15">
      <w:pPr>
        <w:spacing w:line="360" w:lineRule="auto"/>
        <w:ind w:left="284"/>
        <w:rPr>
          <w:b/>
          <w:sz w:val="24"/>
        </w:rPr>
      </w:pPr>
    </w:p>
    <w:p w:rsidR="00D95F15" w:rsidRDefault="00D95F15" w:rsidP="00D95F15">
      <w:pPr>
        <w:spacing w:line="360" w:lineRule="auto"/>
        <w:rPr>
          <w:b/>
          <w:sz w:val="24"/>
        </w:rPr>
      </w:pPr>
      <w:r>
        <w:rPr>
          <w:b/>
          <w:sz w:val="24"/>
        </w:rPr>
        <w:t xml:space="preserve">2)  </w:t>
      </w:r>
      <w:r w:rsidR="00D23539">
        <w:rPr>
          <w:b/>
          <w:sz w:val="24"/>
        </w:rPr>
        <w:t>okres gwarancji wynosi …………… (minimalny okres gwarancji to 24 m-ce)</w:t>
      </w:r>
    </w:p>
    <w:p w:rsidR="00926DC1" w:rsidRPr="00926DC1" w:rsidRDefault="00926DC1" w:rsidP="00D95F15">
      <w:pPr>
        <w:spacing w:line="360" w:lineRule="auto"/>
        <w:rPr>
          <w:b/>
          <w:sz w:val="32"/>
        </w:rPr>
      </w:pPr>
      <w:r w:rsidRPr="00926DC1">
        <w:rPr>
          <w:sz w:val="24"/>
        </w:rPr>
        <w:t>Ocenie podlegać będzie jedynie okres gwarancji ponad 24 miesiące. Maksymalny okres gwarancji to 48 miesięcy</w:t>
      </w:r>
      <w:r w:rsidR="0064399A">
        <w:rPr>
          <w:sz w:val="24"/>
        </w:rPr>
        <w:t>.</w:t>
      </w:r>
    </w:p>
    <w:p w:rsidR="00D95F15" w:rsidRDefault="00D95F15">
      <w:pPr>
        <w:spacing w:line="360" w:lineRule="auto"/>
        <w:ind w:left="284" w:hanging="284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3) </w:t>
      </w:r>
      <w:r w:rsidR="00767873">
        <w:rPr>
          <w:sz w:val="24"/>
        </w:rPr>
        <w:t>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4) </w:t>
      </w:r>
      <w:r w:rsidR="00767873">
        <w:rPr>
          <w:sz w:val="24"/>
        </w:rPr>
        <w:t>oświadczamy, że uważamy się za związanych niniejszą ofertą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926DC1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5) </w:t>
      </w:r>
      <w:r w:rsidR="00767873">
        <w:rPr>
          <w:sz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926DC1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 xml:space="preserve">6) </w:t>
      </w:r>
      <w:r w:rsidR="00767873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Pr="00926DC1" w:rsidRDefault="008B3E1F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E-mail: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Nr tel.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 xml:space="preserve">Nr </w:t>
      </w:r>
      <w:proofErr w:type="spellStart"/>
      <w:r w:rsidRPr="00926DC1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Pr="008B3E1F" w:rsidRDefault="008B3E1F" w:rsidP="008B3E1F">
    <w:pPr>
      <w:pStyle w:val="Nagwek"/>
    </w:pPr>
    <w:r>
      <w:rPr>
        <w:noProof/>
      </w:rPr>
      <w:drawing>
        <wp:inline distT="0" distB="0" distL="0" distR="0" wp14:anchorId="65627FAF" wp14:editId="0EC94148">
          <wp:extent cx="5753100" cy="571500"/>
          <wp:effectExtent l="0" t="0" r="0" b="0"/>
          <wp:docPr id="2" name="Obraz 16" descr="EFRR_Samorzad_c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6" descr="EFRR_Samorzad_c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1E7D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57653"/>
    <w:rsid w:val="004963D2"/>
    <w:rsid w:val="00531D42"/>
    <w:rsid w:val="005434DD"/>
    <w:rsid w:val="00631B7C"/>
    <w:rsid w:val="0064399A"/>
    <w:rsid w:val="006C1675"/>
    <w:rsid w:val="006E0DEC"/>
    <w:rsid w:val="0072129B"/>
    <w:rsid w:val="0073250E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629ED"/>
    <w:rsid w:val="009C0615"/>
    <w:rsid w:val="00A0508C"/>
    <w:rsid w:val="00A377BE"/>
    <w:rsid w:val="00AA39BA"/>
    <w:rsid w:val="00AF4B2B"/>
    <w:rsid w:val="00B05298"/>
    <w:rsid w:val="00B4183C"/>
    <w:rsid w:val="00B701F0"/>
    <w:rsid w:val="00BA7D4B"/>
    <w:rsid w:val="00BB14F3"/>
    <w:rsid w:val="00BC3803"/>
    <w:rsid w:val="00CA0415"/>
    <w:rsid w:val="00CA66B9"/>
    <w:rsid w:val="00D23539"/>
    <w:rsid w:val="00D93BA2"/>
    <w:rsid w:val="00D95F15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</TotalTime>
  <Pages>2</Pages>
  <Words>311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8</cp:revision>
  <cp:lastPrinted>2001-01-09T17:10:00Z</cp:lastPrinted>
  <dcterms:created xsi:type="dcterms:W3CDTF">2018-05-23T06:32:00Z</dcterms:created>
  <dcterms:modified xsi:type="dcterms:W3CDTF">2018-05-30T05:22:00Z</dcterms:modified>
</cp:coreProperties>
</file>