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C4E6E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0723B" w:rsidRPr="0080723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0723B" w:rsidRPr="0080723B">
        <w:rPr>
          <w:b/>
          <w:sz w:val="24"/>
        </w:rPr>
        <w:t>BP.271.24.2018.BS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0723B" w:rsidRPr="0080723B">
        <w:rPr>
          <w:b/>
        </w:rPr>
        <w:t>przetarg nieograniczony</w:t>
      </w:r>
      <w:r w:rsidR="00753DC1">
        <w:t xml:space="preserve"> na:</w:t>
      </w:r>
    </w:p>
    <w:p w:rsidR="0000184A" w:rsidRDefault="0080723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0723B">
        <w:rPr>
          <w:b/>
          <w:sz w:val="24"/>
          <w:szCs w:val="24"/>
        </w:rPr>
        <w:t>Modernizacja szatni w Szkole Podstawowej nr 6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0723B" w:rsidRPr="0080723B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0723B" w:rsidRPr="0080723B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0723B" w:rsidRPr="0080723B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BC" w:rsidRDefault="006609BC">
      <w:r>
        <w:separator/>
      </w:r>
    </w:p>
  </w:endnote>
  <w:endnote w:type="continuationSeparator" w:id="0">
    <w:p w:rsidR="006609BC" w:rsidRDefault="0066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C4E6E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1C6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1C6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23B" w:rsidRDefault="00807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BC" w:rsidRDefault="006609BC">
      <w:r>
        <w:separator/>
      </w:r>
    </w:p>
  </w:footnote>
  <w:footnote w:type="continuationSeparator" w:id="0">
    <w:p w:rsidR="006609BC" w:rsidRDefault="006609BC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23B" w:rsidRDefault="00807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23B" w:rsidRDefault="00807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23B" w:rsidRDefault="00807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BC"/>
    <w:rsid w:val="0000184A"/>
    <w:rsid w:val="00012997"/>
    <w:rsid w:val="000621A2"/>
    <w:rsid w:val="00075CEC"/>
    <w:rsid w:val="000C4E6E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51C67"/>
    <w:rsid w:val="006609BC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0723B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DF603-02DA-4C09-BB55-EF226EAB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2018-05-16T09:32:00Z</dcterms:created>
  <dcterms:modified xsi:type="dcterms:W3CDTF">2018-05-16T09:32:00Z</dcterms:modified>
</cp:coreProperties>
</file>