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734B59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447433" w:rsidRPr="00447433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447433" w:rsidP="0000184A">
      <w:pPr>
        <w:pStyle w:val="Nagwek"/>
        <w:rPr>
          <w:sz w:val="18"/>
          <w:szCs w:val="18"/>
        </w:rPr>
      </w:pPr>
      <w:r w:rsidRPr="00447433">
        <w:rPr>
          <w:b/>
          <w:sz w:val="24"/>
        </w:rPr>
        <w:t>BP.271.37.2017.BS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447433" w:rsidRPr="00447433">
        <w:rPr>
          <w:b/>
        </w:rPr>
        <w:t>przetarg nieograniczony</w:t>
      </w:r>
      <w:r w:rsidR="00753DC1">
        <w:t xml:space="preserve"> na:</w:t>
      </w:r>
    </w:p>
    <w:p w:rsidR="0000184A" w:rsidRDefault="00447433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447433">
        <w:rPr>
          <w:b/>
          <w:sz w:val="24"/>
          <w:szCs w:val="24"/>
        </w:rPr>
        <w:t>Prowadzenie i obsługa akcji zimowej 2017/2018 i 2018/2019 na drogach na terenie miasta i gminy Śrem.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447433" w:rsidRPr="00447433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447433" w:rsidRPr="00447433">
        <w:rPr>
          <w:sz w:val="24"/>
          <w:szCs w:val="24"/>
        </w:rPr>
        <w:t>(t.j. Dz. U. z 2017 r. poz. 1579)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447433" w:rsidRPr="00447433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A48" w:rsidRDefault="00706A48">
      <w:r>
        <w:separator/>
      </w:r>
    </w:p>
  </w:endnote>
  <w:endnote w:type="continuationSeparator" w:id="0">
    <w:p w:rsidR="00706A48" w:rsidRDefault="0070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34B5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34B5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34B5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433" w:rsidRDefault="004474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A48" w:rsidRDefault="00706A48">
      <w:r>
        <w:separator/>
      </w:r>
    </w:p>
  </w:footnote>
  <w:footnote w:type="continuationSeparator" w:id="0">
    <w:p w:rsidR="00706A48" w:rsidRDefault="00706A48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433" w:rsidRDefault="004474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433" w:rsidRDefault="004474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433" w:rsidRDefault="004474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48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47433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06A48"/>
    <w:rsid w:val="00734B59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0EAE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F71BE-EB9E-4B5B-80F0-7D4311802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2010-01-07T09:39:00Z</cp:lastPrinted>
  <dcterms:created xsi:type="dcterms:W3CDTF">2017-11-07T12:56:00Z</dcterms:created>
  <dcterms:modified xsi:type="dcterms:W3CDTF">2017-11-07T12:56:00Z</dcterms:modified>
</cp:coreProperties>
</file>