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404D8F" w:rsidRPr="00404D8F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404D8F" w:rsidRPr="00404D8F">
        <w:rPr>
          <w:rFonts w:ascii="Times New Roman" w:hAnsi="Times New Roman"/>
          <w:b/>
        </w:rPr>
        <w:t>BP.271.29.2017.BS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04D8F" w:rsidRPr="00404D8F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04D8F" w:rsidRPr="00404D8F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404D8F" w:rsidRPr="00404D8F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404D8F" w:rsidRPr="00404D8F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404D8F" w:rsidRPr="00404D8F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404D8F" w:rsidRPr="00404D8F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404D8F" w:rsidRPr="00404D8F">
        <w:rPr>
          <w:rFonts w:ascii="Times New Roman" w:hAnsi="Times New Roman"/>
          <w:b/>
          <w:sz w:val="24"/>
          <w:szCs w:val="24"/>
        </w:rPr>
        <w:t>Budowa os. N</w:t>
      </w:r>
      <w:r w:rsidR="008F14B1">
        <w:rPr>
          <w:rFonts w:ascii="Times New Roman" w:hAnsi="Times New Roman"/>
          <w:b/>
          <w:sz w:val="24"/>
          <w:szCs w:val="24"/>
        </w:rPr>
        <w:t xml:space="preserve">owe Osiedle w Mechlinie - etap </w:t>
      </w:r>
      <w:bookmarkStart w:id="0" w:name="_GoBack"/>
      <w:bookmarkEnd w:id="0"/>
      <w:r w:rsidR="00404D8F" w:rsidRPr="00404D8F">
        <w:rPr>
          <w:rFonts w:ascii="Times New Roman" w:hAnsi="Times New Roman"/>
          <w:b/>
          <w:sz w:val="24"/>
          <w:szCs w:val="24"/>
        </w:rPr>
        <w:t>I (km 0+000÷0+350)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lastRenderedPageBreak/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174" w:rsidRDefault="00FC6174" w:rsidP="0038231F">
      <w:pPr>
        <w:spacing w:after="0" w:line="240" w:lineRule="auto"/>
      </w:pPr>
      <w:r>
        <w:separator/>
      </w:r>
    </w:p>
  </w:endnote>
  <w:endnote w:type="continuationSeparator" w:id="0">
    <w:p w:rsidR="00FC6174" w:rsidRDefault="00FC61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8F" w:rsidRDefault="00404D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F14B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F14B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8F" w:rsidRDefault="00404D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174" w:rsidRDefault="00FC6174" w:rsidP="0038231F">
      <w:pPr>
        <w:spacing w:after="0" w:line="240" w:lineRule="auto"/>
      </w:pPr>
      <w:r>
        <w:separator/>
      </w:r>
    </w:p>
  </w:footnote>
  <w:footnote w:type="continuationSeparator" w:id="0">
    <w:p w:rsidR="00FC6174" w:rsidRDefault="00FC61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8F" w:rsidRDefault="00404D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8F" w:rsidRDefault="00404D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8F" w:rsidRDefault="00404D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74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4D8F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14B1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9D1DF4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C617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270DE-CFD3-4827-B0C6-6F483728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cp:lastPrinted>2016-07-26T10:32:00Z</cp:lastPrinted>
  <dcterms:created xsi:type="dcterms:W3CDTF">2017-08-16T11:32:00Z</dcterms:created>
  <dcterms:modified xsi:type="dcterms:W3CDTF">2017-08-18T09:11:00Z</dcterms:modified>
</cp:coreProperties>
</file>