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D4AF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A67B8" w:rsidRPr="009A67B8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A67B8" w:rsidRPr="009A67B8">
        <w:rPr>
          <w:b/>
          <w:sz w:val="24"/>
        </w:rPr>
        <w:t>BP.271.24.2017.BS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A67B8" w:rsidRPr="009A67B8">
        <w:rPr>
          <w:b/>
        </w:rPr>
        <w:t>przetarg nieograniczony</w:t>
      </w:r>
      <w:r w:rsidR="00753DC1">
        <w:t xml:space="preserve"> na:</w:t>
      </w:r>
    </w:p>
    <w:p w:rsidR="009A67B8" w:rsidRPr="009A67B8" w:rsidRDefault="009A67B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A67B8">
        <w:rPr>
          <w:b/>
          <w:sz w:val="24"/>
          <w:szCs w:val="24"/>
        </w:rPr>
        <w:t>1. Miasteczko ruchu drogowego w Nochowie, przy ul. Szkolnej,</w:t>
      </w:r>
    </w:p>
    <w:p w:rsidR="0000184A" w:rsidRDefault="009A67B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A67B8">
        <w:rPr>
          <w:b/>
          <w:sz w:val="24"/>
          <w:szCs w:val="24"/>
        </w:rPr>
        <w:t>2. Miasteczko rowerowe w Śremie, przy ul. Kochanowskiego.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A67B8" w:rsidRPr="009A67B8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A67B8" w:rsidRPr="009A67B8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A67B8" w:rsidRPr="009A67B8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87" w:rsidRDefault="00744987">
      <w:r>
        <w:separator/>
      </w:r>
    </w:p>
  </w:endnote>
  <w:endnote w:type="continuationSeparator" w:id="0">
    <w:p w:rsidR="00744987" w:rsidRDefault="0074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D4AF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D4AF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D4AF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B8" w:rsidRDefault="009A67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87" w:rsidRDefault="00744987">
      <w:r>
        <w:separator/>
      </w:r>
    </w:p>
  </w:footnote>
  <w:footnote w:type="continuationSeparator" w:id="0">
    <w:p w:rsidR="00744987" w:rsidRDefault="00744987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B8" w:rsidRDefault="009A67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B8" w:rsidRDefault="009A67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B8" w:rsidRDefault="009A67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87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4987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AF5"/>
    <w:rsid w:val="008D4CAF"/>
    <w:rsid w:val="008E370F"/>
    <w:rsid w:val="00952336"/>
    <w:rsid w:val="009A21D7"/>
    <w:rsid w:val="009A4A2C"/>
    <w:rsid w:val="009A67B8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80E96-1CE0-4A5A-B082-44BAA8A9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Marta Urgacz</cp:lastModifiedBy>
  <cp:revision>2</cp:revision>
  <cp:lastPrinted>2010-01-07T08:39:00Z</cp:lastPrinted>
  <dcterms:created xsi:type="dcterms:W3CDTF">2017-06-08T08:46:00Z</dcterms:created>
  <dcterms:modified xsi:type="dcterms:W3CDTF">2017-06-08T08:46:00Z</dcterms:modified>
</cp:coreProperties>
</file>